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C2242" w14:textId="77777777" w:rsidR="0042609A" w:rsidRDefault="00044568" w:rsidP="0042609A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42609A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42609A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42609A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030010" w:rsidRPr="0042609A">
        <w:rPr>
          <w:rFonts w:ascii="Lato" w:hAnsi="Lato" w:cs="Open Sans"/>
          <w:b/>
          <w:bCs/>
          <w:sz w:val="32"/>
          <w:szCs w:val="32"/>
        </w:rPr>
        <w:t xml:space="preserve">Zintegrowany System Poboru Należności </w:t>
      </w:r>
    </w:p>
    <w:p w14:paraId="370A0339" w14:textId="4F615023" w:rsidR="0042696D" w:rsidRPr="0042609A" w:rsidRDefault="00030010" w:rsidP="0042609A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42609A">
        <w:rPr>
          <w:rFonts w:ascii="Lato" w:hAnsi="Lato" w:cs="Open Sans"/>
          <w:b/>
          <w:bCs/>
          <w:sz w:val="32"/>
          <w:szCs w:val="32"/>
        </w:rPr>
        <w:t>i Rozrachunków z UE i Budżetem ZEFIR 2</w:t>
      </w:r>
      <w:r w:rsidR="00044568" w:rsidRPr="0042609A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162A60CD" w14:textId="77777777" w:rsidR="00535984" w:rsidRPr="0042609A" w:rsidRDefault="0006207D" w:rsidP="0042609A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42609A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42609A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42609A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F52C48" w:rsidRPr="0042609A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uproszczonej dla podatku akcyzowego od nabycia wewnątrzwspólnotowego samochodów osobowych AKC-U/S</w:t>
      </w:r>
      <w:r w:rsidRPr="0042609A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72D049B3" w14:textId="074BB3DE" w:rsidR="0044439F" w:rsidRDefault="001D1ACD" w:rsidP="0042609A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42609A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42609A">
        <w:rPr>
          <w:rFonts w:ascii="Lato" w:hAnsi="Lato" w:cs="Open Sans"/>
          <w:b/>
          <w:bCs/>
          <w:sz w:val="32"/>
          <w:szCs w:val="32"/>
        </w:rPr>
        <w:t xml:space="preserve"> </w:t>
      </w:r>
      <w:r w:rsidR="006B0029" w:rsidRPr="0042609A">
        <w:rPr>
          <w:rFonts w:ascii="Lato" w:hAnsi="Lato" w:cs="Open Sans"/>
          <w:b/>
          <w:bCs/>
          <w:sz w:val="32"/>
          <w:szCs w:val="32"/>
        </w:rPr>
        <w:fldChar w:fldCharType="begin"/>
      </w:r>
      <w:r w:rsidR="006B0029" w:rsidRPr="0042609A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6B0029" w:rsidRPr="0042609A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C70218" w:rsidRPr="0042609A">
        <w:rPr>
          <w:rFonts w:ascii="Lato" w:hAnsi="Lato" w:cs="Open Sans"/>
          <w:b/>
          <w:bCs/>
          <w:sz w:val="32"/>
          <w:szCs w:val="32"/>
        </w:rPr>
        <w:t>2.2</w:t>
      </w:r>
      <w:r w:rsidR="006B0029" w:rsidRPr="0042609A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7E400963" w14:textId="77777777" w:rsidR="0044439F" w:rsidRDefault="0044439F">
      <w:pPr>
        <w:rPr>
          <w:rFonts w:ascii="Lato" w:hAnsi="Lato" w:cs="Open Sans"/>
          <w:b/>
          <w:bCs/>
          <w:sz w:val="32"/>
          <w:szCs w:val="32"/>
        </w:rPr>
      </w:pPr>
      <w:r>
        <w:rPr>
          <w:rFonts w:ascii="Lato" w:hAnsi="Lato" w:cs="Open Sans"/>
          <w:b/>
          <w:bCs/>
          <w:sz w:val="32"/>
          <w:szCs w:val="32"/>
        </w:rPr>
        <w:br w:type="page"/>
      </w:r>
    </w:p>
    <w:p w14:paraId="4A30F834" w14:textId="78F4677B" w:rsidR="0042609A" w:rsidRDefault="0042609A" w:rsidP="0042609A">
      <w:pPr>
        <w:pStyle w:val="Legenda"/>
        <w:keepNext/>
      </w:pPr>
      <w:bookmarkStart w:id="0" w:name="_Toc177977586"/>
      <w:r>
        <w:lastRenderedPageBreak/>
        <w:t xml:space="preserve">Tabela </w:t>
      </w:r>
      <w:fldSimple w:instr=" SEQ Tabela \* ARABIC ">
        <w:r w:rsidR="009F5FAD">
          <w:rPr>
            <w:noProof/>
          </w:rPr>
          <w:t>1</w:t>
        </w:r>
      </w:fldSimple>
      <w:r>
        <w:t>.</w:t>
      </w:r>
      <w:r w:rsidRPr="0078374B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252021B9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7626E1C6" w14:textId="77777777" w:rsidR="00BB6B75" w:rsidRPr="00662E2C" w:rsidRDefault="00BB6B75" w:rsidP="007D0A84">
            <w:pPr>
              <w:pStyle w:val="Z2Nagwektabeli"/>
              <w:rPr>
                <w:rStyle w:val="Numerstrony"/>
                <w:rFonts w:eastAsia="Cambria"/>
              </w:rPr>
            </w:pPr>
            <w:r>
              <w:t>Projekt</w:t>
            </w:r>
          </w:p>
        </w:tc>
        <w:tc>
          <w:tcPr>
            <w:tcW w:w="7560" w:type="dxa"/>
          </w:tcPr>
          <w:p w14:paraId="4CB05E58" w14:textId="77777777" w:rsidR="00BB6B75" w:rsidRDefault="00BB6B75" w:rsidP="007D0A84">
            <w:pPr>
              <w:pStyle w:val="Z2Nagwektabeli"/>
            </w:pPr>
            <w:r>
              <w:t>ZEFIR 2</w:t>
            </w:r>
          </w:p>
        </w:tc>
      </w:tr>
      <w:tr w:rsidR="00BB6B75" w:rsidRPr="007D0A84" w14:paraId="64B9FC85" w14:textId="77777777" w:rsidTr="0044439F">
        <w:tc>
          <w:tcPr>
            <w:tcW w:w="1800" w:type="dxa"/>
          </w:tcPr>
          <w:p w14:paraId="5CBA822F" w14:textId="77777777" w:rsidR="00BB6B75" w:rsidRPr="0042609A" w:rsidRDefault="00FF41D0" w:rsidP="009E5F0B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>Nazwa Wykonawcy</w:t>
            </w:r>
          </w:p>
        </w:tc>
        <w:tc>
          <w:tcPr>
            <w:tcW w:w="7560" w:type="dxa"/>
          </w:tcPr>
          <w:p w14:paraId="7A2125F4" w14:textId="77777777" w:rsidR="00BB6B75" w:rsidRPr="0042609A" w:rsidRDefault="001D1ACD" w:rsidP="00004C2C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>Asseco Poland S.A.</w:t>
            </w:r>
          </w:p>
        </w:tc>
      </w:tr>
      <w:tr w:rsidR="00BB6B75" w:rsidRPr="007D0A84" w14:paraId="5A1DC66C" w14:textId="77777777" w:rsidTr="0044439F">
        <w:tc>
          <w:tcPr>
            <w:tcW w:w="1800" w:type="dxa"/>
          </w:tcPr>
          <w:p w14:paraId="4E197652" w14:textId="77777777" w:rsidR="00BB6B75" w:rsidRPr="0042609A" w:rsidRDefault="00FF41D0" w:rsidP="004520B9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>Nazwa p</w:t>
            </w:r>
            <w:r w:rsidR="00BB6B75" w:rsidRPr="0042609A">
              <w:rPr>
                <w:rFonts w:ascii="Lato" w:hAnsi="Lato"/>
              </w:rPr>
              <w:t>rodukt</w:t>
            </w:r>
            <w:r w:rsidRPr="0042609A">
              <w:rPr>
                <w:rFonts w:ascii="Lato" w:hAnsi="Lato"/>
              </w:rPr>
              <w:t>u</w:t>
            </w:r>
          </w:p>
        </w:tc>
        <w:tc>
          <w:tcPr>
            <w:tcW w:w="7560" w:type="dxa"/>
          </w:tcPr>
          <w:p w14:paraId="41DD193B" w14:textId="77777777" w:rsidR="00BB6B75" w:rsidRPr="0042609A" w:rsidRDefault="0006207D" w:rsidP="00CD2511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fldChar w:fldCharType="begin"/>
            </w:r>
            <w:r w:rsidRPr="0042609A">
              <w:rPr>
                <w:rFonts w:ascii="Lato" w:hAnsi="Lato"/>
              </w:rPr>
              <w:instrText xml:space="preserve"> TITLE   \* MERGEFORMAT </w:instrText>
            </w:r>
            <w:r w:rsidRPr="0042609A">
              <w:rPr>
                <w:rFonts w:ascii="Lato" w:hAnsi="Lato"/>
              </w:rPr>
              <w:fldChar w:fldCharType="separate"/>
            </w:r>
            <w:r w:rsidR="008949A0" w:rsidRPr="0042609A">
              <w:rPr>
                <w:rFonts w:ascii="Lato" w:hAnsi="Lato"/>
              </w:rPr>
              <w:t>Specyfikacja XML dla podmiotów w zakresie elektronicznej obsługi deklaracji uproszczonej dla podatku akcyzowego od nabycia wewnątrzwspólnotowego samochodów osobowych AKC-U/S</w:t>
            </w:r>
            <w:r w:rsidRPr="0042609A">
              <w:rPr>
                <w:rFonts w:ascii="Lato" w:hAnsi="Lato"/>
              </w:rPr>
              <w:fldChar w:fldCharType="end"/>
            </w:r>
            <w:r w:rsidR="00CE5066" w:rsidRPr="0042609A">
              <w:rPr>
                <w:rFonts w:ascii="Lato" w:hAnsi="Lato"/>
              </w:rPr>
              <w:t xml:space="preserve"> </w:t>
            </w:r>
          </w:p>
        </w:tc>
      </w:tr>
      <w:tr w:rsidR="00BB6B75" w:rsidRPr="007D0A84" w14:paraId="366B0696" w14:textId="77777777" w:rsidTr="0044439F">
        <w:tc>
          <w:tcPr>
            <w:tcW w:w="1800" w:type="dxa"/>
          </w:tcPr>
          <w:p w14:paraId="4351FCD8" w14:textId="77777777" w:rsidR="00BB6B75" w:rsidRPr="0042609A" w:rsidRDefault="00BB6B75" w:rsidP="004520B9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>Opis</w:t>
            </w:r>
            <w:r w:rsidR="00FF41D0" w:rsidRPr="0042609A">
              <w:rPr>
                <w:rFonts w:ascii="Lato" w:hAnsi="Lato"/>
              </w:rPr>
              <w:t xml:space="preserve"> produktu</w:t>
            </w:r>
          </w:p>
        </w:tc>
        <w:tc>
          <w:tcPr>
            <w:tcW w:w="7560" w:type="dxa"/>
          </w:tcPr>
          <w:p w14:paraId="3B5DBB9E" w14:textId="77777777" w:rsidR="002D5F51" w:rsidRPr="0042609A" w:rsidRDefault="002D5F51" w:rsidP="002D5F51">
            <w:pPr>
              <w:pStyle w:val="PJP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</w:t>
            </w:r>
            <w:r w:rsidR="00AC394A" w:rsidRPr="0042609A">
              <w:rPr>
                <w:rFonts w:ascii="Lato" w:hAnsi="Lato" w:cs="Arial"/>
                <w:b/>
                <w:bCs/>
                <w:sz w:val="20"/>
                <w:szCs w:val="20"/>
                <w:lang w:val="pl-PL"/>
              </w:rPr>
              <w:t xml:space="preserve">Umowy </w:t>
            </w:r>
            <w:r w:rsidR="00AC394A" w:rsidRPr="0042609A">
              <w:rPr>
                <w:rFonts w:ascii="Lato" w:hAnsi="Lato" w:cs="Arial"/>
                <w:b/>
                <w:bCs/>
                <w:sz w:val="20"/>
                <w:szCs w:val="20"/>
              </w:rPr>
              <w:t>nr 35</w:t>
            </w:r>
            <w:r w:rsidR="00AC394A" w:rsidRPr="0042609A">
              <w:rPr>
                <w:rFonts w:ascii="Lato" w:hAnsi="Lato" w:cs="Arial"/>
                <w:b/>
                <w:bCs/>
                <w:sz w:val="20"/>
                <w:szCs w:val="20"/>
                <w:lang w:val="pl-PL"/>
              </w:rPr>
              <w:t>0000</w:t>
            </w:r>
            <w:r w:rsidR="00AC394A" w:rsidRPr="0042609A">
              <w:rPr>
                <w:rFonts w:ascii="Lato" w:hAnsi="Lato" w:cs="Arial"/>
                <w:b/>
                <w:bCs/>
                <w:sz w:val="20"/>
                <w:szCs w:val="20"/>
              </w:rPr>
              <w:t>-ILGW</w:t>
            </w:r>
            <w:r w:rsidR="00AC394A" w:rsidRPr="0042609A">
              <w:rPr>
                <w:rFonts w:ascii="Lato" w:hAnsi="Lato" w:cs="Arial"/>
                <w:b/>
                <w:bCs/>
                <w:sz w:val="20"/>
                <w:szCs w:val="20"/>
                <w:lang w:val="pl-PL"/>
              </w:rPr>
              <w:t>.271.17.</w:t>
            </w:r>
            <w:r w:rsidR="00AC394A" w:rsidRPr="0042609A">
              <w:rPr>
                <w:rFonts w:ascii="Lato" w:hAnsi="Lato" w:cs="Arial"/>
                <w:b/>
                <w:bCs/>
                <w:sz w:val="20"/>
                <w:szCs w:val="20"/>
              </w:rPr>
              <w:t>201</w:t>
            </w:r>
            <w:r w:rsidR="00AC394A" w:rsidRPr="0042609A">
              <w:rPr>
                <w:rFonts w:ascii="Lato" w:hAnsi="Lato" w:cs="Arial"/>
                <w:b/>
                <w:bCs/>
                <w:sz w:val="20"/>
                <w:szCs w:val="20"/>
                <w:lang w:val="pl-PL"/>
              </w:rPr>
              <w:t>5 wraz z późniejszymi aneksami.</w:t>
            </w:r>
          </w:p>
          <w:p w14:paraId="15F36B60" w14:textId="77777777" w:rsidR="00004C2C" w:rsidRPr="0042609A" w:rsidRDefault="00004C2C" w:rsidP="00AF1026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>Dokument zawiera</w:t>
            </w:r>
            <w:r w:rsidR="008A4189" w:rsidRPr="0042609A">
              <w:rPr>
                <w:rFonts w:ascii="Lato" w:hAnsi="Lato"/>
              </w:rPr>
              <w:t xml:space="preserve"> specyfikacj</w:t>
            </w:r>
            <w:r w:rsidR="00695F77" w:rsidRPr="0042609A">
              <w:rPr>
                <w:rFonts w:ascii="Lato" w:hAnsi="Lato"/>
              </w:rPr>
              <w:t>ę</w:t>
            </w:r>
            <w:r w:rsidR="000A71C7" w:rsidRPr="0042609A">
              <w:rPr>
                <w:rFonts w:ascii="Lato" w:hAnsi="Lato"/>
              </w:rPr>
              <w:t xml:space="preserve"> </w:t>
            </w:r>
            <w:r w:rsidR="00AF1026" w:rsidRPr="0042609A">
              <w:rPr>
                <w:rFonts w:ascii="Lato" w:hAnsi="Lato"/>
              </w:rPr>
              <w:t xml:space="preserve">XML dla podmiotów w zakresie elektronicznej obsługi deklaracji uproszczonej </w:t>
            </w:r>
            <w:r w:rsidR="008949A0" w:rsidRPr="0042609A">
              <w:rPr>
                <w:rFonts w:ascii="Lato" w:hAnsi="Lato"/>
              </w:rPr>
              <w:t xml:space="preserve">dla podatku akcyzowego od </w:t>
            </w:r>
            <w:r w:rsidR="00AF1026" w:rsidRPr="0042609A">
              <w:rPr>
                <w:rFonts w:ascii="Lato" w:hAnsi="Lato"/>
              </w:rPr>
              <w:t xml:space="preserve">nabycia wewnątrzwspólnotowego </w:t>
            </w:r>
            <w:r w:rsidR="008949A0" w:rsidRPr="0042609A">
              <w:rPr>
                <w:rFonts w:ascii="Lato" w:hAnsi="Lato"/>
              </w:rPr>
              <w:t xml:space="preserve">samochodów osobowych </w:t>
            </w:r>
            <w:r w:rsidR="00AF1026" w:rsidRPr="0042609A">
              <w:rPr>
                <w:rFonts w:ascii="Lato" w:hAnsi="Lato"/>
              </w:rPr>
              <w:t>AKC-U</w:t>
            </w:r>
            <w:r w:rsidR="008949A0" w:rsidRPr="0042609A">
              <w:rPr>
                <w:rFonts w:ascii="Lato" w:hAnsi="Lato"/>
              </w:rPr>
              <w:t>/S</w:t>
            </w:r>
            <w:r w:rsidR="000A71C7" w:rsidRPr="0042609A">
              <w:rPr>
                <w:rFonts w:ascii="Lato" w:hAnsi="Lato"/>
              </w:rPr>
              <w:t xml:space="preserve"> </w:t>
            </w:r>
          </w:p>
        </w:tc>
      </w:tr>
      <w:tr w:rsidR="00BB6B75" w:rsidRPr="007D0A84" w14:paraId="5DB064FE" w14:textId="77777777" w:rsidTr="0044439F">
        <w:tc>
          <w:tcPr>
            <w:tcW w:w="1800" w:type="dxa"/>
          </w:tcPr>
          <w:p w14:paraId="42E8719F" w14:textId="77777777" w:rsidR="00BB6B75" w:rsidRPr="0042609A" w:rsidRDefault="00FF41D0" w:rsidP="004520B9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>Autor/</w:t>
            </w:r>
            <w:proofErr w:type="spellStart"/>
            <w:r w:rsidRPr="0042609A">
              <w:rPr>
                <w:rFonts w:ascii="Lato" w:hAnsi="Lato"/>
              </w:rPr>
              <w:t>rzy</w:t>
            </w:r>
            <w:proofErr w:type="spellEnd"/>
          </w:p>
        </w:tc>
        <w:tc>
          <w:tcPr>
            <w:tcW w:w="7560" w:type="dxa"/>
          </w:tcPr>
          <w:p w14:paraId="6A5BC563" w14:textId="77777777" w:rsidR="00BB6B75" w:rsidRPr="0042609A" w:rsidRDefault="008A4189" w:rsidP="004520B9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 xml:space="preserve">Projektant – </w:t>
            </w:r>
            <w:r w:rsidR="0068043F" w:rsidRPr="0042609A">
              <w:rPr>
                <w:rFonts w:ascii="Lato" w:hAnsi="Lato"/>
              </w:rPr>
              <w:t>Rafał Złot</w:t>
            </w:r>
            <w:r w:rsidR="00DB2CF4" w:rsidRPr="0042609A">
              <w:rPr>
                <w:rFonts w:ascii="Lato" w:hAnsi="Lato"/>
              </w:rPr>
              <w:t>y</w:t>
            </w:r>
            <w:r w:rsidR="002D5F51" w:rsidRPr="0042609A">
              <w:rPr>
                <w:rFonts w:ascii="Lato" w:hAnsi="Lato"/>
              </w:rPr>
              <w:t>,</w:t>
            </w:r>
            <w:r w:rsidR="008949A0" w:rsidRPr="0042609A">
              <w:rPr>
                <w:rFonts w:ascii="Lato" w:hAnsi="Lato"/>
              </w:rPr>
              <w:t xml:space="preserve"> Wojciech Salomon; </w:t>
            </w:r>
            <w:r w:rsidR="002D5F51" w:rsidRPr="0042609A">
              <w:rPr>
                <w:rFonts w:ascii="Lato" w:hAnsi="Lato"/>
              </w:rPr>
              <w:t xml:space="preserve"> Analityk - Bogdan Schmidt</w:t>
            </w:r>
          </w:p>
        </w:tc>
      </w:tr>
      <w:tr w:rsidR="0044439F" w:rsidRPr="007D0A84" w14:paraId="7C165765" w14:textId="77777777" w:rsidTr="0044439F">
        <w:tc>
          <w:tcPr>
            <w:tcW w:w="1800" w:type="dxa"/>
          </w:tcPr>
          <w:p w14:paraId="531F520B" w14:textId="77777777" w:rsidR="0044439F" w:rsidRPr="0042609A" w:rsidRDefault="0044439F" w:rsidP="004520B9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>Nazwa pliku</w:t>
            </w:r>
          </w:p>
        </w:tc>
        <w:tc>
          <w:tcPr>
            <w:tcW w:w="7560" w:type="dxa"/>
          </w:tcPr>
          <w:p w14:paraId="5982702D" w14:textId="6FDE25F0" w:rsidR="0044439F" w:rsidRPr="0042609A" w:rsidRDefault="0044439F" w:rsidP="004520B9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fldChar w:fldCharType="begin"/>
            </w:r>
            <w:r w:rsidRPr="0042609A">
              <w:rPr>
                <w:rFonts w:ascii="Lato" w:hAnsi="Lato"/>
              </w:rPr>
              <w:instrText xml:space="preserve"> FILENAME   \* MERGEFORMAT </w:instrText>
            </w:r>
            <w:r w:rsidRPr="0042609A">
              <w:rPr>
                <w:rFonts w:ascii="Lato" w:hAnsi="Lato"/>
              </w:rPr>
              <w:fldChar w:fldCharType="separate"/>
            </w:r>
            <w:r w:rsidRPr="0042609A">
              <w:rPr>
                <w:rFonts w:ascii="Lato" w:hAnsi="Lato"/>
                <w:noProof/>
              </w:rPr>
              <w:t>ZF2-PWT-KXML-AKCUS_v2.2.doc</w:t>
            </w:r>
            <w:r w:rsidRPr="0042609A">
              <w:rPr>
                <w:rFonts w:ascii="Lato" w:hAnsi="Lato"/>
              </w:rPr>
              <w:fldChar w:fldCharType="end"/>
            </w:r>
          </w:p>
        </w:tc>
      </w:tr>
      <w:tr w:rsidR="0044439F" w:rsidRPr="007D0A84" w14:paraId="4A168A47" w14:textId="77777777" w:rsidTr="0044439F">
        <w:tc>
          <w:tcPr>
            <w:tcW w:w="1800" w:type="dxa"/>
          </w:tcPr>
          <w:p w14:paraId="66849148" w14:textId="65928814" w:rsidR="0044439F" w:rsidRPr="0042609A" w:rsidRDefault="0044439F" w:rsidP="0044439F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t>Liczba stron</w:t>
            </w:r>
          </w:p>
        </w:tc>
        <w:tc>
          <w:tcPr>
            <w:tcW w:w="7560" w:type="dxa"/>
          </w:tcPr>
          <w:p w14:paraId="0BB56CAB" w14:textId="5376B75A" w:rsidR="0044439F" w:rsidRPr="0042609A" w:rsidRDefault="0044439F" w:rsidP="0044439F">
            <w:pPr>
              <w:pStyle w:val="Tabelazwyky"/>
              <w:rPr>
                <w:rFonts w:ascii="Lato" w:hAnsi="Lato"/>
              </w:rPr>
            </w:pPr>
            <w:r w:rsidRPr="0042609A">
              <w:rPr>
                <w:rFonts w:ascii="Lato" w:hAnsi="Lato"/>
              </w:rPr>
              <w:fldChar w:fldCharType="begin"/>
            </w:r>
            <w:r w:rsidRPr="0042609A">
              <w:rPr>
                <w:rFonts w:ascii="Lato" w:hAnsi="Lato"/>
              </w:rPr>
              <w:instrText xml:space="preserve"> NUMPAGES   \* MERGEFORMAT </w:instrText>
            </w:r>
            <w:r w:rsidRPr="0042609A">
              <w:rPr>
                <w:rFonts w:ascii="Lato" w:hAnsi="Lato"/>
              </w:rPr>
              <w:fldChar w:fldCharType="separate"/>
            </w:r>
            <w:r w:rsidR="00902B2B">
              <w:rPr>
                <w:rFonts w:ascii="Lato" w:hAnsi="Lato"/>
                <w:noProof/>
              </w:rPr>
              <w:t>15</w:t>
            </w:r>
            <w:r w:rsidRPr="0042609A">
              <w:rPr>
                <w:rFonts w:ascii="Lato" w:hAnsi="Lato"/>
                <w:noProof/>
              </w:rPr>
              <w:fldChar w:fldCharType="end"/>
            </w:r>
          </w:p>
        </w:tc>
      </w:tr>
    </w:tbl>
    <w:p w14:paraId="3E7B394D" w14:textId="716710B7" w:rsidR="0042609A" w:rsidRDefault="0042609A" w:rsidP="0042609A">
      <w:pPr>
        <w:pStyle w:val="Legenda"/>
        <w:keepNext/>
      </w:pPr>
      <w:bookmarkStart w:id="1" w:name="_Toc177977587"/>
      <w:r>
        <w:t xml:space="preserve">Tabela </w:t>
      </w:r>
      <w:fldSimple w:instr=" SEQ Tabela \* ARABIC ">
        <w:r w:rsidR="009F5FAD">
          <w:rPr>
            <w:noProof/>
          </w:rPr>
          <w:t>2</w:t>
        </w:r>
      </w:fldSimple>
      <w:r>
        <w:t>.</w:t>
      </w:r>
      <w:r w:rsidRPr="005762EC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305"/>
        <w:gridCol w:w="936"/>
      </w:tblGrid>
      <w:tr w:rsidR="005366D3" w:rsidRPr="007D0A84" w14:paraId="0484D53F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08189D93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</w:tcPr>
          <w:p w14:paraId="3361CE12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</w:tcPr>
          <w:p w14:paraId="4A2B4ED2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</w:tcPr>
          <w:p w14:paraId="7A7BB6A9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</w:tcPr>
          <w:p w14:paraId="771B7291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</w:tcPr>
          <w:p w14:paraId="73072A92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305" w:type="dxa"/>
          </w:tcPr>
          <w:p w14:paraId="74F913A7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936" w:type="dxa"/>
          </w:tcPr>
          <w:p w14:paraId="1273EE2C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8949A0" w:rsidRPr="00C8597A" w14:paraId="5A2358D3" w14:textId="77777777" w:rsidTr="0044439F">
        <w:tc>
          <w:tcPr>
            <w:tcW w:w="797" w:type="dxa"/>
          </w:tcPr>
          <w:p w14:paraId="76F57B65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28BC3A8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6DDE884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2017-08-01</w:t>
            </w:r>
          </w:p>
        </w:tc>
        <w:tc>
          <w:tcPr>
            <w:tcW w:w="2400" w:type="dxa"/>
          </w:tcPr>
          <w:p w14:paraId="0A2DB353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6452071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74FA45BF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4052A127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936" w:type="dxa"/>
          </w:tcPr>
          <w:p w14:paraId="3CFD3D3E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F5591" w:rsidRPr="00C8597A" w14:paraId="26B2D807" w14:textId="77777777" w:rsidTr="0044439F">
        <w:tc>
          <w:tcPr>
            <w:tcW w:w="797" w:type="dxa"/>
          </w:tcPr>
          <w:p w14:paraId="191386AC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D223D2B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45915571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2017-09-12</w:t>
            </w:r>
          </w:p>
        </w:tc>
        <w:tc>
          <w:tcPr>
            <w:tcW w:w="2400" w:type="dxa"/>
          </w:tcPr>
          <w:p w14:paraId="73879A14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Wprowadzenie poprawek w związku ze zgłoszonymi uwagami do </w:t>
            </w: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xsd</w:t>
            </w:r>
            <w:proofErr w:type="spellEnd"/>
          </w:p>
        </w:tc>
        <w:tc>
          <w:tcPr>
            <w:tcW w:w="720" w:type="dxa"/>
          </w:tcPr>
          <w:p w14:paraId="342EDCCA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4D8FE0A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13967225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W.Salamon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0DA5A4E0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F5591" w:rsidRPr="00C8597A" w14:paraId="389FDDE4" w14:textId="77777777" w:rsidTr="0044439F">
        <w:tc>
          <w:tcPr>
            <w:tcW w:w="797" w:type="dxa"/>
          </w:tcPr>
          <w:p w14:paraId="3616564A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1F9353E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07C55A1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CEDCD9D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9F5EEDB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AD913D6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54DACF22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W.Salamon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694935BF" w14:textId="77777777" w:rsidR="009F5591" w:rsidRPr="0042609A" w:rsidRDefault="009F5591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2017-09-14</w:t>
            </w:r>
          </w:p>
        </w:tc>
      </w:tr>
      <w:tr w:rsidR="008949A0" w:rsidRPr="00C8597A" w14:paraId="6F14B181" w14:textId="77777777" w:rsidTr="0044439F">
        <w:tc>
          <w:tcPr>
            <w:tcW w:w="797" w:type="dxa"/>
          </w:tcPr>
          <w:p w14:paraId="6810572E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5ED7A5E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27C4F41" w14:textId="77777777" w:rsidR="008949A0" w:rsidRPr="0042609A" w:rsidRDefault="008949A0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2017-09-1</w:t>
            </w:r>
            <w:r w:rsidR="009F5591"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400" w:type="dxa"/>
          </w:tcPr>
          <w:p w14:paraId="45F921B1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018E5C2B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D72A16E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305" w:type="dxa"/>
          </w:tcPr>
          <w:p w14:paraId="41A7E190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936" w:type="dxa"/>
          </w:tcPr>
          <w:p w14:paraId="60852621" w14:textId="77777777" w:rsidR="008949A0" w:rsidRPr="0042609A" w:rsidRDefault="008949A0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6B0029" w:rsidRPr="00AC394A" w14:paraId="2F0F1145" w14:textId="77777777" w:rsidTr="0044439F">
        <w:tc>
          <w:tcPr>
            <w:tcW w:w="797" w:type="dxa"/>
          </w:tcPr>
          <w:p w14:paraId="07EA82D3" w14:textId="77777777" w:rsidR="006B0029" w:rsidRPr="0042609A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A98DED" w14:textId="77777777" w:rsidR="006B0029" w:rsidRPr="0042609A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5B69C8E" w14:textId="77777777" w:rsidR="006B0029" w:rsidRPr="0042609A" w:rsidRDefault="006B0029" w:rsidP="009F55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2018-11-08</w:t>
            </w:r>
          </w:p>
        </w:tc>
        <w:tc>
          <w:tcPr>
            <w:tcW w:w="2400" w:type="dxa"/>
          </w:tcPr>
          <w:p w14:paraId="29A0DD29" w14:textId="77777777" w:rsidR="006B0029" w:rsidRPr="0042609A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Wprowadzenie poprawek w związku ze zmianami w </w:t>
            </w: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schemach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720" w:type="dxa"/>
          </w:tcPr>
          <w:p w14:paraId="1B51451D" w14:textId="77777777" w:rsidR="006B0029" w:rsidRPr="0042609A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7D52D7F" w14:textId="77777777" w:rsidR="006B0029" w:rsidRPr="0042609A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683F314F" w14:textId="77777777" w:rsidR="006B0029" w:rsidRPr="0042609A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936" w:type="dxa"/>
          </w:tcPr>
          <w:p w14:paraId="5B538B2D" w14:textId="77777777" w:rsidR="006B0029" w:rsidRPr="0042609A" w:rsidRDefault="006B0029" w:rsidP="00EA103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AC394A" w:rsidRPr="00C8597A" w14:paraId="16A68DDE" w14:textId="77777777" w:rsidTr="0044439F">
        <w:tc>
          <w:tcPr>
            <w:tcW w:w="797" w:type="dxa"/>
          </w:tcPr>
          <w:p w14:paraId="70164853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21E18433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0.1</w:t>
            </w:r>
          </w:p>
        </w:tc>
        <w:tc>
          <w:tcPr>
            <w:tcW w:w="1326" w:type="dxa"/>
          </w:tcPr>
          <w:p w14:paraId="63996FAB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2019-08-12</w:t>
            </w:r>
          </w:p>
        </w:tc>
        <w:tc>
          <w:tcPr>
            <w:tcW w:w="2400" w:type="dxa"/>
          </w:tcPr>
          <w:p w14:paraId="105DD67B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Wprowadzenie poprawek w związku z</w:t>
            </w:r>
            <w:r w:rsidR="00BD72C4"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WZ 3/R (zmiana okresu obowiązywania)</w:t>
            </w:r>
          </w:p>
        </w:tc>
        <w:tc>
          <w:tcPr>
            <w:tcW w:w="720" w:type="dxa"/>
          </w:tcPr>
          <w:p w14:paraId="7AF9DA9D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E44A023" w14:textId="77777777" w:rsidR="00AC394A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1.4</w:t>
            </w:r>
          </w:p>
        </w:tc>
        <w:tc>
          <w:tcPr>
            <w:tcW w:w="1305" w:type="dxa"/>
          </w:tcPr>
          <w:p w14:paraId="09C03629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2DEA7566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AC394A" w:rsidRPr="00C8597A" w14:paraId="7DE3A75D" w14:textId="77777777" w:rsidTr="0044439F">
        <w:tc>
          <w:tcPr>
            <w:tcW w:w="797" w:type="dxa"/>
          </w:tcPr>
          <w:p w14:paraId="0E9D3FE3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1A8B0D2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0.1</w:t>
            </w:r>
          </w:p>
        </w:tc>
        <w:tc>
          <w:tcPr>
            <w:tcW w:w="1326" w:type="dxa"/>
          </w:tcPr>
          <w:p w14:paraId="7F943B75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4B9E92B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B330598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6A4C26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7BF7FC8E" w14:textId="77777777" w:rsidR="00AC394A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936" w:type="dxa"/>
          </w:tcPr>
          <w:p w14:paraId="73A0E0F9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2019-0</w:t>
            </w:r>
            <w:r w:rsidR="005B45CB"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8</w:t>
            </w: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-1</w:t>
            </w:r>
            <w:r w:rsidR="005B45CB"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</w:tr>
      <w:tr w:rsidR="00AC394A" w:rsidRPr="00C8597A" w14:paraId="432EEAEE" w14:textId="77777777" w:rsidTr="0044439F">
        <w:tc>
          <w:tcPr>
            <w:tcW w:w="797" w:type="dxa"/>
          </w:tcPr>
          <w:p w14:paraId="2198A52E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78059C11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0.1</w:t>
            </w:r>
          </w:p>
        </w:tc>
        <w:tc>
          <w:tcPr>
            <w:tcW w:w="1326" w:type="dxa"/>
          </w:tcPr>
          <w:p w14:paraId="0A412786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</w:t>
            </w:r>
            <w:r w:rsidR="005B45CB"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9</w:t>
            </w: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-0</w:t>
            </w:r>
            <w:r w:rsidR="005B45CB"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8</w:t>
            </w: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-1</w:t>
            </w:r>
            <w:r w:rsidR="005B45CB"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2400" w:type="dxa"/>
          </w:tcPr>
          <w:p w14:paraId="0095F02A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32B1C61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7EC73A7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305" w:type="dxa"/>
          </w:tcPr>
          <w:p w14:paraId="451DBEC6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936" w:type="dxa"/>
          </w:tcPr>
          <w:p w14:paraId="212C7FC8" w14:textId="77777777" w:rsidR="00AC394A" w:rsidRPr="0042609A" w:rsidRDefault="00AC394A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BD72C4" w:rsidRPr="00C8597A" w14:paraId="1074FCA8" w14:textId="77777777" w:rsidTr="0044439F">
        <w:tc>
          <w:tcPr>
            <w:tcW w:w="797" w:type="dxa"/>
          </w:tcPr>
          <w:p w14:paraId="79F78D0A" w14:textId="77777777" w:rsidR="00BD72C4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2</w:t>
            </w:r>
          </w:p>
        </w:tc>
        <w:tc>
          <w:tcPr>
            <w:tcW w:w="877" w:type="dxa"/>
          </w:tcPr>
          <w:p w14:paraId="28EABE02" w14:textId="77777777" w:rsidR="00BD72C4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088127D" w14:textId="77777777" w:rsidR="00BD72C4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2019-08-12</w:t>
            </w:r>
          </w:p>
        </w:tc>
        <w:tc>
          <w:tcPr>
            <w:tcW w:w="2400" w:type="dxa"/>
          </w:tcPr>
          <w:p w14:paraId="0F3A355B" w14:textId="77777777" w:rsidR="00BD72C4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Wprowadzenie poprawek w związku z WZ 3/R</w:t>
            </w:r>
          </w:p>
        </w:tc>
        <w:tc>
          <w:tcPr>
            <w:tcW w:w="720" w:type="dxa"/>
          </w:tcPr>
          <w:p w14:paraId="471DA5C5" w14:textId="77777777" w:rsidR="00BD72C4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76D5BDE" w14:textId="77777777" w:rsidR="00BD72C4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1.4</w:t>
            </w:r>
          </w:p>
        </w:tc>
        <w:tc>
          <w:tcPr>
            <w:tcW w:w="1305" w:type="dxa"/>
          </w:tcPr>
          <w:p w14:paraId="196A43AB" w14:textId="77777777" w:rsidR="00BD72C4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1CB2BFCE" w14:textId="77777777" w:rsidR="00BD72C4" w:rsidRPr="0042609A" w:rsidRDefault="00BD72C4" w:rsidP="00C3167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D72C4" w:rsidRPr="00C8597A" w14:paraId="37D6F3B0" w14:textId="77777777" w:rsidTr="0044439F">
        <w:tc>
          <w:tcPr>
            <w:tcW w:w="797" w:type="dxa"/>
          </w:tcPr>
          <w:p w14:paraId="730D830F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869C1F8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C433A1C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A19170A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F95D6CA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25DDC7A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05DFE6AD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936" w:type="dxa"/>
          </w:tcPr>
          <w:p w14:paraId="79A130B8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2019-08-12</w:t>
            </w:r>
          </w:p>
        </w:tc>
      </w:tr>
      <w:tr w:rsidR="00BD72C4" w:rsidRPr="00C8597A" w14:paraId="2F770F9E" w14:textId="77777777" w:rsidTr="0044439F">
        <w:tc>
          <w:tcPr>
            <w:tcW w:w="797" w:type="dxa"/>
          </w:tcPr>
          <w:p w14:paraId="4C4F6FB1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1E7CC174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316450D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2019-08-12</w:t>
            </w:r>
          </w:p>
        </w:tc>
        <w:tc>
          <w:tcPr>
            <w:tcW w:w="2400" w:type="dxa"/>
          </w:tcPr>
          <w:p w14:paraId="7863C941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72CB209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8B6BAA3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305" w:type="dxa"/>
          </w:tcPr>
          <w:p w14:paraId="15230856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936" w:type="dxa"/>
          </w:tcPr>
          <w:p w14:paraId="7C038E4D" w14:textId="77777777" w:rsidR="00BD72C4" w:rsidRPr="0042609A" w:rsidRDefault="00BD72C4" w:rsidP="00BD72C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C70218" w:rsidRPr="00C8597A" w14:paraId="5E5F1932" w14:textId="77777777" w:rsidTr="0044439F">
        <w:tc>
          <w:tcPr>
            <w:tcW w:w="797" w:type="dxa"/>
          </w:tcPr>
          <w:p w14:paraId="059EECC1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3CED5F1C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9669B72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2020-02-14</w:t>
            </w:r>
          </w:p>
        </w:tc>
        <w:tc>
          <w:tcPr>
            <w:tcW w:w="2400" w:type="dxa"/>
          </w:tcPr>
          <w:p w14:paraId="7066624A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Zmiana </w:t>
            </w: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wesji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schemy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od 1.03.2020</w:t>
            </w:r>
          </w:p>
        </w:tc>
        <w:tc>
          <w:tcPr>
            <w:tcW w:w="720" w:type="dxa"/>
          </w:tcPr>
          <w:p w14:paraId="22D5B715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BDD6064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1.4</w:t>
            </w:r>
          </w:p>
        </w:tc>
        <w:tc>
          <w:tcPr>
            <w:tcW w:w="1305" w:type="dxa"/>
          </w:tcPr>
          <w:p w14:paraId="76C7CC45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936" w:type="dxa"/>
          </w:tcPr>
          <w:p w14:paraId="69F45B4A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70218" w:rsidRPr="00C8597A" w14:paraId="3EC04521" w14:textId="77777777" w:rsidTr="0044439F">
        <w:tc>
          <w:tcPr>
            <w:tcW w:w="797" w:type="dxa"/>
          </w:tcPr>
          <w:p w14:paraId="015681EA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EC28CF3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8A64728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E0498BB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164178C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7E838FE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305" w:type="dxa"/>
          </w:tcPr>
          <w:p w14:paraId="12DF27BE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936" w:type="dxa"/>
          </w:tcPr>
          <w:p w14:paraId="160451BC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2020-02-17</w:t>
            </w:r>
          </w:p>
        </w:tc>
      </w:tr>
      <w:tr w:rsidR="00C70218" w:rsidRPr="00C8597A" w14:paraId="281CA905" w14:textId="77777777" w:rsidTr="0044439F">
        <w:tc>
          <w:tcPr>
            <w:tcW w:w="797" w:type="dxa"/>
          </w:tcPr>
          <w:p w14:paraId="7128E6CA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92AD17D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AB376DD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2020-02-17</w:t>
            </w:r>
          </w:p>
        </w:tc>
        <w:tc>
          <w:tcPr>
            <w:tcW w:w="2400" w:type="dxa"/>
          </w:tcPr>
          <w:p w14:paraId="21E3B695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7E031BE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EE12808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305" w:type="dxa"/>
          </w:tcPr>
          <w:p w14:paraId="0EC984DD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936" w:type="dxa"/>
          </w:tcPr>
          <w:p w14:paraId="63FAD079" w14:textId="77777777" w:rsidR="00C70218" w:rsidRPr="0042609A" w:rsidRDefault="00C70218" w:rsidP="000627D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2609A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</w:tbl>
    <w:p w14:paraId="6E8CF057" w14:textId="77777777" w:rsidR="00C70218" w:rsidRDefault="00C70218" w:rsidP="003D25AE"/>
    <w:p w14:paraId="2FED3D68" w14:textId="77777777" w:rsidR="00A45A2F" w:rsidRPr="0042609A" w:rsidRDefault="000C7901" w:rsidP="003D25AE">
      <w:pPr>
        <w:rPr>
          <w:rFonts w:ascii="Lato" w:hAnsi="Lato"/>
        </w:rPr>
      </w:pPr>
      <w:r w:rsidRPr="0042609A">
        <w:rPr>
          <w:rFonts w:ascii="Lato" w:hAnsi="Lato"/>
        </w:rPr>
        <w:t xml:space="preserve"> </w:t>
      </w:r>
      <w:r w:rsidR="00A45A2F" w:rsidRPr="0042609A">
        <w:rPr>
          <w:rFonts w:ascii="Lato" w:hAnsi="Lato"/>
        </w:rPr>
        <w:t>(*) Akcje: W = Wstaw, Z = Zamień, We = Weryfikuj, N = Nowy</w:t>
      </w:r>
    </w:p>
    <w:p w14:paraId="3B5985BD" w14:textId="77777777" w:rsidR="00A45A2F" w:rsidRPr="0042609A" w:rsidRDefault="00A45A2F" w:rsidP="003D25AE">
      <w:pPr>
        <w:rPr>
          <w:rFonts w:ascii="Lato" w:hAnsi="Lato"/>
        </w:rPr>
      </w:pPr>
      <w:r w:rsidRPr="0042609A">
        <w:rPr>
          <w:rFonts w:ascii="Lato" w:hAnsi="Lato"/>
        </w:rPr>
        <w:t>(**) Rozdziały: W = Wszystkie</w:t>
      </w:r>
    </w:p>
    <w:p w14:paraId="746C7E05" w14:textId="77777777" w:rsidR="00561FE8" w:rsidRPr="0042609A" w:rsidRDefault="00A45A2F" w:rsidP="003D25AE">
      <w:pPr>
        <w:rPr>
          <w:rFonts w:ascii="Lato" w:hAnsi="Lato"/>
        </w:rPr>
      </w:pPr>
      <w:r w:rsidRPr="0042609A">
        <w:rPr>
          <w:rFonts w:ascii="Lato" w:hAnsi="Lato"/>
        </w:rPr>
        <w:t>(***) Autorzy: patrz metryka dokumentu</w:t>
      </w:r>
    </w:p>
    <w:p w14:paraId="012B8845" w14:textId="666CE656" w:rsidR="003B59A0" w:rsidRPr="009F5FAD" w:rsidRDefault="00561FE8" w:rsidP="003B59A0">
      <w:pPr>
        <w:pStyle w:val="PJPtekst"/>
        <w:ind w:left="0"/>
        <w:rPr>
          <w:rFonts w:ascii="Lato" w:hAnsi="Lato"/>
          <w:sz w:val="40"/>
          <w:szCs w:val="40"/>
        </w:rPr>
      </w:pPr>
      <w:r>
        <w:br w:type="page"/>
      </w:r>
      <w:r w:rsidR="009F5FAD">
        <w:rPr>
          <w:rFonts w:ascii="Lato" w:hAnsi="Lato"/>
          <w:sz w:val="40"/>
          <w:szCs w:val="40"/>
        </w:rPr>
        <w:lastRenderedPageBreak/>
        <w:t>Spis Treści</w:t>
      </w:r>
    </w:p>
    <w:p w14:paraId="20F96647" w14:textId="2C1E90EC" w:rsidR="009F5FAD" w:rsidRPr="009F5FAD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r w:rsidRPr="009F5FAD">
        <w:rPr>
          <w:rFonts w:ascii="Lato" w:hAnsi="Lato"/>
          <w:b w:val="0"/>
          <w:bCs w:val="0"/>
        </w:rPr>
        <w:fldChar w:fldCharType="begin"/>
      </w:r>
      <w:r w:rsidRPr="009F5FAD">
        <w:rPr>
          <w:rFonts w:ascii="Lato" w:hAnsi="Lato"/>
          <w:b w:val="0"/>
          <w:bCs w:val="0"/>
        </w:rPr>
        <w:instrText xml:space="preserve"> TOC \o "1-3" \h \z \u </w:instrText>
      </w:r>
      <w:r w:rsidRPr="009F5FAD">
        <w:rPr>
          <w:rFonts w:ascii="Lato" w:hAnsi="Lato"/>
          <w:b w:val="0"/>
          <w:bCs w:val="0"/>
        </w:rPr>
        <w:fldChar w:fldCharType="separate"/>
      </w:r>
      <w:hyperlink w:anchor="_Toc177977564" w:history="1"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SPIS TABEL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ab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instrText xml:space="preserve"> PAGEREF _Toc177977564 \h </w:instrTex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>5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1AD56C64" w14:textId="3CB3471B" w:rsidR="009F5FAD" w:rsidRPr="009F5FAD" w:rsidRDefault="00902B2B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77565" w:history="1"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SPIS RYSUNKÓW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ab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instrText xml:space="preserve"> PAGEREF _Toc177977565 \h </w:instrTex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>6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08ABED75" w14:textId="3D146CAB" w:rsidR="009F5FAD" w:rsidRPr="009F5FAD" w:rsidRDefault="00902B2B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77566" w:history="1"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1.</w:t>
        </w:r>
        <w:r w:rsidR="009F5FAD" w:rsidRPr="009F5FAD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Opis dokumentu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ab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instrText xml:space="preserve"> PAGEREF _Toc177977566 \h </w:instrTex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>7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46C14CAA" w14:textId="40F0383F" w:rsidR="009F5FAD" w:rsidRPr="009F5FAD" w:rsidRDefault="00902B2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67" w:history="1">
        <w:r w:rsidR="009F5FAD" w:rsidRPr="009F5FAD">
          <w:rPr>
            <w:rStyle w:val="Hipercze"/>
            <w:rFonts w:ascii="Lato" w:hAnsi="Lato"/>
            <w:noProof/>
          </w:rPr>
          <w:t>1.1.</w:t>
        </w:r>
        <w:r w:rsidR="009F5FAD" w:rsidRPr="009F5FAD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Cel dokumentu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_Toc177977567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7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00A6E137" w14:textId="0D7E949E" w:rsidR="009F5FAD" w:rsidRPr="009F5FAD" w:rsidRDefault="00902B2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68" w:history="1">
        <w:r w:rsidR="009F5FAD" w:rsidRPr="009F5FAD">
          <w:rPr>
            <w:rStyle w:val="Hipercze"/>
            <w:rFonts w:ascii="Lato" w:hAnsi="Lato"/>
            <w:noProof/>
          </w:rPr>
          <w:t>1.2.</w:t>
        </w:r>
        <w:r w:rsidR="009F5FAD" w:rsidRPr="009F5FAD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Komunikat AKC-U/S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_Toc177977568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7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1D1AAB16" w14:textId="7DDEEACA" w:rsidR="009F5FAD" w:rsidRPr="009F5FAD" w:rsidRDefault="00902B2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69" w:history="1">
        <w:r w:rsidR="009F5FAD" w:rsidRPr="009F5FAD">
          <w:rPr>
            <w:rStyle w:val="Hipercze"/>
            <w:rFonts w:ascii="Lato" w:hAnsi="Lato"/>
            <w:noProof/>
          </w:rPr>
          <w:t>1.3.</w:t>
        </w:r>
        <w:r w:rsidR="009F5FAD" w:rsidRPr="009F5FAD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Zastosowanie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_Toc177977569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7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23223600" w14:textId="4ABB7302" w:rsidR="009F5FAD" w:rsidRPr="009F5FAD" w:rsidRDefault="00902B2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70" w:history="1">
        <w:r w:rsidR="009F5FAD" w:rsidRPr="009F5FAD">
          <w:rPr>
            <w:rStyle w:val="Hipercze"/>
            <w:rFonts w:ascii="Lato" w:hAnsi="Lato"/>
            <w:noProof/>
          </w:rPr>
          <w:t>1.4.</w:t>
        </w:r>
        <w:r w:rsidR="009F5FAD" w:rsidRPr="009F5FAD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Obowiązywanie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_Toc177977570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7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727E5628" w14:textId="41B6A608" w:rsidR="009F5FAD" w:rsidRPr="009F5FAD" w:rsidRDefault="00902B2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71" w:history="1">
        <w:r w:rsidR="009F5FAD" w:rsidRPr="009F5FAD">
          <w:rPr>
            <w:rStyle w:val="Hipercze"/>
            <w:rFonts w:ascii="Lato" w:hAnsi="Lato"/>
            <w:noProof/>
          </w:rPr>
          <w:t>1.5.</w:t>
        </w:r>
        <w:r w:rsidR="009F5FAD" w:rsidRPr="009F5FAD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Dokumenty obowiązujące i pomocnicze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_Toc177977571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8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73BC2EE8" w14:textId="3DE32D55" w:rsidR="009F5FAD" w:rsidRPr="009F5FAD" w:rsidRDefault="00902B2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77572" w:history="1">
        <w:r w:rsidR="009F5FAD" w:rsidRPr="009F5FAD">
          <w:rPr>
            <w:rStyle w:val="Hipercze"/>
            <w:rFonts w:ascii="Lato" w:hAnsi="Lato"/>
            <w:noProof/>
          </w:rPr>
          <w:t>1.5.1.</w:t>
        </w:r>
        <w:r w:rsidR="009F5FAD" w:rsidRPr="009F5FAD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Dokumenty obowiązujące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_Toc177977572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8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156071F2" w14:textId="515BA1FB" w:rsidR="009F5FAD" w:rsidRPr="009F5FAD" w:rsidRDefault="00902B2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77573" w:history="1">
        <w:r w:rsidR="009F5FAD" w:rsidRPr="009F5FAD">
          <w:rPr>
            <w:rStyle w:val="Hipercze"/>
            <w:rFonts w:ascii="Lato" w:hAnsi="Lato"/>
            <w:noProof/>
          </w:rPr>
          <w:t>1.5.2.</w:t>
        </w:r>
        <w:r w:rsidR="009F5FAD" w:rsidRPr="009F5FAD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Dokumenty pomocnicze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_Toc177977573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8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3000078A" w14:textId="1B3952D1" w:rsidR="009F5FAD" w:rsidRPr="009F5FAD" w:rsidRDefault="00902B2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74" w:history="1">
        <w:r w:rsidR="009F5FAD" w:rsidRPr="009F5FAD">
          <w:rPr>
            <w:rStyle w:val="Hipercze"/>
            <w:rFonts w:ascii="Lato" w:hAnsi="Lato"/>
            <w:noProof/>
          </w:rPr>
          <w:t>1.6.</w:t>
        </w:r>
        <w:r w:rsidR="009F5FAD" w:rsidRPr="009F5FAD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Słownik przyjętych skrótów i terminów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_Toc177977574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8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0C2DFC92" w14:textId="29578ABD" w:rsidR="009F5FAD" w:rsidRPr="009F5FAD" w:rsidRDefault="00902B2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77575" w:history="1">
        <w:r w:rsidR="009F5FAD" w:rsidRPr="009F5FAD">
          <w:rPr>
            <w:rStyle w:val="Hipercze"/>
            <w:rFonts w:ascii="Lato" w:hAnsi="Lato"/>
            <w:noProof/>
          </w:rPr>
          <w:t>1.6.1.</w:t>
        </w:r>
        <w:r w:rsidR="009F5FAD" w:rsidRPr="009F5FAD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Skróty i akronimy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_Toc177977575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8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5B3F32CC" w14:textId="5DA3A763" w:rsidR="009F5FAD" w:rsidRPr="009F5FAD" w:rsidRDefault="00902B2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77576" w:history="1">
        <w:r w:rsidR="009F5FAD" w:rsidRPr="009F5FAD">
          <w:rPr>
            <w:rStyle w:val="Hipercze"/>
            <w:rFonts w:ascii="Lato" w:hAnsi="Lato"/>
            <w:noProof/>
          </w:rPr>
          <w:t>1.6.2.</w:t>
        </w:r>
        <w:r w:rsidR="009F5FAD" w:rsidRPr="009F5FAD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Terminy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_Toc177977576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10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228C9A12" w14:textId="7D02D40F" w:rsidR="009F5FAD" w:rsidRPr="009F5FAD" w:rsidRDefault="00902B2B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77577" w:history="1"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2.</w:t>
        </w:r>
        <w:r w:rsidR="009F5FAD" w:rsidRPr="009F5FAD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Zawartość merytoryczna dokumentu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ab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instrText xml:space="preserve"> PAGEREF _Toc177977577 \h </w:instrTex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>11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06FF75D7" w14:textId="673F4106" w:rsidR="009F5FAD" w:rsidRPr="009F5FAD" w:rsidRDefault="00902B2B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77578" w:history="1"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3.</w:t>
        </w:r>
        <w:r w:rsidR="009F5FAD" w:rsidRPr="009F5FAD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Specyfikacja deklaracji AKC-U/S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ab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instrText xml:space="preserve"> PAGEREF _Toc177977578 \h </w:instrTex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>12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11586FA8" w14:textId="1B4CDBA2" w:rsidR="009F5FAD" w:rsidRPr="009F5FAD" w:rsidRDefault="00902B2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79" w:history="1">
        <w:r w:rsidR="009F5FAD" w:rsidRPr="009F5FAD">
          <w:rPr>
            <w:rStyle w:val="Hipercze"/>
            <w:rFonts w:ascii="Lato" w:hAnsi="Lato"/>
            <w:noProof/>
          </w:rPr>
          <w:t>3.1.</w:t>
        </w:r>
        <w:r w:rsidR="009F5FAD" w:rsidRPr="009F5FAD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Reguły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_Toc177977579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15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08C03C81" w14:textId="2761E6F8" w:rsidR="009F5FAD" w:rsidRPr="009F5FAD" w:rsidRDefault="00902B2B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7977580" w:history="1"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4.</w:t>
        </w:r>
        <w:r w:rsidR="009F5FAD" w:rsidRPr="009F5FAD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b w:val="0"/>
            <w:bCs w:val="0"/>
            <w:noProof/>
          </w:rPr>
          <w:t>Załączniki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ab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instrText xml:space="preserve"> PAGEREF _Toc177977580 \h </w:instrTex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t>16</w:t>
        </w:r>
        <w:r w:rsidR="009F5FAD" w:rsidRPr="009F5FAD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51DDC461" w14:textId="0E31A3C1" w:rsidR="009F5FAD" w:rsidRPr="009F5FAD" w:rsidRDefault="00902B2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81" w:history="1">
        <w:r w:rsidR="009F5FAD" w:rsidRPr="009F5FAD">
          <w:rPr>
            <w:rStyle w:val="Hipercze"/>
            <w:rFonts w:ascii="Lato" w:hAnsi="Lato"/>
            <w:noProof/>
          </w:rPr>
          <w:t>4.1.</w:t>
        </w:r>
        <w:r w:rsidR="009F5FAD" w:rsidRPr="009F5FAD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Pliki deklaracji AKC-U/S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_Toc177977581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16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43C39AD3" w14:textId="60A08287" w:rsidR="009F5FAD" w:rsidRPr="009F5FAD" w:rsidRDefault="00902B2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7977582" w:history="1">
        <w:r w:rsidR="009F5FAD" w:rsidRPr="009F5FAD">
          <w:rPr>
            <w:rStyle w:val="Hipercze"/>
            <w:rFonts w:ascii="Lato" w:hAnsi="Lato"/>
            <w:noProof/>
          </w:rPr>
          <w:t>4.1.1.</w:t>
        </w:r>
        <w:r w:rsidR="009F5FAD" w:rsidRPr="009F5FAD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F5FAD" w:rsidRPr="009F5FAD">
          <w:rPr>
            <w:rStyle w:val="Hipercze"/>
            <w:rFonts w:ascii="Lato" w:hAnsi="Lato"/>
            <w:noProof/>
          </w:rPr>
          <w:t>Plik akc_us.xsd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_Toc177977582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16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01D0C07B" w14:textId="4074CD54" w:rsidR="0044439F" w:rsidRDefault="00035695">
      <w:pPr>
        <w:rPr>
          <w:rFonts w:ascii="Lato" w:hAnsi="Lato"/>
        </w:rPr>
      </w:pPr>
      <w:r w:rsidRPr="009F5FAD">
        <w:rPr>
          <w:rFonts w:ascii="Lato" w:hAnsi="Lato"/>
        </w:rPr>
        <w:fldChar w:fldCharType="end"/>
      </w:r>
      <w:r w:rsidR="0044439F">
        <w:rPr>
          <w:rFonts w:ascii="Lato" w:hAnsi="Lato"/>
        </w:rPr>
        <w:br w:type="page"/>
      </w:r>
    </w:p>
    <w:p w14:paraId="2459E633" w14:textId="4F29633B" w:rsidR="00764E48" w:rsidRPr="0044439F" w:rsidRDefault="009F5FAD" w:rsidP="0044439F">
      <w:pPr>
        <w:pStyle w:val="PJPtekst"/>
        <w:ind w:left="0"/>
        <w:rPr>
          <w:rFonts w:ascii="Lato" w:hAnsi="Lato"/>
          <w:sz w:val="40"/>
          <w:szCs w:val="40"/>
        </w:rPr>
      </w:pPr>
      <w:r w:rsidRPr="0044439F">
        <w:rPr>
          <w:rFonts w:ascii="Lato" w:hAnsi="Lato"/>
          <w:sz w:val="40"/>
          <w:szCs w:val="40"/>
        </w:rPr>
        <w:lastRenderedPageBreak/>
        <w:t>Spis Tabel</w:t>
      </w:r>
    </w:p>
    <w:p w14:paraId="7E933622" w14:textId="3FE63037" w:rsidR="009F5FAD" w:rsidRPr="009F5FAD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177977586" w:history="1">
        <w:r w:rsidR="009F5FAD" w:rsidRPr="009F5FAD">
          <w:rPr>
            <w:rStyle w:val="Hipercze"/>
            <w:rFonts w:ascii="Lato" w:hAnsi="Lato"/>
            <w:noProof/>
          </w:rPr>
          <w:t>Tabela 1.Metryka dokumentu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_Toc177977586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2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7090A7B7" w14:textId="5D6C1C50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87" w:history="1">
        <w:r w:rsidR="009F5FAD" w:rsidRPr="009F5FAD">
          <w:rPr>
            <w:rStyle w:val="Hipercze"/>
            <w:rFonts w:ascii="Lato" w:hAnsi="Lato"/>
            <w:noProof/>
          </w:rPr>
          <w:t>Tabela 2.Historia zmian dokumentu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_Toc177977587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2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787F10F0" w14:textId="74338A18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88" w:history="1">
        <w:r w:rsidR="009F5FAD" w:rsidRPr="009F5FAD">
          <w:rPr>
            <w:rStyle w:val="Hipercze"/>
            <w:rFonts w:ascii="Lato" w:hAnsi="Lato"/>
            <w:noProof/>
          </w:rPr>
          <w:t>Tabela 3.Wykaz dokumentów obowiązujących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_Toc177977588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8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3DB9B1F6" w14:textId="014980FB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89" w:history="1">
        <w:r w:rsidR="009F5FAD" w:rsidRPr="009F5FAD">
          <w:rPr>
            <w:rStyle w:val="Hipercze"/>
            <w:rFonts w:ascii="Lato" w:hAnsi="Lato"/>
            <w:noProof/>
          </w:rPr>
          <w:t>Tabela 4.Wykaz dokumentów pomocniczych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_Toc177977589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8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17ECFE11" w14:textId="7872DDE3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0" w:history="1">
        <w:r w:rsidR="009F5FAD" w:rsidRPr="009F5FAD">
          <w:rPr>
            <w:rStyle w:val="Hipercze"/>
            <w:rFonts w:ascii="Lato" w:hAnsi="Lato"/>
            <w:noProof/>
          </w:rPr>
          <w:t>Tabela 5.Wykaz skrótów i akronimów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_Toc177977590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8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79DB8187" w14:textId="58E66E3D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1" w:history="1">
        <w:r w:rsidR="009F5FAD" w:rsidRPr="009F5FAD">
          <w:rPr>
            <w:rStyle w:val="Hipercze"/>
            <w:rFonts w:ascii="Lato" w:hAnsi="Lato"/>
            <w:noProof/>
          </w:rPr>
          <w:t>Tabela 6.Wykaz definicji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_Toc177977591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10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75051073" w14:textId="5B0FA7D5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2" w:history="1">
        <w:r w:rsidR="009F5FAD" w:rsidRPr="009F5FAD">
          <w:rPr>
            <w:rStyle w:val="Hipercze"/>
            <w:rFonts w:ascii="Lato" w:hAnsi="Lato"/>
            <w:noProof/>
          </w:rPr>
          <w:t>Tabela 7.Powiązanie plików XSD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_Toc177977592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11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5E550815" w14:textId="10ADF56F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3" w:history="1">
        <w:r w:rsidR="009F5FAD" w:rsidRPr="009F5FAD">
          <w:rPr>
            <w:rStyle w:val="Hipercze"/>
            <w:rFonts w:ascii="Lato" w:hAnsi="Lato"/>
            <w:noProof/>
          </w:rPr>
          <w:t>Tabela 8.Dane ogólne w ramach struktury deklaracji AKC-U/S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_Toc177977593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12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7F23F4A7" w14:textId="07954299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4" w:history="1">
        <w:r w:rsidR="009F5FAD" w:rsidRPr="009F5FAD">
          <w:rPr>
            <w:rStyle w:val="Hipercze"/>
            <w:rFonts w:ascii="Lato" w:hAnsi="Lato"/>
            <w:noProof/>
          </w:rPr>
          <w:t>Tabela 9.Struktura danych deklaracji AKC-U/S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_Toc177977594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12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216DA182" w14:textId="0368DEBF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5" w:history="1">
        <w:r w:rsidR="009F5FAD" w:rsidRPr="009F5FAD">
          <w:rPr>
            <w:rStyle w:val="Hipercze"/>
            <w:rFonts w:ascii="Lato" w:hAnsi="Lato"/>
            <w:noProof/>
          </w:rPr>
          <w:t>Tabela 10.Struktura elementu AKC-U/S Type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_Toc177977595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12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05D9AF01" w14:textId="7011552E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6" w:history="1">
        <w:r w:rsidR="009F5FAD" w:rsidRPr="009F5FAD">
          <w:rPr>
            <w:rStyle w:val="Hipercze"/>
            <w:rFonts w:ascii="Lato" w:hAnsi="Lato"/>
            <w:noProof/>
          </w:rPr>
          <w:t>Tabela 11.Struktura elementu AKC-U/S HeaderType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_Toc177977596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13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0B1B6460" w14:textId="04F71D53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7" w:history="1">
        <w:r w:rsidR="009F5FAD" w:rsidRPr="009F5FAD">
          <w:rPr>
            <w:rStyle w:val="Hipercze"/>
            <w:rFonts w:ascii="Lato" w:hAnsi="Lato"/>
            <w:noProof/>
          </w:rPr>
          <w:t>Tabela 12.Struktura elementu AKC-U/S AmountPayableType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_Toc177977597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13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34E67464" w14:textId="61EC3D7A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8" w:history="1">
        <w:r w:rsidR="009F5FAD" w:rsidRPr="009F5FAD">
          <w:rPr>
            <w:rStyle w:val="Hipercze"/>
            <w:rFonts w:ascii="Lato" w:hAnsi="Lato"/>
            <w:noProof/>
          </w:rPr>
          <w:t>Tabela 13.Struktura elementu AKC-U/S CalcAmountPayableType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_Toc177977598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13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080BFF0B" w14:textId="25E564BC" w:rsidR="009F5FAD" w:rsidRPr="009F5FAD" w:rsidRDefault="00902B2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7977599" w:history="1">
        <w:r w:rsidR="009F5FAD" w:rsidRPr="009F5FAD">
          <w:rPr>
            <w:rStyle w:val="Hipercze"/>
            <w:rFonts w:ascii="Lato" w:hAnsi="Lato"/>
            <w:noProof/>
          </w:rPr>
          <w:t>Tabela 14.Struktura elementu AKC-U/S ItemType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_Toc177977599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13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4F43ECE3" w14:textId="0F876EB3" w:rsidR="009F5FAD" w:rsidRDefault="00902B2B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77977600" w:history="1">
        <w:r w:rsidR="009F5FAD" w:rsidRPr="009F5FAD">
          <w:rPr>
            <w:rStyle w:val="Hipercze"/>
            <w:rFonts w:ascii="Lato" w:hAnsi="Lato"/>
            <w:noProof/>
          </w:rPr>
          <w:t>Tabela 15.Reguły obowiązujące dla deklaracji AKC-U/S</w:t>
        </w:r>
        <w:r w:rsidR="009F5FAD" w:rsidRPr="009F5FAD">
          <w:rPr>
            <w:rFonts w:ascii="Lato" w:hAnsi="Lato"/>
            <w:noProof/>
            <w:webHidden/>
          </w:rPr>
          <w:tab/>
        </w:r>
        <w:r w:rsidR="009F5FAD" w:rsidRPr="009F5FAD">
          <w:rPr>
            <w:rFonts w:ascii="Lato" w:hAnsi="Lato"/>
            <w:noProof/>
            <w:webHidden/>
          </w:rPr>
          <w:fldChar w:fldCharType="begin"/>
        </w:r>
        <w:r w:rsidR="009F5FAD" w:rsidRPr="009F5FAD">
          <w:rPr>
            <w:rFonts w:ascii="Lato" w:hAnsi="Lato"/>
            <w:noProof/>
            <w:webHidden/>
          </w:rPr>
          <w:instrText xml:space="preserve"> PAGEREF _Toc177977600 \h </w:instrText>
        </w:r>
        <w:r w:rsidR="009F5FAD" w:rsidRPr="009F5FAD">
          <w:rPr>
            <w:rFonts w:ascii="Lato" w:hAnsi="Lato"/>
            <w:noProof/>
            <w:webHidden/>
          </w:rPr>
        </w:r>
        <w:r w:rsidR="009F5FAD" w:rsidRPr="009F5FAD">
          <w:rPr>
            <w:rFonts w:ascii="Lato" w:hAnsi="Lato"/>
            <w:noProof/>
            <w:webHidden/>
          </w:rPr>
          <w:fldChar w:fldCharType="separate"/>
        </w:r>
        <w:r w:rsidR="009F5FAD" w:rsidRPr="009F5FAD">
          <w:rPr>
            <w:rFonts w:ascii="Lato" w:hAnsi="Lato"/>
            <w:noProof/>
            <w:webHidden/>
          </w:rPr>
          <w:t>15</w:t>
        </w:r>
        <w:r w:rsidR="009F5FAD" w:rsidRPr="009F5FAD">
          <w:rPr>
            <w:rFonts w:ascii="Lato" w:hAnsi="Lato"/>
            <w:noProof/>
            <w:webHidden/>
          </w:rPr>
          <w:fldChar w:fldCharType="end"/>
        </w:r>
      </w:hyperlink>
    </w:p>
    <w:p w14:paraId="2B6146D0" w14:textId="4DE675A6" w:rsidR="0044439F" w:rsidRDefault="0006207D">
      <w:r>
        <w:fldChar w:fldCharType="end"/>
      </w:r>
      <w:r w:rsidR="0044439F">
        <w:br w:type="page"/>
      </w:r>
    </w:p>
    <w:p w14:paraId="26AF1EE6" w14:textId="77777777" w:rsidR="003F3585" w:rsidRDefault="00004C2C" w:rsidP="009F5FAD">
      <w:pPr>
        <w:pStyle w:val="Nagwek1"/>
      </w:pPr>
      <w:bookmarkStart w:id="2" w:name="_Toc341696555"/>
      <w:bookmarkStart w:id="3" w:name="_Toc349568551"/>
      <w:bookmarkStart w:id="4" w:name="_Toc177977566"/>
      <w:r>
        <w:lastRenderedPageBreak/>
        <w:t xml:space="preserve">Opis </w:t>
      </w:r>
      <w:r w:rsidR="00CE1C03">
        <w:t>dokumentu</w:t>
      </w:r>
      <w:bookmarkEnd w:id="2"/>
      <w:bookmarkEnd w:id="3"/>
      <w:bookmarkEnd w:id="4"/>
    </w:p>
    <w:p w14:paraId="27411CB9" w14:textId="77777777" w:rsidR="00004C2C" w:rsidRDefault="00004C2C" w:rsidP="0042609A">
      <w:pPr>
        <w:pStyle w:val="Nagwek2"/>
      </w:pPr>
      <w:bookmarkStart w:id="5" w:name="_Toc349568552"/>
      <w:bookmarkStart w:id="6" w:name="_Toc177977567"/>
      <w:bookmarkStart w:id="7" w:name="_Toc341696556"/>
      <w:r>
        <w:rPr>
          <w:lang w:val="pl-PL"/>
        </w:rPr>
        <w:t>Cel dokumentu</w:t>
      </w:r>
      <w:bookmarkEnd w:id="5"/>
      <w:bookmarkEnd w:id="6"/>
    </w:p>
    <w:p w14:paraId="07F79D68" w14:textId="77777777" w:rsidR="000D5EA2" w:rsidRPr="0042609A" w:rsidRDefault="005A7937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8" w:name="_Toc349568553"/>
      <w:r w:rsidRPr="0042609A">
        <w:rPr>
          <w:rFonts w:ascii="Lato" w:hAnsi="Lato" w:cs="Bookman Old Style"/>
        </w:rPr>
        <w:t xml:space="preserve">Celem specyfikacji jest zdefiniowanie struktury i zawartości informacyjnej dokumentu XML (zwanej tutaj także komunikatem) deklaracji uproszczonej </w:t>
      </w:r>
      <w:r w:rsidR="00F911C2" w:rsidRPr="0042609A">
        <w:rPr>
          <w:rFonts w:ascii="Lato" w:hAnsi="Lato"/>
          <w:lang w:eastAsia="pl-PL"/>
        </w:rPr>
        <w:t>dla podatku akcyzowego od nabycia wewnątrzwspólnotowego samochodów osobowych AKC-U/S</w:t>
      </w:r>
      <w:r w:rsidRPr="0042609A">
        <w:rPr>
          <w:rFonts w:ascii="Lato" w:hAnsi="Lato" w:cs="Bookman Old Style"/>
        </w:rPr>
        <w:t>.</w:t>
      </w:r>
    </w:p>
    <w:p w14:paraId="415E5B19" w14:textId="77777777" w:rsidR="00E628C4" w:rsidRDefault="00E628C4" w:rsidP="00E628C4">
      <w:pPr>
        <w:pStyle w:val="Nagwek2"/>
        <w:rPr>
          <w:lang w:val="pl-PL"/>
        </w:rPr>
      </w:pPr>
      <w:bookmarkStart w:id="9" w:name="_Toc177977568"/>
      <w:r>
        <w:rPr>
          <w:lang w:val="pl-PL"/>
        </w:rPr>
        <w:t>Komunikat AKC</w:t>
      </w:r>
      <w:r w:rsidR="00F911C2">
        <w:rPr>
          <w:lang w:val="pl-PL"/>
        </w:rPr>
        <w:t>-</w:t>
      </w:r>
      <w:r>
        <w:rPr>
          <w:lang w:val="pl-PL"/>
        </w:rPr>
        <w:t>U</w:t>
      </w:r>
      <w:r w:rsidR="00F911C2">
        <w:rPr>
          <w:lang w:val="pl-PL"/>
        </w:rPr>
        <w:t>/S</w:t>
      </w:r>
      <w:bookmarkEnd w:id="9"/>
    </w:p>
    <w:p w14:paraId="5BD9B063" w14:textId="77777777" w:rsidR="00E628C4" w:rsidRPr="0042609A" w:rsidRDefault="00E628C4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42609A">
        <w:rPr>
          <w:rFonts w:ascii="Lato" w:hAnsi="Lato" w:cs="Bookman Old Style"/>
        </w:rPr>
        <w:t xml:space="preserve">DEKLARACJA UPROSZCZONA </w:t>
      </w:r>
      <w:r w:rsidR="00F911C2" w:rsidRPr="0042609A">
        <w:rPr>
          <w:rFonts w:ascii="Lato" w:hAnsi="Lato" w:cs="Bookman Old Style"/>
        </w:rPr>
        <w:t xml:space="preserve">DLA PODATKU AKCYZOWEGO OD </w:t>
      </w:r>
      <w:r w:rsidRPr="0042609A">
        <w:rPr>
          <w:rFonts w:ascii="Lato" w:hAnsi="Lato" w:cs="Bookman Old Style"/>
        </w:rPr>
        <w:t>NABYCIA WEWNĄTRZWSPÓLNOTOWEGO</w:t>
      </w:r>
      <w:r w:rsidR="00F911C2" w:rsidRPr="0042609A">
        <w:rPr>
          <w:rFonts w:ascii="Lato" w:hAnsi="Lato" w:cs="Bookman Old Style"/>
        </w:rPr>
        <w:t xml:space="preserve"> SAMOCHODÓW OSOBOWYCH</w:t>
      </w:r>
    </w:p>
    <w:p w14:paraId="36DB5ED1" w14:textId="77777777" w:rsidR="00C7651A" w:rsidRPr="0042609A" w:rsidRDefault="00E628C4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42609A">
        <w:rPr>
          <w:rFonts w:ascii="Lato" w:hAnsi="Lato" w:cs="Bookman Old Style"/>
        </w:rPr>
        <w:t xml:space="preserve">Podstawa prawna: </w:t>
      </w:r>
      <w:r w:rsidR="00F911C2" w:rsidRPr="0042609A">
        <w:rPr>
          <w:rFonts w:ascii="Lato" w:hAnsi="Lato" w:cs="Bookman Old Style"/>
        </w:rPr>
        <w:t xml:space="preserve">Art. 106 ust. 2 ustawy z dnia 6 grudnia 2008 r. o podatku akcyzowym (Dz. U. z 2017 r. poz. 43, z </w:t>
      </w:r>
      <w:proofErr w:type="spellStart"/>
      <w:r w:rsidR="00F911C2" w:rsidRPr="0042609A">
        <w:rPr>
          <w:rFonts w:ascii="Lato" w:hAnsi="Lato" w:cs="Bookman Old Style"/>
        </w:rPr>
        <w:t>późn</w:t>
      </w:r>
      <w:proofErr w:type="spellEnd"/>
      <w:r w:rsidR="00F911C2" w:rsidRPr="0042609A">
        <w:rPr>
          <w:rFonts w:ascii="Lato" w:hAnsi="Lato" w:cs="Bookman Old Style"/>
        </w:rPr>
        <w:t>. zm.).</w:t>
      </w:r>
    </w:p>
    <w:p w14:paraId="18D14A20" w14:textId="77777777" w:rsidR="006519BE" w:rsidRPr="0042609A" w:rsidRDefault="00E628C4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42609A">
        <w:rPr>
          <w:rFonts w:ascii="Lato" w:hAnsi="Lato" w:cs="Bookman Old Style"/>
        </w:rPr>
        <w:t xml:space="preserve">Termin składania: </w:t>
      </w:r>
      <w:r w:rsidR="00F911C2" w:rsidRPr="0042609A">
        <w:rPr>
          <w:rFonts w:ascii="Lato" w:hAnsi="Lato" w:cs="Bookman Old Style"/>
        </w:rPr>
        <w:t>Do 14 dni, licząc od dnia powstania obowiązku podatkowego, nie później jednak niż w dniu rejestracji samochodu osobowego na terytorium kraju zgodnie z przepisami o ruchu drogowym.</w:t>
      </w:r>
    </w:p>
    <w:p w14:paraId="30156B11" w14:textId="77777777" w:rsidR="008A1B4F" w:rsidRPr="0042609A" w:rsidRDefault="00E628C4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42609A">
        <w:rPr>
          <w:rFonts w:ascii="Lato" w:hAnsi="Lato" w:cs="Bookman Old Style"/>
        </w:rPr>
        <w:t xml:space="preserve">Miejsce składania: </w:t>
      </w:r>
      <w:r w:rsidR="00F911C2" w:rsidRPr="0042609A">
        <w:rPr>
          <w:rFonts w:ascii="Lato" w:hAnsi="Lato" w:cs="Bookman Old Style"/>
        </w:rPr>
        <w:t>Urząd skarbowy, przy pomocy którego wykonuje swoje zadania naczelnik urzędu skarbowego właściwy ze względu na miejsce wykonywania czynności lub wystąpienia stanów faktycznych, podlegających opodatkowaniu akcyzą; jeżeli czynności podlegające opodatkowaniu akcyzą są wykonywane lub stany faktyczne podlegające opodatkowaniu akcyzą występują na obszarze właściwości miejscowej dwóch lub więcej naczelników urzędów skarbowych – zgodnie z art. 14 ust. 4-4f ustawy z dnia 6 grudnia 2008 r. o podatku akcyzowym; jeżeli właściwym organem podatkowym jest Naczelnik Trzeciego Urzędu Skarbowego Warszawa-Śródmieście w Warszawie, to miejscem składania jest Trzeci Urząd Skarbowy Warszawa-Śródmieście w Warszawie.</w:t>
      </w:r>
    </w:p>
    <w:p w14:paraId="1E48FFC0" w14:textId="77777777" w:rsidR="00E628C4" w:rsidRPr="0042609A" w:rsidRDefault="00F911C2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42609A">
        <w:rPr>
          <w:rFonts w:ascii="Lato" w:hAnsi="Lato" w:cs="Bookman Old Style"/>
        </w:rPr>
        <w:t>W przypadku niewpłacenia w obowiązującym terminie kwoty z poz. 20 lub wpłacenia jej w niepełnej wysokości, niniejsza deklaracja stanowi podstawę do wystawienia tytułu wykonawczego, zgodnie z przepisami ustawy z dnia 17 czerwca 1966 r. o postępowaniu egzekucyjnym w administracji (Dz. U. z 2017 r. poz. 1201).</w:t>
      </w:r>
      <w:r w:rsidR="00E628C4" w:rsidRPr="0042609A">
        <w:rPr>
          <w:rFonts w:ascii="Lato" w:hAnsi="Lato" w:cs="Bookman Old Style"/>
        </w:rPr>
        <w:t xml:space="preserve"> </w:t>
      </w:r>
    </w:p>
    <w:p w14:paraId="0DA9EF01" w14:textId="77777777" w:rsidR="003F3585" w:rsidRDefault="003F3585" w:rsidP="00004C2C">
      <w:pPr>
        <w:pStyle w:val="Nagwek2"/>
      </w:pPr>
      <w:bookmarkStart w:id="10" w:name="_Toc177977569"/>
      <w:r>
        <w:t>Zastosowanie</w:t>
      </w:r>
      <w:bookmarkEnd w:id="7"/>
      <w:bookmarkEnd w:id="8"/>
      <w:bookmarkEnd w:id="10"/>
    </w:p>
    <w:p w14:paraId="4B42B4A2" w14:textId="77777777" w:rsidR="00DD5E7B" w:rsidRPr="0042609A" w:rsidRDefault="00DD5E7B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11" w:name="_Toc341696557"/>
      <w:bookmarkStart w:id="12" w:name="_Ref343010193"/>
      <w:bookmarkStart w:id="13" w:name="_Toc349568554"/>
      <w:r w:rsidRPr="0042609A">
        <w:rPr>
          <w:rFonts w:ascii="Lato" w:hAnsi="Lato" w:cs="Bookman Old Style"/>
        </w:rPr>
        <w:t>Dokument jest stosowany, jako źródłowy przy projektowaniu, implementacji oraz tworzeniu dokumentacji testowej i użytkowej systemu.</w:t>
      </w:r>
    </w:p>
    <w:p w14:paraId="59187854" w14:textId="77777777" w:rsidR="00DD5E7B" w:rsidRPr="0042609A" w:rsidRDefault="00DD5E7B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42609A">
        <w:rPr>
          <w:rFonts w:ascii="Lato" w:hAnsi="Lato" w:cs="Bookman Old Style"/>
        </w:rPr>
        <w:t xml:space="preserve">Adresatem dokumentu jest zespół projektowy po stronie </w:t>
      </w:r>
      <w:r w:rsidR="000E21A3" w:rsidRPr="0042609A">
        <w:rPr>
          <w:rFonts w:ascii="Lato" w:hAnsi="Lato" w:cs="Bookman Old Style"/>
        </w:rPr>
        <w:t xml:space="preserve">Administracji Skarbowej </w:t>
      </w:r>
      <w:r w:rsidRPr="0042609A">
        <w:rPr>
          <w:rFonts w:ascii="Lato" w:hAnsi="Lato" w:cs="Bookman Old Style"/>
        </w:rPr>
        <w:t>oraz zespoły: programistyczno-projektowy, testerów, dokumentalistów, po stronie Wykonawcy oraz Podmioty zewnętrzne składające deklaracje.</w:t>
      </w:r>
    </w:p>
    <w:p w14:paraId="1ACD0150" w14:textId="77777777" w:rsidR="006945A5" w:rsidRDefault="006945A5" w:rsidP="006945A5">
      <w:pPr>
        <w:pStyle w:val="Nagwek2"/>
      </w:pPr>
      <w:bookmarkStart w:id="14" w:name="_Toc177977570"/>
      <w:bookmarkStart w:id="15" w:name="_Toc341696558"/>
      <w:bookmarkStart w:id="16" w:name="_Toc349568555"/>
      <w:bookmarkEnd w:id="11"/>
      <w:bookmarkEnd w:id="12"/>
      <w:bookmarkEnd w:id="13"/>
      <w:r w:rsidRPr="006945A5">
        <w:t>Obowiązywanie</w:t>
      </w:r>
      <w:bookmarkEnd w:id="14"/>
    </w:p>
    <w:p w14:paraId="45B828E3" w14:textId="77777777" w:rsidR="005B45CB" w:rsidRPr="0042609A" w:rsidRDefault="005B45CB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42609A">
        <w:rPr>
          <w:rFonts w:ascii="Lato" w:hAnsi="Lato" w:cs="Bookman Old Style"/>
        </w:rPr>
        <w:t xml:space="preserve">Specyfikacja obowiązuje dla deklaracji w których, „Data złożenia” nie jest </w:t>
      </w:r>
    </w:p>
    <w:p w14:paraId="4505699A" w14:textId="77777777" w:rsidR="006945A5" w:rsidRPr="0042609A" w:rsidRDefault="005B45CB" w:rsidP="0044439F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r w:rsidRPr="0042609A">
        <w:rPr>
          <w:rFonts w:ascii="Lato" w:hAnsi="Lato" w:cs="Bookman Old Style"/>
        </w:rPr>
        <w:lastRenderedPageBreak/>
        <w:t>wcześniejsza niż 1-</w:t>
      </w:r>
      <w:r w:rsidR="0077599A" w:rsidRPr="0042609A">
        <w:rPr>
          <w:rFonts w:ascii="Lato" w:hAnsi="Lato" w:cs="Bookman Old Style"/>
        </w:rPr>
        <w:t>10-</w:t>
      </w:r>
      <w:r w:rsidRPr="0042609A">
        <w:rPr>
          <w:rFonts w:ascii="Lato" w:hAnsi="Lato" w:cs="Bookman Old Style"/>
        </w:rPr>
        <w:t>201</w:t>
      </w:r>
      <w:r w:rsidR="0077599A" w:rsidRPr="0042609A">
        <w:rPr>
          <w:rFonts w:ascii="Lato" w:hAnsi="Lato" w:cs="Bookman Old Style"/>
        </w:rPr>
        <w:t>9</w:t>
      </w:r>
      <w:r w:rsidRPr="0042609A">
        <w:rPr>
          <w:rFonts w:ascii="Lato" w:hAnsi="Lato" w:cs="Bookman Old Style"/>
        </w:rPr>
        <w:t xml:space="preserve"> roku</w:t>
      </w:r>
      <w:r w:rsidR="00A94E0E" w:rsidRPr="0042609A">
        <w:rPr>
          <w:rFonts w:ascii="Lato" w:hAnsi="Lato" w:cs="Bookman Old Style"/>
        </w:rPr>
        <w:t xml:space="preserve"> i późniejsza niż 29.02.2020 roku</w:t>
      </w:r>
      <w:r w:rsidRPr="0042609A">
        <w:rPr>
          <w:rFonts w:ascii="Lato" w:hAnsi="Lato" w:cs="Bookman Old Style"/>
        </w:rPr>
        <w:t>.</w:t>
      </w:r>
    </w:p>
    <w:p w14:paraId="7BB10A50" w14:textId="77777777" w:rsidR="003F3585" w:rsidRDefault="003F3585" w:rsidP="00004C2C">
      <w:pPr>
        <w:pStyle w:val="Nagwek2"/>
      </w:pPr>
      <w:bookmarkStart w:id="17" w:name="_Toc177977571"/>
      <w:r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5"/>
      <w:bookmarkEnd w:id="16"/>
      <w:bookmarkEnd w:id="17"/>
    </w:p>
    <w:p w14:paraId="51E5A94E" w14:textId="77777777" w:rsidR="003F3585" w:rsidRPr="0044439F" w:rsidRDefault="003F3585" w:rsidP="0044439F">
      <w:pPr>
        <w:pStyle w:val="Nagwek3"/>
      </w:pPr>
      <w:bookmarkStart w:id="18" w:name="_Toc341696559"/>
      <w:bookmarkStart w:id="19" w:name="_Toc349568556"/>
      <w:bookmarkStart w:id="20" w:name="_Toc177977572"/>
      <w:r w:rsidRPr="0044439F">
        <w:t xml:space="preserve">Dokumenty </w:t>
      </w:r>
      <w:r w:rsidR="00437081" w:rsidRPr="0044439F">
        <w:t>o</w:t>
      </w:r>
      <w:r w:rsidR="00E92D9D" w:rsidRPr="0044439F">
        <w:t>bo</w:t>
      </w:r>
      <w:r w:rsidR="00437081" w:rsidRPr="0044439F">
        <w:t>wiązując</w:t>
      </w:r>
      <w:r w:rsidRPr="0044439F">
        <w:t>e</w:t>
      </w:r>
      <w:bookmarkEnd w:id="18"/>
      <w:bookmarkEnd w:id="19"/>
      <w:bookmarkEnd w:id="20"/>
    </w:p>
    <w:p w14:paraId="4773DB9A" w14:textId="79550EB8" w:rsidR="008204A6" w:rsidRDefault="008204A6" w:rsidP="008204A6">
      <w:pPr>
        <w:pStyle w:val="Legenda"/>
        <w:keepNext/>
      </w:pPr>
      <w:bookmarkStart w:id="21" w:name="_Toc177977588"/>
      <w:r>
        <w:t xml:space="preserve">Tabela </w:t>
      </w:r>
      <w:fldSimple w:instr=" SEQ Tabela \* ARABIC ">
        <w:r w:rsidR="009F5FAD">
          <w:rPr>
            <w:noProof/>
          </w:rPr>
          <w:t>3</w:t>
        </w:r>
      </w:fldSimple>
      <w:r>
        <w:t>.</w:t>
      </w:r>
      <w:r w:rsidRPr="00906916">
        <w:t>Wykaz dokumentów obowiązujących</w:t>
      </w:r>
      <w:bookmarkEnd w:id="21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205E11" w:rsidRPr="00152994" w14:paraId="15C2519E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0A4E1A7D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715ADCFD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45DCBCDD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404633F1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60436D3B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DD7D72" w:rsidRPr="008204A6" w14:paraId="2474B838" w14:textId="77777777" w:rsidTr="0044439F">
        <w:tc>
          <w:tcPr>
            <w:tcW w:w="480" w:type="dxa"/>
          </w:tcPr>
          <w:p w14:paraId="5AC1E46D" w14:textId="77777777" w:rsidR="00DD7D72" w:rsidRPr="008204A6" w:rsidRDefault="00DD7D72" w:rsidP="00693CF4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2" w:name="_Ref361653747"/>
          </w:p>
        </w:tc>
        <w:bookmarkEnd w:id="22"/>
        <w:tc>
          <w:tcPr>
            <w:tcW w:w="3840" w:type="dxa"/>
          </w:tcPr>
          <w:p w14:paraId="5B65151E" w14:textId="77777777" w:rsidR="00DD7D72" w:rsidRPr="008204A6" w:rsidRDefault="00DD7D72" w:rsidP="0058011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</w:p>
        </w:tc>
        <w:tc>
          <w:tcPr>
            <w:tcW w:w="2411" w:type="dxa"/>
          </w:tcPr>
          <w:p w14:paraId="4FE812D6" w14:textId="77777777" w:rsidR="00DD7D72" w:rsidRPr="008204A6" w:rsidRDefault="00DD7D72" w:rsidP="002D5F5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CA6819" w:rsidRPr="008204A6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15278E03" w14:textId="77777777" w:rsidR="00DD7D72" w:rsidRPr="008204A6" w:rsidRDefault="00DD7D72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297FBCA4" w14:textId="77777777" w:rsidR="00DD7D72" w:rsidRPr="008204A6" w:rsidRDefault="00DD7D72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CCC119D" w14:textId="77777777" w:rsidR="00205E11" w:rsidRPr="0044439F" w:rsidRDefault="00205E11" w:rsidP="0044439F">
      <w:pPr>
        <w:pStyle w:val="Nagwek3"/>
      </w:pPr>
      <w:bookmarkStart w:id="23" w:name="_Toc341696560"/>
      <w:bookmarkStart w:id="24" w:name="_Toc349568557"/>
      <w:bookmarkStart w:id="25" w:name="_Toc361655060"/>
      <w:bookmarkStart w:id="26" w:name="_Toc361657246"/>
      <w:bookmarkStart w:id="27" w:name="_Toc361666184"/>
      <w:bookmarkStart w:id="28" w:name="_Toc361825485"/>
      <w:bookmarkStart w:id="29" w:name="_Toc177977573"/>
      <w:r w:rsidRPr="0044439F">
        <w:t>Dokumenty pomocnicze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11B6BC2E" w14:textId="47A63F87" w:rsidR="008204A6" w:rsidRDefault="008204A6" w:rsidP="008204A6">
      <w:pPr>
        <w:pStyle w:val="Legenda"/>
        <w:keepNext/>
      </w:pPr>
      <w:bookmarkStart w:id="30" w:name="_Toc177977589"/>
      <w:r>
        <w:t xml:space="preserve">Tabela </w:t>
      </w:r>
      <w:fldSimple w:instr=" SEQ Tabela \* ARABIC ">
        <w:r w:rsidR="009F5FAD">
          <w:rPr>
            <w:noProof/>
          </w:rPr>
          <w:t>4</w:t>
        </w:r>
      </w:fldSimple>
      <w:r>
        <w:t>.</w:t>
      </w:r>
      <w:r w:rsidRPr="003225DB">
        <w:t>Wykaz dokumentów pomocniczych</w:t>
      </w:r>
      <w:bookmarkEnd w:id="30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205E11" w:rsidRPr="00152994" w14:paraId="3D4A577E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5FBC6F72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5B0C4626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</w:tcPr>
          <w:p w14:paraId="00EC0290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</w:tcPr>
          <w:p w14:paraId="792B1138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</w:tcPr>
          <w:p w14:paraId="0440996B" w14:textId="77777777" w:rsidR="00205E11" w:rsidRPr="00152994" w:rsidRDefault="00205E11" w:rsidP="00693CF4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205E11" w:rsidRPr="008204A6" w14:paraId="260FD69B" w14:textId="77777777" w:rsidTr="0044439F">
        <w:tc>
          <w:tcPr>
            <w:tcW w:w="480" w:type="dxa"/>
          </w:tcPr>
          <w:p w14:paraId="680B4A66" w14:textId="77777777" w:rsidR="00205E11" w:rsidRPr="008204A6" w:rsidRDefault="00205E11" w:rsidP="00693CF4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14320BCA" w14:textId="77777777" w:rsidR="00205E11" w:rsidRPr="008204A6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5EFB0AF7" w14:textId="77777777" w:rsidR="00205E11" w:rsidRPr="008204A6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FE0839D" w14:textId="77777777" w:rsidR="00205E11" w:rsidRPr="008204A6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3260EBA" w14:textId="77777777" w:rsidR="00205E11" w:rsidRPr="008204A6" w:rsidRDefault="003A5EC7" w:rsidP="00693CF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B1DA0D3" w14:textId="77777777" w:rsidR="003F3585" w:rsidRDefault="00C43119" w:rsidP="00004C2C">
      <w:pPr>
        <w:pStyle w:val="Nagwek2"/>
      </w:pPr>
      <w:bookmarkStart w:id="31" w:name="_Toc341696561"/>
      <w:bookmarkStart w:id="32" w:name="_Toc349568558"/>
      <w:bookmarkStart w:id="33" w:name="_Toc177977574"/>
      <w:r>
        <w:t>Słownik przyjętych skrótów i terminów</w:t>
      </w:r>
      <w:bookmarkEnd w:id="31"/>
      <w:bookmarkEnd w:id="32"/>
      <w:bookmarkEnd w:id="33"/>
    </w:p>
    <w:p w14:paraId="0AAF641F" w14:textId="77777777" w:rsidR="003F3585" w:rsidRPr="0044439F" w:rsidRDefault="00C43119" w:rsidP="0044439F">
      <w:pPr>
        <w:pStyle w:val="Nagwek3"/>
      </w:pPr>
      <w:bookmarkStart w:id="34" w:name="_Toc341696562"/>
      <w:bookmarkStart w:id="35" w:name="_Toc349568559"/>
      <w:bookmarkStart w:id="36" w:name="_Toc177977575"/>
      <w:r w:rsidRPr="0044439F">
        <w:t xml:space="preserve">Skróty i </w:t>
      </w:r>
      <w:r w:rsidR="00E92D9D" w:rsidRPr="0044439F">
        <w:t>ak</w:t>
      </w:r>
      <w:r w:rsidR="003F3585" w:rsidRPr="0044439F">
        <w:t>ronimy</w:t>
      </w:r>
      <w:bookmarkEnd w:id="34"/>
      <w:bookmarkEnd w:id="35"/>
      <w:bookmarkEnd w:id="36"/>
    </w:p>
    <w:p w14:paraId="0477B824" w14:textId="223430C9" w:rsidR="008204A6" w:rsidRDefault="008204A6" w:rsidP="008204A6">
      <w:pPr>
        <w:pStyle w:val="Legenda"/>
        <w:keepNext/>
      </w:pPr>
      <w:bookmarkStart w:id="37" w:name="_Toc177977590"/>
      <w:r>
        <w:t xml:space="preserve">Tabela </w:t>
      </w:r>
      <w:fldSimple w:instr=" SEQ Tabela \* ARABIC ">
        <w:r w:rsidR="009F5FAD">
          <w:rPr>
            <w:noProof/>
          </w:rPr>
          <w:t>5</w:t>
        </w:r>
      </w:fldSimple>
      <w:r>
        <w:t>.</w:t>
      </w:r>
      <w:r w:rsidRPr="00C32161">
        <w:t>Wykaz skrótów i akronimów</w:t>
      </w:r>
      <w:bookmarkEnd w:id="3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3A5EC7" w:rsidRPr="00046063" w14:paraId="059E70B7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F072C3A" w14:textId="77777777" w:rsidR="003A5EC7" w:rsidRPr="00046063" w:rsidRDefault="003A5EC7" w:rsidP="00DB77CB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5138A854" w14:textId="77777777" w:rsidR="003A5EC7" w:rsidRPr="00046063" w:rsidRDefault="003A5EC7" w:rsidP="00DB77CB">
            <w:pPr>
              <w:pStyle w:val="Z2Nagwektabeli"/>
              <w:jc w:val="both"/>
              <w:rPr>
                <w:rFonts w:cs="Arial"/>
                <w:szCs w:val="18"/>
              </w:rPr>
            </w:pPr>
            <w:r w:rsidRPr="00046063">
              <w:rPr>
                <w:rFonts w:cs="Arial"/>
                <w:szCs w:val="18"/>
              </w:rPr>
              <w:t>Objaśnienie</w:t>
            </w:r>
          </w:p>
        </w:tc>
      </w:tr>
      <w:tr w:rsidR="003A5EC7" w:rsidRPr="00046063" w14:paraId="66E5B8B1" w14:textId="77777777" w:rsidTr="0044439F">
        <w:tc>
          <w:tcPr>
            <w:tcW w:w="2988" w:type="dxa"/>
          </w:tcPr>
          <w:p w14:paraId="2A56D9EC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AIS</w:t>
            </w:r>
          </w:p>
        </w:tc>
        <w:tc>
          <w:tcPr>
            <w:tcW w:w="6476" w:type="dxa"/>
          </w:tcPr>
          <w:p w14:paraId="60F30A79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Automated Import Syste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m – Automatyczny System Importu. Także projekt „Programu e-Cło”.</w:t>
            </w:r>
          </w:p>
        </w:tc>
      </w:tr>
      <w:tr w:rsidR="003A5EC7" w:rsidRPr="00046063" w14:paraId="7B192960" w14:textId="77777777" w:rsidTr="0044439F">
        <w:tc>
          <w:tcPr>
            <w:tcW w:w="2988" w:type="dxa"/>
          </w:tcPr>
          <w:p w14:paraId="15EB5E5B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ARI@DNA2</w:t>
            </w:r>
          </w:p>
        </w:tc>
        <w:tc>
          <w:tcPr>
            <w:tcW w:w="6476" w:type="dxa"/>
          </w:tcPr>
          <w:p w14:paraId="018F8CCC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Hurtownia danych Administracji Celnej.</w:t>
            </w:r>
          </w:p>
        </w:tc>
      </w:tr>
      <w:tr w:rsidR="003A5EC7" w:rsidRPr="00046063" w14:paraId="6F4554B3" w14:textId="77777777" w:rsidTr="0044439F">
        <w:tc>
          <w:tcPr>
            <w:tcW w:w="2988" w:type="dxa"/>
          </w:tcPr>
          <w:p w14:paraId="0F553BB8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CELINA</w:t>
            </w:r>
          </w:p>
        </w:tc>
        <w:tc>
          <w:tcPr>
            <w:tcW w:w="6476" w:type="dxa"/>
          </w:tcPr>
          <w:p w14:paraId="53E0B9D0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System obsługi zgłoszeń celnych.</w:t>
            </w:r>
          </w:p>
        </w:tc>
      </w:tr>
      <w:tr w:rsidR="003A5EC7" w:rsidRPr="00046063" w14:paraId="14B1AEA8" w14:textId="77777777" w:rsidTr="0044439F">
        <w:tc>
          <w:tcPr>
            <w:tcW w:w="2988" w:type="dxa"/>
          </w:tcPr>
          <w:p w14:paraId="51CF45B2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ECIP</w:t>
            </w:r>
          </w:p>
        </w:tc>
        <w:tc>
          <w:tcPr>
            <w:tcW w:w="6476" w:type="dxa"/>
          </w:tcPr>
          <w:p w14:paraId="17B1A272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D67561">
              <w:rPr>
                <w:rFonts w:ascii="Lato" w:hAnsi="Lato"/>
                <w:sz w:val="20"/>
                <w:szCs w:val="20"/>
                <w:lang w:val="en-GB" w:eastAsia="pl-PL"/>
              </w:rPr>
              <w:t>EU Customs Information Portal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Europejski Portal Informacji Celnej. </w:t>
            </w:r>
          </w:p>
        </w:tc>
      </w:tr>
      <w:tr w:rsidR="003A5EC7" w:rsidRPr="00046063" w14:paraId="57AB0E53" w14:textId="77777777" w:rsidTr="0044439F">
        <w:tc>
          <w:tcPr>
            <w:tcW w:w="2988" w:type="dxa"/>
          </w:tcPr>
          <w:p w14:paraId="7F862231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ECIP/SEAP PL </w:t>
            </w:r>
          </w:p>
        </w:tc>
        <w:tc>
          <w:tcPr>
            <w:tcW w:w="6476" w:type="dxa"/>
          </w:tcPr>
          <w:p w14:paraId="57DAB6B9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European Customs Information Portal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Europejski Informacyjny Portal Celny</w:t>
            </w:r>
          </w:p>
          <w:p w14:paraId="7CA0BA09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</w:t>
            </w: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 xml:space="preserve">ingle Electronic Access Point 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- Pojedynczy Elektroniczny Punkt Dostępu</w:t>
            </w:r>
          </w:p>
          <w:p w14:paraId="3D0DDB83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3A5EC7" w:rsidRPr="00046063" w14:paraId="18D4AA4C" w14:textId="77777777" w:rsidTr="0044439F">
        <w:tc>
          <w:tcPr>
            <w:tcW w:w="2988" w:type="dxa"/>
          </w:tcPr>
          <w:p w14:paraId="585168E8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ESB</w:t>
            </w:r>
          </w:p>
        </w:tc>
        <w:tc>
          <w:tcPr>
            <w:tcW w:w="6476" w:type="dxa"/>
          </w:tcPr>
          <w:p w14:paraId="4632758E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Enterprise Service Bus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3A5EC7" w:rsidRPr="00046063" w14:paraId="475D7505" w14:textId="77777777" w:rsidTr="0044439F">
        <w:tc>
          <w:tcPr>
            <w:tcW w:w="2988" w:type="dxa"/>
          </w:tcPr>
          <w:p w14:paraId="3195D3B1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ESKS</w:t>
            </w:r>
          </w:p>
        </w:tc>
        <w:tc>
          <w:tcPr>
            <w:tcW w:w="6476" w:type="dxa"/>
          </w:tcPr>
          <w:p w14:paraId="5BE6FBF9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Ewidencja Spraw Karnych Skarbowych - system informatyczny usprawniający pracę </w:t>
            </w:r>
            <w:r w:rsidR="000E21A3"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Administracji Skarbowej 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w zakresie rejestracji spraw o przestępstwa 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br/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 xml:space="preserve">i wykroczenia skarbowe oraz ewidencjonowania grzywien nakładanych 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br/>
              <w:t>w drodze mandatu karnego.</w:t>
            </w:r>
          </w:p>
        </w:tc>
      </w:tr>
      <w:tr w:rsidR="003A5EC7" w:rsidRPr="00046063" w14:paraId="16B3451C" w14:textId="77777777" w:rsidTr="0044439F">
        <w:tc>
          <w:tcPr>
            <w:tcW w:w="2988" w:type="dxa"/>
          </w:tcPr>
          <w:p w14:paraId="675F1A6E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HERMES2</w:t>
            </w:r>
          </w:p>
        </w:tc>
        <w:tc>
          <w:tcPr>
            <w:tcW w:w="6476" w:type="dxa"/>
          </w:tcPr>
          <w:p w14:paraId="4685D117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 obejmujący wdrożenie Systemu Zarządzania Zasobami Ludzkimi.</w:t>
            </w:r>
          </w:p>
        </w:tc>
      </w:tr>
      <w:tr w:rsidR="003A5EC7" w:rsidRPr="00046063" w14:paraId="54F839D1" w14:textId="77777777" w:rsidTr="0044439F">
        <w:tc>
          <w:tcPr>
            <w:tcW w:w="2988" w:type="dxa"/>
          </w:tcPr>
          <w:p w14:paraId="766F1045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HTTP</w:t>
            </w:r>
          </w:p>
        </w:tc>
        <w:tc>
          <w:tcPr>
            <w:tcW w:w="6476" w:type="dxa"/>
          </w:tcPr>
          <w:p w14:paraId="1DD023C0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Hypertext Transfer Protocol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protokół przesyłania dokumentów hipertekstowych.</w:t>
            </w:r>
          </w:p>
        </w:tc>
      </w:tr>
      <w:tr w:rsidR="003A5EC7" w:rsidRPr="00046063" w14:paraId="02A996B1" w14:textId="77777777" w:rsidTr="0044439F">
        <w:tc>
          <w:tcPr>
            <w:tcW w:w="2988" w:type="dxa"/>
          </w:tcPr>
          <w:p w14:paraId="51CEE230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ISZTAR</w:t>
            </w:r>
          </w:p>
        </w:tc>
        <w:tc>
          <w:tcPr>
            <w:tcW w:w="6476" w:type="dxa"/>
          </w:tcPr>
          <w:p w14:paraId="08C82E6C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System Zintegrowanej Taryfy Celnej. </w:t>
            </w:r>
          </w:p>
        </w:tc>
      </w:tr>
      <w:tr w:rsidR="003A5EC7" w:rsidRPr="00046063" w14:paraId="6FC108AE" w14:textId="77777777" w:rsidTr="0044439F">
        <w:tc>
          <w:tcPr>
            <w:tcW w:w="2988" w:type="dxa"/>
          </w:tcPr>
          <w:p w14:paraId="3F06B348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ISZTAR4</w:t>
            </w:r>
          </w:p>
        </w:tc>
        <w:tc>
          <w:tcPr>
            <w:tcW w:w="6476" w:type="dxa"/>
          </w:tcPr>
          <w:p w14:paraId="7F18A6B9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Integrated Tariff Environment i TARIC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oraz opracowane testy regresywne i przebudowę i integrację EBTI PL z portalem ECIP PL. Projekt Programu e-Cło.</w:t>
            </w:r>
          </w:p>
        </w:tc>
      </w:tr>
      <w:tr w:rsidR="003A5EC7" w:rsidRPr="00046063" w14:paraId="125B9BF9" w14:textId="77777777" w:rsidTr="0044439F">
        <w:tc>
          <w:tcPr>
            <w:tcW w:w="2988" w:type="dxa"/>
          </w:tcPr>
          <w:p w14:paraId="5B76F69E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OSOZ2</w:t>
            </w:r>
          </w:p>
        </w:tc>
        <w:tc>
          <w:tcPr>
            <w:tcW w:w="6476" w:type="dxa"/>
          </w:tcPr>
          <w:p w14:paraId="7DDFEB87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 Zintegrowany System Obsługi Zabezpieczeń.</w:t>
            </w:r>
          </w:p>
        </w:tc>
      </w:tr>
      <w:tr w:rsidR="003A5EC7" w:rsidRPr="00046063" w14:paraId="00CD7F48" w14:textId="77777777" w:rsidTr="0044439F">
        <w:tc>
          <w:tcPr>
            <w:tcW w:w="2988" w:type="dxa"/>
          </w:tcPr>
          <w:p w14:paraId="5F7B51BB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OWNRES</w:t>
            </w:r>
          </w:p>
        </w:tc>
        <w:tc>
          <w:tcPr>
            <w:tcW w:w="6476" w:type="dxa"/>
          </w:tcPr>
          <w:p w14:paraId="18FB6E91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OWN</w:t>
            </w: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RESou</w:t>
            </w:r>
            <w:proofErr w:type="spellStart"/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rces</w:t>
            </w:r>
            <w:proofErr w:type="spellEnd"/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3A5EC7" w:rsidRPr="00046063" w14:paraId="5A7D1D3A" w14:textId="77777777" w:rsidTr="0044439F">
        <w:tc>
          <w:tcPr>
            <w:tcW w:w="2988" w:type="dxa"/>
          </w:tcPr>
          <w:p w14:paraId="66988F06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PDR</w:t>
            </w:r>
          </w:p>
        </w:tc>
        <w:tc>
          <w:tcPr>
            <w:tcW w:w="6476" w:type="dxa"/>
          </w:tcPr>
          <w:p w14:paraId="05B3B6EC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br/>
              <w:t>w ramach Programu e-Cło.</w:t>
            </w:r>
          </w:p>
        </w:tc>
      </w:tr>
      <w:tr w:rsidR="003A5EC7" w:rsidRPr="00046063" w14:paraId="417826FE" w14:textId="77777777" w:rsidTr="0044439F">
        <w:tc>
          <w:tcPr>
            <w:tcW w:w="2988" w:type="dxa"/>
          </w:tcPr>
          <w:p w14:paraId="0CD71B55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PKI</w:t>
            </w:r>
          </w:p>
        </w:tc>
        <w:tc>
          <w:tcPr>
            <w:tcW w:w="6476" w:type="dxa"/>
          </w:tcPr>
          <w:p w14:paraId="33403684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Projekt Programu e-Cło przewidujący stworzenie jednolitego podsystemu uwierzytelniania dla wszystkich systemów i użytkowników wewnętrznych  wraz  z </w:t>
            </w: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Public Key Infrastructure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 i funkcjonalnością/technologią jednokrotnego uwierzytelniania </w:t>
            </w: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Single Sign On (SSO).</w:t>
            </w:r>
          </w:p>
        </w:tc>
      </w:tr>
      <w:tr w:rsidR="003A5EC7" w:rsidRPr="00046063" w14:paraId="64025F73" w14:textId="77777777" w:rsidTr="0044439F">
        <w:tc>
          <w:tcPr>
            <w:tcW w:w="2988" w:type="dxa"/>
          </w:tcPr>
          <w:p w14:paraId="397CAB3A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POLTAX</w:t>
            </w:r>
          </w:p>
        </w:tc>
        <w:tc>
          <w:tcPr>
            <w:tcW w:w="6476" w:type="dxa"/>
          </w:tcPr>
          <w:p w14:paraId="7EC19873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3A5EC7" w:rsidRPr="00046063" w14:paraId="774F29D5" w14:textId="77777777" w:rsidTr="0044439F">
        <w:tc>
          <w:tcPr>
            <w:tcW w:w="2988" w:type="dxa"/>
          </w:tcPr>
          <w:p w14:paraId="4A14995E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SK</w:t>
            </w:r>
          </w:p>
        </w:tc>
        <w:tc>
          <w:tcPr>
            <w:tcW w:w="6476" w:type="dxa"/>
          </w:tcPr>
          <w:p w14:paraId="134C75C8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System informatyczny przeznaczony do prowadzenia ksiąg rachunkowych w formie elektronicznej.</w:t>
            </w:r>
          </w:p>
        </w:tc>
      </w:tr>
      <w:tr w:rsidR="003A5EC7" w:rsidRPr="00046063" w14:paraId="3FE9A416" w14:textId="77777777" w:rsidTr="0044439F">
        <w:tc>
          <w:tcPr>
            <w:tcW w:w="2988" w:type="dxa"/>
          </w:tcPr>
          <w:p w14:paraId="3304C8B7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SOA</w:t>
            </w:r>
          </w:p>
        </w:tc>
        <w:tc>
          <w:tcPr>
            <w:tcW w:w="6476" w:type="dxa"/>
          </w:tcPr>
          <w:p w14:paraId="5994E387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Architektura oparta na usługach (ang. </w:t>
            </w: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Service-Oriented Architecture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3A5EC7" w:rsidRPr="00046063" w14:paraId="1794B883" w14:textId="77777777" w:rsidTr="0044439F">
        <w:tc>
          <w:tcPr>
            <w:tcW w:w="2988" w:type="dxa"/>
          </w:tcPr>
          <w:p w14:paraId="0148A501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SOAP</w:t>
            </w:r>
          </w:p>
        </w:tc>
        <w:tc>
          <w:tcPr>
            <w:tcW w:w="6476" w:type="dxa"/>
          </w:tcPr>
          <w:p w14:paraId="5AEED601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Simple Object Access Protocol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protokół wywoływania zdalnego dostępu do obiektów, wykorzystujący XML do kodowania wywołań.</w:t>
            </w:r>
          </w:p>
        </w:tc>
      </w:tr>
      <w:tr w:rsidR="003A5EC7" w:rsidRPr="00046063" w14:paraId="22F70C7B" w14:textId="77777777" w:rsidTr="0044439F">
        <w:tc>
          <w:tcPr>
            <w:tcW w:w="2988" w:type="dxa"/>
          </w:tcPr>
          <w:p w14:paraId="3F7737DB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SSO</w:t>
            </w:r>
          </w:p>
        </w:tc>
        <w:tc>
          <w:tcPr>
            <w:tcW w:w="6476" w:type="dxa"/>
          </w:tcPr>
          <w:p w14:paraId="5BA6A439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Single Sign O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n – Pojedyncze logowanie. Możliwość jednorazowego zalogowania się do usługi sieciowej i uzyskania dostępu do wszystkich autoryzowanych zasobów zgodnych z tą usługą.</w:t>
            </w:r>
          </w:p>
        </w:tc>
      </w:tr>
      <w:tr w:rsidR="003A5EC7" w:rsidRPr="00046063" w14:paraId="4FDCCC58" w14:textId="77777777" w:rsidTr="0044439F">
        <w:tc>
          <w:tcPr>
            <w:tcW w:w="2988" w:type="dxa"/>
          </w:tcPr>
          <w:p w14:paraId="7AA68221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SZPROT</w:t>
            </w:r>
          </w:p>
        </w:tc>
        <w:tc>
          <w:tcPr>
            <w:tcW w:w="6476" w:type="dxa"/>
          </w:tcPr>
          <w:p w14:paraId="60DB15B6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System Zintegrowanej Rejestracji Przedsiębiorców. Projekt „Programu e-Cło”.</w:t>
            </w:r>
          </w:p>
        </w:tc>
      </w:tr>
      <w:tr w:rsidR="003A5EC7" w:rsidRPr="00046063" w14:paraId="577B0734" w14:textId="77777777" w:rsidTr="0044439F">
        <w:tc>
          <w:tcPr>
            <w:tcW w:w="2988" w:type="dxa"/>
          </w:tcPr>
          <w:p w14:paraId="64983504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TREZOR</w:t>
            </w:r>
          </w:p>
        </w:tc>
        <w:tc>
          <w:tcPr>
            <w:tcW w:w="6476" w:type="dxa"/>
          </w:tcPr>
          <w:p w14:paraId="3E36CD9E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Informatyczny System Obsługi Budżetu Państwa.</w:t>
            </w:r>
          </w:p>
        </w:tc>
      </w:tr>
      <w:tr w:rsidR="003A5EC7" w:rsidRPr="00046063" w14:paraId="64C407A6" w14:textId="77777777" w:rsidTr="0044439F">
        <w:tc>
          <w:tcPr>
            <w:tcW w:w="2988" w:type="dxa"/>
          </w:tcPr>
          <w:p w14:paraId="25D049CE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WFW</w:t>
            </w:r>
          </w:p>
        </w:tc>
        <w:tc>
          <w:tcPr>
            <w:tcW w:w="6476" w:type="dxa"/>
          </w:tcPr>
          <w:p w14:paraId="42AC3D9A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workflow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), jak i automatyzacji procesów biznesowych (tradycyjnie określane terminem </w:t>
            </w: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Business Process Management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, BPM).</w:t>
            </w:r>
          </w:p>
        </w:tc>
      </w:tr>
      <w:tr w:rsidR="003A5EC7" w:rsidRPr="00046063" w14:paraId="19426C92" w14:textId="77777777" w:rsidTr="0044439F">
        <w:tc>
          <w:tcPr>
            <w:tcW w:w="2988" w:type="dxa"/>
          </w:tcPr>
          <w:p w14:paraId="4F6648D1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WOMIS</w:t>
            </w:r>
          </w:p>
        </w:tc>
        <w:tc>
          <w:tcPr>
            <w:tcW w:w="6476" w:type="dxa"/>
          </w:tcPr>
          <w:p w14:paraId="220447C7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Write-Off Management and Information System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3A5EC7" w:rsidRPr="00FA73D9" w14:paraId="7C2FA06D" w14:textId="77777777" w:rsidTr="0044439F">
        <w:tc>
          <w:tcPr>
            <w:tcW w:w="2988" w:type="dxa"/>
          </w:tcPr>
          <w:p w14:paraId="244BD743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0C8DDDFD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Web Services Description Language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3989F2AD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3A5EC7" w:rsidRPr="00FA73D9" w14:paraId="1A8812E9" w14:textId="77777777" w:rsidTr="0044439F">
        <w:tc>
          <w:tcPr>
            <w:tcW w:w="2988" w:type="dxa"/>
          </w:tcPr>
          <w:p w14:paraId="4A2A5DAC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565874DC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Extensible Markup Language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3A5EC7" w:rsidRPr="00FA73D9" w14:paraId="49843F6F" w14:textId="77777777" w:rsidTr="0044439F">
        <w:tc>
          <w:tcPr>
            <w:tcW w:w="2988" w:type="dxa"/>
          </w:tcPr>
          <w:p w14:paraId="714A3934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47816172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2B2B">
              <w:rPr>
                <w:rFonts w:ascii="Lato" w:hAnsi="Lato"/>
                <w:sz w:val="20"/>
                <w:szCs w:val="20"/>
                <w:lang w:val="pl-PL" w:eastAsia="pl-PL"/>
              </w:rPr>
              <w:t>Schemat XML</w:t>
            </w: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standard służący do definiowania struktury dokumentu XML. </w:t>
            </w:r>
          </w:p>
        </w:tc>
      </w:tr>
      <w:tr w:rsidR="003A5EC7" w:rsidRPr="00FA73D9" w14:paraId="5A3814DA" w14:textId="77777777" w:rsidTr="0044439F">
        <w:tc>
          <w:tcPr>
            <w:tcW w:w="2988" w:type="dxa"/>
          </w:tcPr>
          <w:p w14:paraId="71826A2D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33302CEB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A5EC7" w:rsidRPr="00046063" w14:paraId="1F81A257" w14:textId="77777777" w:rsidTr="0044439F">
        <w:tc>
          <w:tcPr>
            <w:tcW w:w="2988" w:type="dxa"/>
          </w:tcPr>
          <w:p w14:paraId="3484D519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ZEFIR 2</w:t>
            </w:r>
          </w:p>
        </w:tc>
        <w:tc>
          <w:tcPr>
            <w:tcW w:w="6476" w:type="dxa"/>
          </w:tcPr>
          <w:p w14:paraId="66EFFB1E" w14:textId="77777777" w:rsidR="003A5EC7" w:rsidRPr="008204A6" w:rsidRDefault="003A5EC7" w:rsidP="008204A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Zintegrowany system poboru należności i rozrachunków z UE i budżetem ZEFIR 2. Projekt „Programu e-Cło”.</w:t>
            </w:r>
          </w:p>
        </w:tc>
      </w:tr>
    </w:tbl>
    <w:p w14:paraId="16668075" w14:textId="77777777" w:rsidR="003F3585" w:rsidRPr="0044439F" w:rsidRDefault="00C43119" w:rsidP="0044439F">
      <w:pPr>
        <w:pStyle w:val="Nagwek3"/>
      </w:pPr>
      <w:bookmarkStart w:id="38" w:name="_Toc349568560"/>
      <w:bookmarkStart w:id="39" w:name="_Toc177977576"/>
      <w:r w:rsidRPr="0044439F">
        <w:t>Terminy</w:t>
      </w:r>
      <w:bookmarkEnd w:id="38"/>
      <w:bookmarkEnd w:id="39"/>
    </w:p>
    <w:p w14:paraId="0C8D7233" w14:textId="6E21D2CA" w:rsidR="008204A6" w:rsidRDefault="008204A6" w:rsidP="008204A6">
      <w:pPr>
        <w:pStyle w:val="Legenda"/>
        <w:keepNext/>
      </w:pPr>
      <w:bookmarkStart w:id="40" w:name="_Toc177977591"/>
      <w:r>
        <w:t xml:space="preserve">Tabela </w:t>
      </w:r>
      <w:fldSimple w:instr=" SEQ Tabela \* ARABIC ">
        <w:r w:rsidR="009F5FAD">
          <w:rPr>
            <w:noProof/>
          </w:rPr>
          <w:t>6</w:t>
        </w:r>
      </w:fldSimple>
      <w:r>
        <w:t>.</w:t>
      </w:r>
      <w:r w:rsidRPr="002271EF">
        <w:t>Wykaz definicji</w:t>
      </w:r>
      <w:bookmarkEnd w:id="40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4CC01047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35DBD2FE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4D3A32EA" w14:textId="77777777" w:rsidR="00034C39" w:rsidRPr="00A257A3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A257A3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77E30F77" w14:textId="77777777" w:rsidTr="0044439F">
        <w:tc>
          <w:tcPr>
            <w:tcW w:w="2988" w:type="dxa"/>
          </w:tcPr>
          <w:p w14:paraId="7F3D4264" w14:textId="77777777" w:rsidR="00D64ACB" w:rsidRPr="008204A6" w:rsidRDefault="00716456" w:rsidP="004E2C82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eastAsia="pl-PL"/>
              </w:rPr>
              <w:t>Komunikat</w:t>
            </w:r>
          </w:p>
        </w:tc>
        <w:tc>
          <w:tcPr>
            <w:tcW w:w="6476" w:type="dxa"/>
          </w:tcPr>
          <w:p w14:paraId="6C28E4EB" w14:textId="77777777" w:rsidR="00D64ACB" w:rsidRPr="008204A6" w:rsidRDefault="00716456" w:rsidP="007B5AE2">
            <w:pPr>
              <w:rPr>
                <w:rFonts w:ascii="Lato" w:hAnsi="Lato"/>
                <w:sz w:val="20"/>
                <w:szCs w:val="20"/>
                <w:lang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eastAsia="pl-PL"/>
              </w:rPr>
              <w:t>Dokument XML, który jest wysyłany lub odbierany przez System.</w:t>
            </w:r>
          </w:p>
        </w:tc>
      </w:tr>
      <w:tr w:rsidR="00D64ACB" w:rsidRPr="00E41761" w14:paraId="1699E1C7" w14:textId="77777777" w:rsidTr="0044439F">
        <w:tc>
          <w:tcPr>
            <w:tcW w:w="2988" w:type="dxa"/>
          </w:tcPr>
          <w:p w14:paraId="5CD5516C" w14:textId="77777777" w:rsidR="00D64ACB" w:rsidRPr="008204A6" w:rsidRDefault="002336F0" w:rsidP="004E2C8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7EA18C8C" w14:textId="77777777" w:rsidR="00D64ACB" w:rsidRPr="008204A6" w:rsidRDefault="002336F0" w:rsidP="004E2C8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2D908FB1" w14:textId="77777777" w:rsidTr="0044439F">
        <w:tc>
          <w:tcPr>
            <w:tcW w:w="2988" w:type="dxa"/>
          </w:tcPr>
          <w:p w14:paraId="28776024" w14:textId="77777777" w:rsidR="00D64ACB" w:rsidRPr="00D67561" w:rsidRDefault="00983089" w:rsidP="007D0A84">
            <w:pPr>
              <w:pStyle w:val="Z2tabelatekst"/>
              <w:rPr>
                <w:rFonts w:ascii="Lato" w:hAnsi="Lato"/>
                <w:sz w:val="20"/>
                <w:szCs w:val="20"/>
                <w:lang w:val="en-GB" w:eastAsia="pl-PL"/>
              </w:rPr>
            </w:pPr>
            <w:r w:rsidRPr="00D67561">
              <w:rPr>
                <w:rFonts w:ascii="Lato" w:hAnsi="Lato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06B01E8C" w14:textId="77777777" w:rsidR="00D64ACB" w:rsidRPr="008204A6" w:rsidRDefault="00983089" w:rsidP="007D0A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204A6">
              <w:rPr>
                <w:rFonts w:ascii="Lato" w:hAnsi="Lato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1DE540EF" w14:textId="77777777" w:rsidR="008304F5" w:rsidRDefault="008304F5" w:rsidP="009F5FAD">
      <w:pPr>
        <w:pStyle w:val="Nagwek1"/>
      </w:pPr>
      <w:bookmarkStart w:id="41" w:name="_Toc349568561"/>
      <w:bookmarkStart w:id="42" w:name="_Toc177977577"/>
      <w:r>
        <w:lastRenderedPageBreak/>
        <w:t>Zawartość merytoryczna dokumentu</w:t>
      </w:r>
      <w:bookmarkEnd w:id="41"/>
      <w:bookmarkEnd w:id="42"/>
    </w:p>
    <w:p w14:paraId="7EF8DD2C" w14:textId="77777777" w:rsidR="00654129" w:rsidRPr="008204A6" w:rsidRDefault="00D64ACB" w:rsidP="0044439F">
      <w:pPr>
        <w:spacing w:line="276" w:lineRule="auto"/>
        <w:rPr>
          <w:rFonts w:ascii="Lato" w:hAnsi="Lato"/>
        </w:rPr>
      </w:pPr>
      <w:r w:rsidRPr="008204A6">
        <w:rPr>
          <w:rFonts w:ascii="Lato" w:hAnsi="Lato"/>
        </w:rPr>
        <w:t>Dokument zawiera specyfikacj</w:t>
      </w:r>
      <w:r w:rsidR="00BA356E" w:rsidRPr="008204A6">
        <w:rPr>
          <w:rFonts w:ascii="Lato" w:hAnsi="Lato"/>
        </w:rPr>
        <w:t>ę</w:t>
      </w:r>
      <w:r w:rsidR="000A71C7" w:rsidRPr="008204A6">
        <w:rPr>
          <w:rFonts w:ascii="Lato" w:hAnsi="Lato"/>
        </w:rPr>
        <w:t xml:space="preserve"> </w:t>
      </w:r>
      <w:r w:rsidR="008814DE" w:rsidRPr="008204A6">
        <w:rPr>
          <w:rFonts w:ascii="Lato" w:hAnsi="Lato"/>
        </w:rPr>
        <w:t xml:space="preserve">podmiotów w zakresie elektronicznej obsługi deklaracji </w:t>
      </w:r>
      <w:r w:rsidR="00F911C2" w:rsidRPr="008204A6">
        <w:rPr>
          <w:rFonts w:ascii="Lato" w:hAnsi="Lato"/>
          <w:lang w:eastAsia="pl-PL"/>
        </w:rPr>
        <w:t>uproszczonej dla podatku akcyzowego od nabycia wewnątrzwspólnotowego samochodów osobowych</w:t>
      </w:r>
      <w:r w:rsidR="00F02ED4" w:rsidRPr="008204A6">
        <w:rPr>
          <w:rFonts w:ascii="Lato" w:hAnsi="Lato"/>
        </w:rPr>
        <w:t>,</w:t>
      </w:r>
      <w:r w:rsidR="00B4296E" w:rsidRPr="008204A6">
        <w:rPr>
          <w:rFonts w:ascii="Lato" w:hAnsi="Lato"/>
        </w:rPr>
        <w:t xml:space="preserve"> w postaci pliku </w:t>
      </w:r>
      <w:r w:rsidR="003D0BE0" w:rsidRPr="008204A6">
        <w:rPr>
          <w:rFonts w:ascii="Lato" w:hAnsi="Lato"/>
        </w:rPr>
        <w:t>akc_u</w:t>
      </w:r>
      <w:r w:rsidR="00F911C2" w:rsidRPr="008204A6">
        <w:rPr>
          <w:rFonts w:ascii="Lato" w:hAnsi="Lato"/>
        </w:rPr>
        <w:t>s</w:t>
      </w:r>
      <w:r w:rsidR="00B4296E" w:rsidRPr="008204A6">
        <w:rPr>
          <w:rFonts w:ascii="Lato" w:hAnsi="Lato"/>
        </w:rPr>
        <w:t>.xsd</w:t>
      </w:r>
      <w:r w:rsidR="00237AB5" w:rsidRPr="008204A6">
        <w:rPr>
          <w:rFonts w:ascii="Lato" w:hAnsi="Lato"/>
        </w:rPr>
        <w:t>.</w:t>
      </w:r>
    </w:p>
    <w:p w14:paraId="2C49E4B6" w14:textId="77777777" w:rsidR="00AF002C" w:rsidRPr="008204A6" w:rsidRDefault="00F02ED4" w:rsidP="0044439F">
      <w:pPr>
        <w:spacing w:line="276" w:lineRule="auto"/>
        <w:rPr>
          <w:rFonts w:ascii="Lato" w:hAnsi="Lato"/>
        </w:rPr>
      </w:pPr>
      <w:bookmarkStart w:id="43" w:name="_Toc348954995"/>
      <w:r w:rsidRPr="008204A6">
        <w:rPr>
          <w:rFonts w:ascii="Lato" w:hAnsi="Lato"/>
        </w:rPr>
        <w:t>Struktury danych wspólne dla wszystkich zestawów usług został</w:t>
      </w:r>
      <w:r w:rsidR="008A1B4F" w:rsidRPr="008204A6">
        <w:rPr>
          <w:rFonts w:ascii="Lato" w:hAnsi="Lato"/>
        </w:rPr>
        <w:t xml:space="preserve">y umieszczone w plikach </w:t>
      </w:r>
      <w:r w:rsidR="008A1B4F" w:rsidRPr="00902B2B">
        <w:rPr>
          <w:rFonts w:ascii="Lato" w:hAnsi="Lato"/>
        </w:rPr>
        <w:t>Types_Z</w:t>
      </w:r>
      <w:r w:rsidR="00420813" w:rsidRPr="00902B2B">
        <w:rPr>
          <w:rFonts w:ascii="Lato" w:hAnsi="Lato"/>
        </w:rPr>
        <w:t>4</w:t>
      </w:r>
      <w:r w:rsidRPr="00902B2B">
        <w:rPr>
          <w:rFonts w:ascii="Lato" w:hAnsi="Lato"/>
        </w:rPr>
        <w:t>.xsd, Trader_Z</w:t>
      </w:r>
      <w:r w:rsidR="00420813" w:rsidRPr="00902B2B">
        <w:rPr>
          <w:rFonts w:ascii="Lato" w:hAnsi="Lato"/>
        </w:rPr>
        <w:t>4</w:t>
      </w:r>
      <w:r w:rsidRPr="00902B2B">
        <w:rPr>
          <w:rFonts w:ascii="Lato" w:hAnsi="Lato"/>
        </w:rPr>
        <w:t>.xsd, Auth.xsd oraz w xmldsig</w:t>
      </w:r>
      <w:r w:rsidRPr="008204A6">
        <w:rPr>
          <w:rFonts w:ascii="Lato" w:hAnsi="Lato"/>
        </w:rPr>
        <w:t>-core-schema.xsd.</w:t>
      </w:r>
    </w:p>
    <w:p w14:paraId="2A8E4924" w14:textId="14600E87" w:rsidR="008204A6" w:rsidRDefault="008204A6" w:rsidP="008204A6">
      <w:pPr>
        <w:pStyle w:val="Legenda"/>
        <w:keepNext/>
      </w:pPr>
      <w:bookmarkStart w:id="44" w:name="_Toc177977592"/>
      <w:r>
        <w:t xml:space="preserve">Tabela </w:t>
      </w:r>
      <w:fldSimple w:instr=" SEQ Tabela \* ARABIC ">
        <w:r w:rsidR="009F5FAD">
          <w:rPr>
            <w:noProof/>
          </w:rPr>
          <w:t>7</w:t>
        </w:r>
      </w:fldSimple>
      <w:r>
        <w:t>.</w:t>
      </w:r>
      <w:r w:rsidRPr="001925FD">
        <w:t>Powiązanie plików XSD</w:t>
      </w:r>
      <w:bookmarkEnd w:id="44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F9660A" w14:paraId="7E5FA1A1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bookmarkEnd w:id="43"/>
          <w:p w14:paraId="58D9FC2A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221" w:type="dxa"/>
          </w:tcPr>
          <w:p w14:paraId="3DABAED9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4E8A95E9" w14:textId="77777777" w:rsidTr="0044439F">
        <w:tc>
          <w:tcPr>
            <w:tcW w:w="2007" w:type="dxa"/>
          </w:tcPr>
          <w:p w14:paraId="35C8A5C9" w14:textId="77777777" w:rsidR="007B6312" w:rsidRPr="00D67561" w:rsidRDefault="008A1B4F" w:rsidP="00F911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7561">
              <w:rPr>
                <w:rFonts w:ascii="Arial" w:hAnsi="Arial" w:cs="Arial"/>
                <w:sz w:val="20"/>
                <w:szCs w:val="20"/>
                <w:lang w:val="en-GB"/>
              </w:rPr>
              <w:t>Types_Z</w:t>
            </w:r>
            <w:r w:rsidR="00420813" w:rsidRPr="00D67561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="00F02ED4" w:rsidRPr="00D67561">
              <w:rPr>
                <w:rFonts w:ascii="Arial" w:hAnsi="Arial"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6D8CD314" w14:textId="77777777" w:rsidR="00847416" w:rsidRPr="008204A6" w:rsidRDefault="00847416" w:rsidP="00B51284">
            <w:pPr>
              <w:rPr>
                <w:rFonts w:ascii="Arial" w:hAnsi="Arial" w:cs="Arial"/>
                <w:sz w:val="20"/>
                <w:szCs w:val="20"/>
              </w:rPr>
            </w:pPr>
            <w:r w:rsidRPr="008204A6">
              <w:rPr>
                <w:rFonts w:ascii="Arial" w:hAnsi="Arial" w:cs="Arial"/>
                <w:sz w:val="20"/>
                <w:szCs w:val="20"/>
              </w:rPr>
              <w:t xml:space="preserve">Definicje </w:t>
            </w:r>
            <w:r w:rsidR="00F02ED4" w:rsidRPr="008204A6">
              <w:rPr>
                <w:rFonts w:ascii="Arial" w:hAnsi="Arial" w:cs="Arial"/>
                <w:sz w:val="20"/>
                <w:szCs w:val="20"/>
              </w:rPr>
              <w:t xml:space="preserve">podstawowych </w:t>
            </w:r>
            <w:r w:rsidRPr="008204A6">
              <w:rPr>
                <w:rFonts w:ascii="Arial" w:hAnsi="Arial" w:cs="Arial"/>
                <w:sz w:val="20"/>
                <w:szCs w:val="20"/>
              </w:rPr>
              <w:t xml:space="preserve">wspólnych </w:t>
            </w:r>
            <w:r w:rsidR="00F02ED4" w:rsidRPr="008204A6">
              <w:rPr>
                <w:rFonts w:ascii="Arial" w:hAnsi="Arial" w:cs="Arial"/>
                <w:sz w:val="20"/>
                <w:szCs w:val="20"/>
              </w:rPr>
              <w:t xml:space="preserve">typów i </w:t>
            </w:r>
            <w:r w:rsidRPr="008204A6">
              <w:rPr>
                <w:rFonts w:ascii="Arial" w:hAnsi="Arial" w:cs="Arial"/>
                <w:sz w:val="20"/>
                <w:szCs w:val="20"/>
              </w:rPr>
              <w:t>struktur danych</w:t>
            </w:r>
            <w:r w:rsidR="00F02ED4" w:rsidRPr="008204A6">
              <w:rPr>
                <w:rFonts w:ascii="Arial" w:hAnsi="Arial" w:cs="Arial"/>
                <w:sz w:val="20"/>
                <w:szCs w:val="20"/>
              </w:rPr>
              <w:t>,</w:t>
            </w:r>
            <w:r w:rsidRPr="008204A6">
              <w:rPr>
                <w:rFonts w:ascii="Arial" w:hAnsi="Arial" w:cs="Arial"/>
                <w:sz w:val="20"/>
                <w:szCs w:val="20"/>
              </w:rPr>
              <w:t xml:space="preserve"> wykorzystywanych we wszystkich zdefiniowanych </w:t>
            </w:r>
            <w:r w:rsidR="00B51284" w:rsidRPr="008204A6">
              <w:rPr>
                <w:rFonts w:ascii="Arial" w:hAnsi="Arial" w:cs="Arial"/>
                <w:sz w:val="20"/>
                <w:szCs w:val="20"/>
              </w:rPr>
              <w:t>deklaracjach</w:t>
            </w:r>
          </w:p>
        </w:tc>
      </w:tr>
      <w:tr w:rsidR="00F02ED4" w:rsidRPr="00313AF7" w14:paraId="0983D2EB" w14:textId="77777777" w:rsidTr="0044439F">
        <w:tc>
          <w:tcPr>
            <w:tcW w:w="2007" w:type="dxa"/>
          </w:tcPr>
          <w:p w14:paraId="35A5D7FF" w14:textId="77777777" w:rsidR="00F02ED4" w:rsidRPr="00D67561" w:rsidRDefault="00F02ED4" w:rsidP="004E2C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7561">
              <w:rPr>
                <w:rFonts w:ascii="Arial" w:hAnsi="Arial" w:cs="Arial"/>
                <w:sz w:val="20"/>
                <w:szCs w:val="20"/>
                <w:lang w:val="en-GB"/>
              </w:rPr>
              <w:t>Trader_Z</w:t>
            </w:r>
            <w:r w:rsidR="00420813" w:rsidRPr="00D67561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="00F911C2" w:rsidRPr="00D67561">
              <w:rPr>
                <w:rFonts w:ascii="Arial" w:hAnsi="Arial"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365C2F00" w14:textId="77777777" w:rsidR="00F02ED4" w:rsidRPr="008204A6" w:rsidRDefault="00F02ED4" w:rsidP="00F02ED4">
            <w:pPr>
              <w:rPr>
                <w:rFonts w:ascii="Arial" w:hAnsi="Arial" w:cs="Arial"/>
                <w:sz w:val="20"/>
                <w:szCs w:val="20"/>
              </w:rPr>
            </w:pPr>
            <w:r w:rsidRPr="008204A6">
              <w:rPr>
                <w:rFonts w:ascii="Arial" w:hAnsi="Arial" w:cs="Arial"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F02ED4" w:rsidRPr="00313AF7" w14:paraId="6AD96DA4" w14:textId="77777777" w:rsidTr="0044439F">
        <w:tc>
          <w:tcPr>
            <w:tcW w:w="2007" w:type="dxa"/>
          </w:tcPr>
          <w:p w14:paraId="213F3287" w14:textId="77777777" w:rsidR="00F02ED4" w:rsidRPr="00D67561" w:rsidRDefault="00F02ED4" w:rsidP="00F911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7561">
              <w:rPr>
                <w:rFonts w:ascii="Arial" w:hAnsi="Arial" w:cs="Arial"/>
                <w:sz w:val="20"/>
                <w:szCs w:val="20"/>
                <w:lang w:val="en-GB"/>
              </w:rPr>
              <w:t>Auth.xsd</w:t>
            </w:r>
          </w:p>
        </w:tc>
        <w:tc>
          <w:tcPr>
            <w:tcW w:w="7221" w:type="dxa"/>
          </w:tcPr>
          <w:p w14:paraId="10821E84" w14:textId="77777777" w:rsidR="00F02ED4" w:rsidRPr="008204A6" w:rsidRDefault="00F02ED4" w:rsidP="00F02ED4">
            <w:pPr>
              <w:rPr>
                <w:rFonts w:ascii="Arial" w:hAnsi="Arial" w:cs="Arial"/>
                <w:sz w:val="20"/>
                <w:szCs w:val="20"/>
              </w:rPr>
            </w:pPr>
            <w:r w:rsidRPr="008204A6">
              <w:rPr>
                <w:rFonts w:ascii="Arial" w:hAnsi="Arial" w:cs="Arial"/>
                <w:sz w:val="20"/>
                <w:szCs w:val="20"/>
              </w:rPr>
              <w:t>Definicje wspólnych struktur danych dotyczących autentykacji</w:t>
            </w:r>
          </w:p>
        </w:tc>
      </w:tr>
      <w:tr w:rsidR="00F02ED4" w:rsidRPr="00313AF7" w14:paraId="2D6FA68A" w14:textId="77777777" w:rsidTr="0044439F">
        <w:tc>
          <w:tcPr>
            <w:tcW w:w="2007" w:type="dxa"/>
          </w:tcPr>
          <w:p w14:paraId="3250158E" w14:textId="77777777" w:rsidR="00F02ED4" w:rsidRPr="00D67561" w:rsidRDefault="00F02ED4" w:rsidP="004E2C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67561">
              <w:rPr>
                <w:rFonts w:ascii="Arial" w:hAnsi="Arial" w:cs="Arial"/>
                <w:sz w:val="20"/>
                <w:szCs w:val="20"/>
                <w:lang w:val="en-GB"/>
              </w:rPr>
              <w:t>xmldsig-core-schema.xsd</w:t>
            </w:r>
          </w:p>
        </w:tc>
        <w:tc>
          <w:tcPr>
            <w:tcW w:w="7221" w:type="dxa"/>
          </w:tcPr>
          <w:p w14:paraId="4557AE7E" w14:textId="77777777" w:rsidR="00EC3E8C" w:rsidRPr="008204A6" w:rsidRDefault="00EC3E8C" w:rsidP="00EC3E8C">
            <w:pPr>
              <w:rPr>
                <w:rFonts w:ascii="Arial" w:hAnsi="Arial" w:cs="Arial"/>
                <w:sz w:val="20"/>
                <w:szCs w:val="20"/>
              </w:rPr>
            </w:pPr>
            <w:r w:rsidRPr="008204A6">
              <w:rPr>
                <w:rFonts w:ascii="Arial" w:hAnsi="Arial" w:cs="Arial"/>
                <w:sz w:val="20"/>
                <w:szCs w:val="20"/>
              </w:rPr>
              <w:t>Opis składni i reguł przetwarzania podpisów cyfrowych.</w:t>
            </w:r>
          </w:p>
          <w:p w14:paraId="4FCE03AB" w14:textId="77777777" w:rsidR="00F02ED4" w:rsidRPr="008204A6" w:rsidRDefault="00EC3E8C" w:rsidP="00EC3E8C">
            <w:pPr>
              <w:rPr>
                <w:rFonts w:ascii="Arial" w:hAnsi="Arial" w:cs="Arial"/>
                <w:sz w:val="20"/>
                <w:szCs w:val="20"/>
              </w:rPr>
            </w:pPr>
            <w:r w:rsidRPr="008204A6">
              <w:rPr>
                <w:rFonts w:ascii="Arial" w:hAnsi="Arial" w:cs="Arial"/>
                <w:sz w:val="20"/>
                <w:szCs w:val="20"/>
              </w:rPr>
              <w:t>http://www.w3.org/TR/xmldsig-core/xmldsig-core-schema.xsd</w:t>
            </w:r>
          </w:p>
        </w:tc>
      </w:tr>
      <w:tr w:rsidR="00847416" w:rsidRPr="00313AF7" w14:paraId="1B377ACE" w14:textId="77777777" w:rsidTr="0044439F">
        <w:tc>
          <w:tcPr>
            <w:tcW w:w="2007" w:type="dxa"/>
          </w:tcPr>
          <w:p w14:paraId="2F54D9CB" w14:textId="77777777" w:rsidR="00847416" w:rsidRPr="008204A6" w:rsidRDefault="006C522F" w:rsidP="004E2C82">
            <w:pPr>
              <w:rPr>
                <w:rFonts w:ascii="Arial" w:hAnsi="Arial" w:cs="Arial"/>
                <w:sz w:val="20"/>
                <w:szCs w:val="20"/>
              </w:rPr>
            </w:pPr>
            <w:r w:rsidRPr="008204A6">
              <w:rPr>
                <w:rFonts w:ascii="Arial" w:hAnsi="Arial" w:cs="Arial"/>
                <w:sz w:val="20"/>
                <w:szCs w:val="20"/>
              </w:rPr>
              <w:t>akc</w:t>
            </w:r>
            <w:r w:rsidR="002B58BD" w:rsidRPr="008204A6">
              <w:rPr>
                <w:rFonts w:ascii="Arial" w:hAnsi="Arial" w:cs="Arial"/>
                <w:sz w:val="20"/>
                <w:szCs w:val="20"/>
              </w:rPr>
              <w:t>_</w:t>
            </w:r>
            <w:r w:rsidRPr="008204A6">
              <w:rPr>
                <w:rFonts w:ascii="Arial" w:hAnsi="Arial" w:cs="Arial"/>
                <w:sz w:val="20"/>
                <w:szCs w:val="20"/>
              </w:rPr>
              <w:t>u</w:t>
            </w:r>
            <w:r w:rsidR="00F911C2" w:rsidRPr="008204A6">
              <w:rPr>
                <w:rFonts w:ascii="Arial" w:hAnsi="Arial" w:cs="Arial"/>
                <w:sz w:val="20"/>
                <w:szCs w:val="20"/>
              </w:rPr>
              <w:t>s</w:t>
            </w:r>
            <w:r w:rsidR="00847416" w:rsidRPr="008204A6">
              <w:rPr>
                <w:rFonts w:ascii="Arial" w:hAnsi="Arial" w:cs="Arial"/>
                <w:sz w:val="20"/>
                <w:szCs w:val="20"/>
              </w:rPr>
              <w:t>.xsd</w:t>
            </w:r>
          </w:p>
        </w:tc>
        <w:tc>
          <w:tcPr>
            <w:tcW w:w="7221" w:type="dxa"/>
          </w:tcPr>
          <w:p w14:paraId="65341C88" w14:textId="77777777" w:rsidR="00847416" w:rsidRPr="008204A6" w:rsidRDefault="00897644" w:rsidP="00A4737B">
            <w:pPr>
              <w:rPr>
                <w:rFonts w:ascii="Arial" w:hAnsi="Arial" w:cs="Arial"/>
                <w:sz w:val="20"/>
                <w:szCs w:val="20"/>
              </w:rPr>
            </w:pPr>
            <w:r w:rsidRPr="008204A6">
              <w:rPr>
                <w:rFonts w:ascii="Arial" w:hAnsi="Arial" w:cs="Arial"/>
                <w:sz w:val="20"/>
                <w:szCs w:val="20"/>
              </w:rPr>
              <w:t>Struktura danych dla deklaracji.</w:t>
            </w:r>
          </w:p>
        </w:tc>
      </w:tr>
    </w:tbl>
    <w:p w14:paraId="10A63CC1" w14:textId="77777777" w:rsidR="004E2C82" w:rsidRDefault="00821CB6" w:rsidP="009F5FAD">
      <w:pPr>
        <w:pStyle w:val="Nagwek1"/>
      </w:pPr>
      <w:bookmarkStart w:id="45" w:name="_Toc177977578"/>
      <w:r>
        <w:lastRenderedPageBreak/>
        <w:t>Specyfikacja deklaracji AKC</w:t>
      </w:r>
      <w:r w:rsidR="00F911C2">
        <w:t>-</w:t>
      </w:r>
      <w:r w:rsidR="007B6312">
        <w:t>U</w:t>
      </w:r>
      <w:r w:rsidR="00F911C2">
        <w:t>/</w:t>
      </w:r>
      <w:r w:rsidR="00875482">
        <w:t>S</w:t>
      </w:r>
      <w:bookmarkEnd w:id="45"/>
    </w:p>
    <w:p w14:paraId="54758570" w14:textId="16D735E7" w:rsidR="00CA300B" w:rsidRPr="008204A6" w:rsidRDefault="00023890" w:rsidP="00DB3617">
      <w:pPr>
        <w:jc w:val="both"/>
        <w:rPr>
          <w:rFonts w:ascii="Lato" w:hAnsi="Lato"/>
        </w:rPr>
      </w:pPr>
      <w:r w:rsidRPr="008204A6">
        <w:rPr>
          <w:rFonts w:ascii="Lato" w:hAnsi="Lato"/>
        </w:rPr>
        <w:t xml:space="preserve">Struktury typu </w:t>
      </w:r>
      <w:r w:rsidRPr="00902B2B">
        <w:rPr>
          <w:rFonts w:ascii="Lato" w:hAnsi="Lato"/>
        </w:rPr>
        <w:t>SignatureType, ZTrader, Z</w:t>
      </w:r>
      <w:r w:rsidR="00875482" w:rsidRPr="00902B2B">
        <w:rPr>
          <w:rFonts w:ascii="Lato" w:hAnsi="Lato"/>
        </w:rPr>
        <w:t>Id</w:t>
      </w:r>
      <w:r w:rsidR="00B721AE" w:rsidRPr="00902B2B">
        <w:rPr>
          <w:rFonts w:ascii="Lato" w:hAnsi="Lato"/>
        </w:rPr>
        <w:t>Ext</w:t>
      </w:r>
      <w:r w:rsidRPr="00902B2B">
        <w:rPr>
          <w:rFonts w:ascii="Lato" w:hAnsi="Lato"/>
        </w:rPr>
        <w:t>Statement</w:t>
      </w:r>
      <w:r w:rsidR="00C8590C" w:rsidRPr="00902B2B">
        <w:rPr>
          <w:rFonts w:ascii="Lato" w:hAnsi="Lato"/>
        </w:rPr>
        <w:t>, ZCharacter</w:t>
      </w:r>
      <w:r w:rsidR="00E713AA" w:rsidRPr="00902B2B">
        <w:rPr>
          <w:rFonts w:ascii="Lato" w:hAnsi="Lato"/>
          <w:lang w:eastAsia="pl-PL"/>
        </w:rPr>
        <w:t xml:space="preserve">, </w:t>
      </w:r>
      <w:r w:rsidR="00E713AA" w:rsidRPr="00902B2B">
        <w:rPr>
          <w:rFonts w:ascii="Lato" w:hAnsi="Lato" w:cs="Arial"/>
          <w:szCs w:val="18"/>
          <w:lang w:eastAsia="pl-PL"/>
        </w:rPr>
        <w:t>ZPer</w:t>
      </w:r>
      <w:r w:rsidR="004875EF" w:rsidRPr="00902B2B">
        <w:rPr>
          <w:rFonts w:ascii="Lato" w:hAnsi="Lato" w:cs="Arial"/>
          <w:szCs w:val="18"/>
          <w:lang w:eastAsia="pl-PL"/>
        </w:rPr>
        <w:t>centage</w:t>
      </w:r>
      <w:r w:rsidR="00E713AA" w:rsidRPr="008204A6">
        <w:rPr>
          <w:rFonts w:ascii="Lato" w:hAnsi="Lato" w:cs="Arial"/>
          <w:szCs w:val="18"/>
          <w:lang w:eastAsia="pl-PL"/>
        </w:rPr>
        <w:t xml:space="preserve"> </w:t>
      </w:r>
      <w:r w:rsidRPr="008204A6">
        <w:rPr>
          <w:rFonts w:ascii="Lato" w:hAnsi="Lato"/>
        </w:rPr>
        <w:t xml:space="preserve">zostały zdefiniowane w dokumencie </w:t>
      </w:r>
      <w:r w:rsidRPr="008204A6">
        <w:rPr>
          <w:rFonts w:ascii="Lato" w:hAnsi="Lato"/>
        </w:rPr>
        <w:fldChar w:fldCharType="begin"/>
      </w:r>
      <w:r w:rsidRPr="008204A6">
        <w:rPr>
          <w:rFonts w:ascii="Lato" w:hAnsi="Lato"/>
        </w:rPr>
        <w:instrText xml:space="preserve"> REF _Ref361653747 \r \h </w:instrText>
      </w:r>
      <w:r w:rsidR="008204A6">
        <w:rPr>
          <w:rFonts w:ascii="Lato" w:hAnsi="Lato"/>
        </w:rPr>
        <w:instrText xml:space="preserve"> \* MERGEFORMAT </w:instrText>
      </w:r>
      <w:r w:rsidRPr="008204A6">
        <w:rPr>
          <w:rFonts w:ascii="Lato" w:hAnsi="Lato"/>
        </w:rPr>
      </w:r>
      <w:r w:rsidRPr="008204A6">
        <w:rPr>
          <w:rFonts w:ascii="Lato" w:hAnsi="Lato"/>
        </w:rPr>
        <w:fldChar w:fldCharType="separate"/>
      </w:r>
      <w:r w:rsidR="00030010" w:rsidRPr="008204A6">
        <w:rPr>
          <w:rFonts w:ascii="Lato" w:hAnsi="Lato"/>
        </w:rPr>
        <w:t>A1</w:t>
      </w:r>
      <w:r w:rsidRPr="008204A6">
        <w:rPr>
          <w:rFonts w:ascii="Lato" w:hAnsi="Lato"/>
        </w:rPr>
        <w:fldChar w:fldCharType="end"/>
      </w:r>
      <w:r w:rsidRPr="008204A6">
        <w:rPr>
          <w:rFonts w:ascii="Lato" w:hAnsi="Lato"/>
        </w:rPr>
        <w:t xml:space="preserve"> i nie będą tutaj szczegółowo omawiane.</w:t>
      </w:r>
    </w:p>
    <w:p w14:paraId="1C1EA27E" w14:textId="34359D1D" w:rsidR="008204A6" w:rsidRDefault="008204A6" w:rsidP="008204A6">
      <w:pPr>
        <w:pStyle w:val="Legenda"/>
        <w:keepNext/>
      </w:pPr>
      <w:bookmarkStart w:id="46" w:name="_Toc177977593"/>
      <w:r>
        <w:t xml:space="preserve">Tabela </w:t>
      </w:r>
      <w:fldSimple w:instr=" SEQ Tabela \* ARABIC ">
        <w:r w:rsidR="009F5FAD">
          <w:rPr>
            <w:noProof/>
          </w:rPr>
          <w:t>8</w:t>
        </w:r>
      </w:fldSimple>
      <w:r>
        <w:t>.</w:t>
      </w:r>
      <w:r w:rsidRPr="00745B60">
        <w:t>Dane ogólne w ramach struktury deklaracji AKC-U/S</w:t>
      </w:r>
      <w:bookmarkEnd w:id="46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6B1F2F47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279D2448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2859E85" w14:textId="77777777" w:rsidR="00AE58FB" w:rsidRPr="008204A6" w:rsidRDefault="00104424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Struktura deklaracji uproszczonej </w:t>
            </w:r>
            <w:r w:rsidR="00875482" w:rsidRPr="008204A6">
              <w:rPr>
                <w:rFonts w:ascii="Lato" w:hAnsi="Lato" w:cs="Arial"/>
                <w:sz w:val="20"/>
                <w:szCs w:val="20"/>
              </w:rPr>
              <w:t xml:space="preserve"> dla podatku akcyzowego od </w:t>
            </w:r>
            <w:r w:rsidRPr="008204A6">
              <w:rPr>
                <w:rFonts w:ascii="Lato" w:hAnsi="Lato" w:cs="Arial"/>
                <w:sz w:val="20"/>
                <w:szCs w:val="20"/>
              </w:rPr>
              <w:t xml:space="preserve">nabycia </w:t>
            </w:r>
            <w:r w:rsidR="00875482" w:rsidRPr="008204A6">
              <w:rPr>
                <w:rFonts w:ascii="Lato" w:hAnsi="Lato" w:cs="Arial"/>
                <w:sz w:val="20"/>
                <w:szCs w:val="20"/>
              </w:rPr>
              <w:t>wewnątrzwspólnotowego samochodów osobowych.</w:t>
            </w:r>
          </w:p>
        </w:tc>
      </w:tr>
      <w:tr w:rsidR="00AE58FB" w:rsidRPr="00D143FC" w14:paraId="664BF54B" w14:textId="77777777" w:rsidTr="0044439F">
        <w:tc>
          <w:tcPr>
            <w:tcW w:w="2738" w:type="dxa"/>
          </w:tcPr>
          <w:p w14:paraId="2665A444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45B86B8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0EFF23D7" w14:textId="77777777" w:rsidTr="0044439F">
        <w:tc>
          <w:tcPr>
            <w:tcW w:w="2738" w:type="dxa"/>
          </w:tcPr>
          <w:p w14:paraId="0B0E1DC9" w14:textId="77777777" w:rsidR="00AE58FB" w:rsidRPr="008204A6" w:rsidRDefault="00D41F2E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7994BD6" w14:textId="77777777" w:rsidR="00AE58FB" w:rsidRPr="008204A6" w:rsidRDefault="0077599A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4</w:t>
            </w:r>
            <w:r w:rsidR="008A1B4F" w:rsidRPr="008204A6">
              <w:rPr>
                <w:rFonts w:ascii="Lato" w:hAnsi="Lato" w:cs="Arial"/>
                <w:sz w:val="20"/>
                <w:szCs w:val="20"/>
              </w:rPr>
              <w:t>_0</w:t>
            </w:r>
          </w:p>
        </w:tc>
      </w:tr>
      <w:tr w:rsidR="00AE58FB" w:rsidRPr="00D143FC" w14:paraId="66684656" w14:textId="77777777" w:rsidTr="0044439F">
        <w:tc>
          <w:tcPr>
            <w:tcW w:w="2738" w:type="dxa"/>
          </w:tcPr>
          <w:p w14:paraId="6D0EB370" w14:textId="77777777" w:rsidR="00AE58FB" w:rsidRPr="008204A6" w:rsidRDefault="00D41F2E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Zależności od innych dekl</w:t>
            </w:r>
            <w:r w:rsidR="009F770A" w:rsidRPr="008204A6">
              <w:rPr>
                <w:rFonts w:ascii="Lato" w:hAnsi="Lato" w:cs="Arial"/>
                <w:sz w:val="20"/>
                <w:szCs w:val="20"/>
              </w:rPr>
              <w:t>a</w:t>
            </w:r>
            <w:r w:rsidRPr="008204A6">
              <w:rPr>
                <w:rFonts w:ascii="Lato" w:hAnsi="Lato"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6806C2B3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0EC1031A" w14:textId="77777777" w:rsidTr="0044439F">
        <w:tc>
          <w:tcPr>
            <w:tcW w:w="2738" w:type="dxa"/>
          </w:tcPr>
          <w:p w14:paraId="495F2E01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374B141" w14:textId="77777777" w:rsidR="00AE58FB" w:rsidRPr="008204A6" w:rsidRDefault="009F6ED6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52F474CC" w14:textId="77777777" w:rsidTr="0044439F">
        <w:tc>
          <w:tcPr>
            <w:tcW w:w="2738" w:type="dxa"/>
          </w:tcPr>
          <w:p w14:paraId="1DA0B2EC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8FCBD3C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1AB296C0" w14:textId="77777777" w:rsidTr="0044439F">
        <w:tc>
          <w:tcPr>
            <w:tcW w:w="2738" w:type="dxa"/>
          </w:tcPr>
          <w:p w14:paraId="07319353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3ED8922" w14:textId="77777777" w:rsidR="00AE58FB" w:rsidRPr="008204A6" w:rsidRDefault="00B5046C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2D1DD7B9" w14:textId="77777777" w:rsidTr="0044439F">
        <w:tc>
          <w:tcPr>
            <w:tcW w:w="2738" w:type="dxa"/>
          </w:tcPr>
          <w:p w14:paraId="504DFC78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5ADB74B0" w14:textId="77777777" w:rsidR="00B5046C" w:rsidRPr="008204A6" w:rsidRDefault="00B5046C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http://www.w3.org/2000/09/xmldsig#</w:t>
            </w:r>
          </w:p>
          <w:p w14:paraId="30186FC3" w14:textId="77777777" w:rsidR="008A1B4F" w:rsidRPr="008204A6" w:rsidRDefault="008A1B4F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http://www.e-clo.pl/ZEFIR2/eZefir2/xsd/</w:t>
            </w:r>
            <w:r w:rsidR="006B0029" w:rsidRPr="008204A6">
              <w:rPr>
                <w:rFonts w:ascii="Lato" w:hAnsi="Lato" w:cs="Arial"/>
                <w:sz w:val="20"/>
                <w:szCs w:val="20"/>
              </w:rPr>
              <w:t>v</w:t>
            </w:r>
            <w:r w:rsidR="0077599A" w:rsidRPr="008204A6">
              <w:rPr>
                <w:rFonts w:ascii="Lato" w:hAnsi="Lato" w:cs="Arial"/>
                <w:sz w:val="20"/>
                <w:szCs w:val="20"/>
              </w:rPr>
              <w:t>4</w:t>
            </w:r>
            <w:r w:rsidRPr="008204A6">
              <w:rPr>
                <w:rFonts w:ascii="Lato" w:hAnsi="Lato" w:cs="Arial"/>
                <w:sz w:val="20"/>
                <w:szCs w:val="20"/>
              </w:rPr>
              <w:t>_0/AKC_U</w:t>
            </w:r>
            <w:r w:rsidR="00875482" w:rsidRPr="008204A6">
              <w:rPr>
                <w:rFonts w:ascii="Lato" w:hAnsi="Lato" w:cs="Arial"/>
                <w:sz w:val="20"/>
                <w:szCs w:val="20"/>
              </w:rPr>
              <w:t>S</w:t>
            </w:r>
            <w:r w:rsidRPr="008204A6">
              <w:rPr>
                <w:rFonts w:ascii="Lato" w:hAnsi="Lato" w:cs="Arial"/>
                <w:sz w:val="20"/>
                <w:szCs w:val="20"/>
              </w:rPr>
              <w:t>.xsd</w:t>
            </w:r>
          </w:p>
          <w:p w14:paraId="34844DED" w14:textId="77777777" w:rsidR="008A1B4F" w:rsidRPr="008204A6" w:rsidRDefault="008A1B4F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http://www.e-clo.pl/ZEFIR2/eZefir2/xsd/v</w:t>
            </w:r>
            <w:r w:rsidR="00875482" w:rsidRPr="008204A6">
              <w:rPr>
                <w:rFonts w:ascii="Lato" w:hAnsi="Lato" w:cs="Arial"/>
                <w:sz w:val="20"/>
                <w:szCs w:val="20"/>
              </w:rPr>
              <w:t>4</w:t>
            </w:r>
            <w:r w:rsidRPr="008204A6">
              <w:rPr>
                <w:rFonts w:ascii="Lato" w:hAnsi="Lato" w:cs="Arial"/>
                <w:sz w:val="20"/>
                <w:szCs w:val="20"/>
              </w:rPr>
              <w:t>_0/</w:t>
            </w:r>
            <w:r w:rsidRPr="00902B2B">
              <w:rPr>
                <w:rFonts w:ascii="Lato" w:hAnsi="Lato" w:cs="Arial"/>
                <w:sz w:val="20"/>
                <w:szCs w:val="20"/>
              </w:rPr>
              <w:t>Trader</w:t>
            </w:r>
            <w:r w:rsidRPr="008204A6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  <w:p w14:paraId="52AE5EE1" w14:textId="77777777" w:rsidR="008A1B4F" w:rsidRPr="008204A6" w:rsidRDefault="00902B2B" w:rsidP="008204A6">
            <w:pPr>
              <w:rPr>
                <w:rFonts w:ascii="Lato" w:hAnsi="Lato" w:cs="Arial"/>
                <w:sz w:val="20"/>
                <w:szCs w:val="20"/>
              </w:rPr>
            </w:pPr>
            <w:hyperlink r:id="rId8" w:history="1">
              <w:r w:rsidR="00875482" w:rsidRPr="008204A6">
                <w:rPr>
                  <w:rFonts w:ascii="Lato" w:hAnsi="Lato"/>
                  <w:sz w:val="20"/>
                  <w:szCs w:val="20"/>
                </w:rPr>
                <w:t>http://www.e-clo.pl/ZEFIR2/eZefir2/xsd/v4_0/</w:t>
              </w:r>
              <w:r w:rsidR="00875482" w:rsidRPr="00902B2B">
                <w:rPr>
                  <w:rFonts w:ascii="Lato" w:hAnsi="Lato"/>
                  <w:sz w:val="20"/>
                  <w:szCs w:val="20"/>
                </w:rPr>
                <w:t>Types</w:t>
              </w:r>
              <w:r w:rsidR="00875482" w:rsidRPr="008204A6">
                <w:rPr>
                  <w:rFonts w:ascii="Lato" w:hAnsi="Lato"/>
                  <w:sz w:val="20"/>
                  <w:szCs w:val="20"/>
                </w:rPr>
                <w:t>.</w:t>
              </w:r>
              <w:proofErr w:type="spellStart"/>
              <w:r w:rsidR="00875482" w:rsidRPr="008204A6">
                <w:rPr>
                  <w:rFonts w:ascii="Lato" w:hAnsi="Lato"/>
                  <w:sz w:val="20"/>
                  <w:szCs w:val="20"/>
                </w:rPr>
                <w:t>xsd</w:t>
              </w:r>
              <w:proofErr w:type="spellEnd"/>
            </w:hyperlink>
          </w:p>
          <w:p w14:paraId="067AB928" w14:textId="77777777" w:rsidR="001F26FD" w:rsidRPr="008204A6" w:rsidRDefault="008A1B4F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http://www.e-clo.pl/ZEFIR2/eZefir2/xsd/v2_0/</w:t>
            </w:r>
            <w:r w:rsidRPr="00902B2B">
              <w:rPr>
                <w:rFonts w:ascii="Lato" w:hAnsi="Lato" w:cs="Arial"/>
                <w:sz w:val="20"/>
                <w:szCs w:val="20"/>
              </w:rPr>
              <w:t>Authentication</w:t>
            </w:r>
            <w:r w:rsidRPr="008204A6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</w:tc>
      </w:tr>
      <w:tr w:rsidR="00AE58FB" w:rsidRPr="00D143FC" w14:paraId="72126559" w14:textId="77777777" w:rsidTr="0044439F">
        <w:tc>
          <w:tcPr>
            <w:tcW w:w="2738" w:type="dxa"/>
          </w:tcPr>
          <w:p w14:paraId="6CE9A3C7" w14:textId="77777777" w:rsidR="00AE58FB" w:rsidRPr="008204A6" w:rsidRDefault="00AE58FB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A3D05BF" w14:textId="77777777" w:rsidR="00AE58FB" w:rsidRPr="008204A6" w:rsidRDefault="00DC0B77" w:rsidP="008204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AKC_U</w:t>
            </w:r>
            <w:r w:rsidR="00875482" w:rsidRPr="008204A6">
              <w:rPr>
                <w:rFonts w:ascii="Lato" w:hAnsi="Lato" w:cs="Arial"/>
                <w:sz w:val="20"/>
                <w:szCs w:val="20"/>
              </w:rPr>
              <w:t>S</w:t>
            </w:r>
            <w:r w:rsidR="00AE58FB" w:rsidRPr="008204A6">
              <w:rPr>
                <w:rFonts w:ascii="Lato" w:hAnsi="Lato" w:cs="Arial"/>
                <w:sz w:val="20"/>
                <w:szCs w:val="20"/>
              </w:rPr>
              <w:t>.xsd</w:t>
            </w:r>
          </w:p>
        </w:tc>
      </w:tr>
    </w:tbl>
    <w:p w14:paraId="02FD5EFE" w14:textId="33AB9503" w:rsidR="008204A6" w:rsidRPr="0044439F" w:rsidRDefault="008204A6" w:rsidP="0044439F">
      <w:pPr>
        <w:pStyle w:val="Nagwek3"/>
      </w:pPr>
      <w:bookmarkStart w:id="47" w:name="_Toc177977594"/>
      <w:r w:rsidRPr="0044439F">
        <w:t>Struktura danych deklaracji AKC-U/S</w:t>
      </w:r>
      <w:bookmarkEnd w:id="47"/>
    </w:p>
    <w:p w14:paraId="4541F3D1" w14:textId="09CF43CF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4439F">
        <w:rPr>
          <w:rFonts w:ascii="Consolas" w:hAnsi="Consolas"/>
          <w:lang w:val="en-GB"/>
        </w:rPr>
        <w:t>AKCUSType</w:t>
      </w:r>
      <w:proofErr w:type="spellEnd"/>
    </w:p>
    <w:p w14:paraId="0E338593" w14:textId="27B812A5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4439F">
        <w:rPr>
          <w:rFonts w:ascii="Consolas" w:hAnsi="Consolas"/>
          <w:lang w:val="en-GB"/>
        </w:rPr>
        <w:t>HeaderType</w:t>
      </w:r>
      <w:proofErr w:type="spellEnd"/>
    </w:p>
    <w:p w14:paraId="69981A69" w14:textId="3FB37345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4439F">
        <w:rPr>
          <w:rFonts w:ascii="Consolas" w:hAnsi="Consolas"/>
          <w:lang w:val="en-GB"/>
        </w:rPr>
        <w:t>ZTrader</w:t>
      </w:r>
      <w:proofErr w:type="spellEnd"/>
    </w:p>
    <w:p w14:paraId="0B3A2F53" w14:textId="1815580A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4439F">
        <w:rPr>
          <w:rFonts w:ascii="Consolas" w:hAnsi="Consolas"/>
          <w:lang w:val="en-GB"/>
        </w:rPr>
        <w:t>AmountPayableType</w:t>
      </w:r>
      <w:proofErr w:type="spellEnd"/>
    </w:p>
    <w:p w14:paraId="52363C52" w14:textId="27F70B72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4439F">
        <w:rPr>
          <w:rFonts w:ascii="Consolas" w:hAnsi="Consolas"/>
          <w:lang w:val="en-GB"/>
        </w:rPr>
        <w:t>CalcAmountPayable</w:t>
      </w:r>
      <w:proofErr w:type="spellEnd"/>
    </w:p>
    <w:p w14:paraId="05B50656" w14:textId="2642BE49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r w:rsidRPr="0044439F">
        <w:rPr>
          <w:rFonts w:ascii="Consolas" w:hAnsi="Consolas"/>
          <w:lang w:val="en-GB"/>
        </w:rPr>
        <w:t>ItemType</w:t>
      </w:r>
    </w:p>
    <w:p w14:paraId="0CC0BDFA" w14:textId="399F1AC3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4439F">
        <w:rPr>
          <w:rFonts w:ascii="Consolas" w:hAnsi="Consolas"/>
          <w:lang w:val="en-GB"/>
        </w:rPr>
        <w:t>ZExtStatement</w:t>
      </w:r>
      <w:proofErr w:type="spellEnd"/>
    </w:p>
    <w:p w14:paraId="5944E427" w14:textId="72D3E0F3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4439F">
        <w:rPr>
          <w:rFonts w:ascii="Consolas" w:hAnsi="Consolas"/>
          <w:lang w:val="en-GB"/>
        </w:rPr>
        <w:t>AuthenticationType</w:t>
      </w:r>
      <w:proofErr w:type="spellEnd"/>
    </w:p>
    <w:p w14:paraId="42DD59A3" w14:textId="05674F92" w:rsidR="0044439F" w:rsidRPr="0044439F" w:rsidRDefault="0044439F" w:rsidP="0044439F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44439F">
        <w:rPr>
          <w:rFonts w:ascii="Consolas" w:hAnsi="Consolas"/>
          <w:lang w:val="en-GB"/>
        </w:rPr>
        <w:t>SignatureType</w:t>
      </w:r>
      <w:proofErr w:type="spellEnd"/>
    </w:p>
    <w:p w14:paraId="7E9DECDC" w14:textId="03FAFCAE" w:rsidR="008204A6" w:rsidRPr="00D67561" w:rsidRDefault="008204A6" w:rsidP="008204A6">
      <w:pPr>
        <w:pStyle w:val="Legenda"/>
        <w:keepNext/>
      </w:pPr>
      <w:bookmarkStart w:id="48" w:name="_Toc177977595"/>
      <w:r w:rsidRPr="00D67561">
        <w:t xml:space="preserve">Tabela </w:t>
      </w:r>
      <w:r w:rsidR="00C42D4C">
        <w:fldChar w:fldCharType="begin"/>
      </w:r>
      <w:r w:rsidR="00C42D4C" w:rsidRPr="00D67561">
        <w:instrText xml:space="preserve"> SEQ Tabela \* ARABIC </w:instrText>
      </w:r>
      <w:r w:rsidR="00C42D4C">
        <w:fldChar w:fldCharType="separate"/>
      </w:r>
      <w:r w:rsidR="009F5FAD" w:rsidRPr="00D67561">
        <w:rPr>
          <w:noProof/>
        </w:rPr>
        <w:t>10</w:t>
      </w:r>
      <w:r w:rsidR="00C42D4C">
        <w:rPr>
          <w:noProof/>
        </w:rPr>
        <w:fldChar w:fldCharType="end"/>
      </w:r>
      <w:r w:rsidRPr="00D67561">
        <w:t xml:space="preserve">.Struktura elementu AKC-U/S </w:t>
      </w:r>
      <w:r w:rsidRPr="00902B2B">
        <w:t>Type</w:t>
      </w:r>
      <w:bookmarkEnd w:id="4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89"/>
        <w:gridCol w:w="2858"/>
        <w:gridCol w:w="870"/>
        <w:gridCol w:w="2240"/>
        <w:gridCol w:w="1197"/>
      </w:tblGrid>
      <w:tr w:rsidR="008A378C" w:rsidRPr="008204A6" w14:paraId="33D8E866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89" w:type="dxa"/>
          </w:tcPr>
          <w:p w14:paraId="5296E8E3" w14:textId="77777777" w:rsidR="008A378C" w:rsidRPr="008204A6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04A6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858" w:type="dxa"/>
          </w:tcPr>
          <w:p w14:paraId="0271215D" w14:textId="77777777" w:rsidR="008A378C" w:rsidRPr="008204A6" w:rsidRDefault="008A378C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204A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70" w:type="dxa"/>
          </w:tcPr>
          <w:p w14:paraId="4919988B" w14:textId="77777777" w:rsidR="008A378C" w:rsidRPr="008204A6" w:rsidRDefault="008A378C" w:rsidP="008A378C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204A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40" w:type="dxa"/>
          </w:tcPr>
          <w:p w14:paraId="75FDE955" w14:textId="77777777" w:rsidR="008A378C" w:rsidRPr="008204A6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04A6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8ED54BF" w14:textId="77777777" w:rsidR="008A378C" w:rsidRPr="008204A6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04A6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805548" w14:paraId="285C37F9" w14:textId="77777777" w:rsidTr="0044439F">
        <w:trPr>
          <w:trHeight w:val="213"/>
        </w:trPr>
        <w:tc>
          <w:tcPr>
            <w:tcW w:w="1889" w:type="dxa"/>
          </w:tcPr>
          <w:p w14:paraId="23584FB2" w14:textId="77777777" w:rsidR="008A378C" w:rsidRPr="00D67561" w:rsidRDefault="008A378C" w:rsidP="00834F12">
            <w:pPr>
              <w:rPr>
                <w:rFonts w:ascii="Lato" w:hAnsi="Lato"/>
                <w:color w:val="000000"/>
                <w:sz w:val="20"/>
                <w:lang w:val="en-GB"/>
              </w:rPr>
            </w:pPr>
            <w:r w:rsidRPr="00D67561">
              <w:rPr>
                <w:rFonts w:ascii="Lato" w:hAnsi="Lato"/>
                <w:color w:val="000000"/>
                <w:sz w:val="20"/>
                <w:lang w:val="en-GB"/>
              </w:rPr>
              <w:t>Header</w:t>
            </w:r>
          </w:p>
        </w:tc>
        <w:tc>
          <w:tcPr>
            <w:tcW w:w="2858" w:type="dxa"/>
          </w:tcPr>
          <w:p w14:paraId="0DF633D0" w14:textId="77777777" w:rsidR="008A378C" w:rsidRPr="008204A6" w:rsidRDefault="008A378C" w:rsidP="00834F12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proofErr w:type="spellStart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Nagłówek</w:t>
            </w:r>
            <w:proofErr w:type="spellEnd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deklaracji</w:t>
            </w:r>
            <w:proofErr w:type="spellEnd"/>
          </w:p>
        </w:tc>
        <w:tc>
          <w:tcPr>
            <w:tcW w:w="870" w:type="dxa"/>
          </w:tcPr>
          <w:p w14:paraId="392E655D" w14:textId="77777777" w:rsidR="008A378C" w:rsidRPr="008204A6" w:rsidRDefault="00213E11" w:rsidP="008A378C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-</w:t>
            </w:r>
          </w:p>
        </w:tc>
        <w:tc>
          <w:tcPr>
            <w:tcW w:w="2240" w:type="dxa"/>
          </w:tcPr>
          <w:p w14:paraId="43F38078" w14:textId="77777777" w:rsidR="008A378C" w:rsidRPr="00D67561" w:rsidRDefault="0063597B" w:rsidP="00834F12">
            <w:pPr>
              <w:rPr>
                <w:rFonts w:ascii="Lato" w:hAnsi="Lato"/>
                <w:color w:val="000000"/>
                <w:sz w:val="20"/>
                <w:lang w:val="en-GB"/>
              </w:rPr>
            </w:pPr>
            <w:r w:rsidRPr="00D67561">
              <w:rPr>
                <w:rFonts w:ascii="Lato" w:hAnsi="Lato"/>
                <w:color w:val="000000"/>
                <w:sz w:val="20"/>
                <w:lang w:val="en-GB"/>
              </w:rPr>
              <w:fldChar w:fldCharType="begin"/>
            </w:r>
            <w:r w:rsidRPr="00D67561">
              <w:rPr>
                <w:rFonts w:ascii="Lato" w:hAnsi="Lato"/>
                <w:color w:val="000000"/>
                <w:sz w:val="20"/>
                <w:lang w:val="en-GB"/>
              </w:rPr>
              <w:instrText xml:space="preserve"> REF HeaderType\h  \* MERGEFORMAT </w:instrText>
            </w:r>
            <w:r w:rsidRPr="00D67561">
              <w:rPr>
                <w:rFonts w:ascii="Lato" w:hAnsi="Lato"/>
                <w:color w:val="000000"/>
                <w:sz w:val="20"/>
                <w:lang w:val="en-GB"/>
              </w:rPr>
            </w:r>
            <w:r w:rsidRPr="00D67561">
              <w:rPr>
                <w:rFonts w:ascii="Lato" w:hAnsi="Lato"/>
                <w:color w:val="000000"/>
                <w:sz w:val="20"/>
                <w:lang w:val="en-GB"/>
              </w:rPr>
              <w:fldChar w:fldCharType="separate"/>
            </w:r>
            <w:proofErr w:type="spellStart"/>
            <w:r w:rsidR="00030010" w:rsidRPr="00D67561">
              <w:rPr>
                <w:rFonts w:ascii="Lato" w:hAnsi="Lato"/>
                <w:color w:val="000000"/>
                <w:sz w:val="20"/>
                <w:lang w:val="en-GB"/>
              </w:rPr>
              <w:t>HeaderType</w:t>
            </w:r>
            <w:proofErr w:type="spellEnd"/>
            <w:r w:rsidRPr="00D67561">
              <w:rPr>
                <w:rFonts w:ascii="Lato" w:hAnsi="Lato"/>
                <w:color w:val="000000"/>
                <w:sz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6F9453B5" w14:textId="77777777" w:rsidR="008A378C" w:rsidRPr="008204A6" w:rsidRDefault="008A378C" w:rsidP="00834F12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1..1</w:t>
            </w:r>
          </w:p>
        </w:tc>
      </w:tr>
      <w:tr w:rsidR="00336D68" w:rsidRPr="00805548" w14:paraId="568ECA97" w14:textId="77777777" w:rsidTr="0044439F">
        <w:trPr>
          <w:trHeight w:val="213"/>
        </w:trPr>
        <w:tc>
          <w:tcPr>
            <w:tcW w:w="1889" w:type="dxa"/>
          </w:tcPr>
          <w:p w14:paraId="74DC109D" w14:textId="77777777" w:rsidR="00336D68" w:rsidRPr="00D67561" w:rsidRDefault="00336D68" w:rsidP="009766C4">
            <w:pPr>
              <w:rPr>
                <w:rFonts w:ascii="Lato" w:hAnsi="Lato"/>
                <w:color w:val="000000"/>
                <w:sz w:val="20"/>
                <w:lang w:val="en-GB"/>
              </w:rPr>
            </w:pPr>
            <w:r w:rsidRPr="00D67561">
              <w:rPr>
                <w:rFonts w:ascii="Lato" w:hAnsi="Lato"/>
                <w:color w:val="000000"/>
                <w:sz w:val="20"/>
                <w:lang w:val="en-GB"/>
              </w:rPr>
              <w:t>Authentication</w:t>
            </w:r>
          </w:p>
        </w:tc>
        <w:tc>
          <w:tcPr>
            <w:tcW w:w="2858" w:type="dxa"/>
          </w:tcPr>
          <w:p w14:paraId="397649FA" w14:textId="77777777" w:rsidR="00336D68" w:rsidRPr="008204A6" w:rsidRDefault="00336D68" w:rsidP="009766C4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proofErr w:type="spellStart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Uwierzytelnienie</w:t>
            </w:r>
            <w:proofErr w:type="spellEnd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kwotą</w:t>
            </w:r>
            <w:proofErr w:type="spellEnd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przychodu</w:t>
            </w:r>
            <w:proofErr w:type="spellEnd"/>
          </w:p>
        </w:tc>
        <w:tc>
          <w:tcPr>
            <w:tcW w:w="870" w:type="dxa"/>
          </w:tcPr>
          <w:p w14:paraId="0A00C7E0" w14:textId="77777777" w:rsidR="00336D68" w:rsidRPr="008204A6" w:rsidRDefault="00336D68" w:rsidP="009766C4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-</w:t>
            </w:r>
          </w:p>
        </w:tc>
        <w:tc>
          <w:tcPr>
            <w:tcW w:w="2240" w:type="dxa"/>
          </w:tcPr>
          <w:p w14:paraId="5B009DDC" w14:textId="77777777" w:rsidR="00336D68" w:rsidRPr="00D67561" w:rsidRDefault="0063597B" w:rsidP="009766C4">
            <w:pPr>
              <w:rPr>
                <w:rFonts w:ascii="Lato" w:hAnsi="Lato"/>
                <w:color w:val="000000"/>
                <w:sz w:val="20"/>
                <w:lang w:val="en-GB"/>
              </w:rPr>
            </w:pPr>
            <w:proofErr w:type="spellStart"/>
            <w:r w:rsidRPr="00D67561">
              <w:rPr>
                <w:rFonts w:ascii="Lato" w:hAnsi="Lato"/>
                <w:color w:val="000000"/>
                <w:sz w:val="20"/>
                <w:lang w:val="en-GB"/>
              </w:rPr>
              <w:t>AuthenticationType</w:t>
            </w:r>
            <w:proofErr w:type="spellEnd"/>
          </w:p>
        </w:tc>
        <w:tc>
          <w:tcPr>
            <w:tcW w:w="1197" w:type="dxa"/>
          </w:tcPr>
          <w:p w14:paraId="41B4F7AF" w14:textId="77777777" w:rsidR="00336D68" w:rsidRPr="008204A6" w:rsidRDefault="00336D68" w:rsidP="009766C4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0..1</w:t>
            </w:r>
          </w:p>
        </w:tc>
      </w:tr>
      <w:tr w:rsidR="00336D68" w:rsidRPr="00805548" w14:paraId="576B08B8" w14:textId="77777777" w:rsidTr="0044439F">
        <w:trPr>
          <w:trHeight w:val="213"/>
        </w:trPr>
        <w:tc>
          <w:tcPr>
            <w:tcW w:w="1889" w:type="dxa"/>
          </w:tcPr>
          <w:p w14:paraId="3EFEF0C7" w14:textId="77777777" w:rsidR="00336D68" w:rsidRPr="00D67561" w:rsidRDefault="00336D68" w:rsidP="00834F12">
            <w:pPr>
              <w:rPr>
                <w:rFonts w:ascii="Lato" w:hAnsi="Lato"/>
                <w:color w:val="000000"/>
                <w:sz w:val="20"/>
                <w:lang w:val="en-GB"/>
              </w:rPr>
            </w:pPr>
            <w:r w:rsidRPr="00D67561">
              <w:rPr>
                <w:rFonts w:ascii="Lato" w:hAnsi="Lato"/>
                <w:color w:val="000000"/>
                <w:sz w:val="20"/>
                <w:lang w:val="en-GB"/>
              </w:rPr>
              <w:t>Signature</w:t>
            </w:r>
          </w:p>
        </w:tc>
        <w:tc>
          <w:tcPr>
            <w:tcW w:w="2858" w:type="dxa"/>
          </w:tcPr>
          <w:p w14:paraId="5567C7AD" w14:textId="77777777" w:rsidR="00336D68" w:rsidRPr="008204A6" w:rsidRDefault="00336D68" w:rsidP="00834F12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proofErr w:type="spellStart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Podpis</w:t>
            </w:r>
            <w:proofErr w:type="spellEnd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cyfrowy</w:t>
            </w:r>
            <w:proofErr w:type="spellEnd"/>
          </w:p>
        </w:tc>
        <w:tc>
          <w:tcPr>
            <w:tcW w:w="870" w:type="dxa"/>
          </w:tcPr>
          <w:p w14:paraId="09641955" w14:textId="77777777" w:rsidR="00336D68" w:rsidRPr="008204A6" w:rsidRDefault="00336D68" w:rsidP="008A378C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-</w:t>
            </w:r>
          </w:p>
        </w:tc>
        <w:tc>
          <w:tcPr>
            <w:tcW w:w="2240" w:type="dxa"/>
          </w:tcPr>
          <w:p w14:paraId="602C916B" w14:textId="77777777" w:rsidR="00336D68" w:rsidRPr="00D67561" w:rsidRDefault="00336D68" w:rsidP="00834F12">
            <w:pPr>
              <w:rPr>
                <w:rFonts w:ascii="Lato" w:hAnsi="Lato"/>
                <w:color w:val="000000"/>
                <w:sz w:val="20"/>
                <w:lang w:val="en-GB"/>
              </w:rPr>
            </w:pPr>
            <w:proofErr w:type="spellStart"/>
            <w:r w:rsidRPr="00D67561">
              <w:rPr>
                <w:rFonts w:ascii="Lato" w:hAnsi="Lato"/>
                <w:color w:val="000000"/>
                <w:sz w:val="20"/>
                <w:lang w:val="en-GB"/>
              </w:rPr>
              <w:t>Sign</w:t>
            </w:r>
            <w:r w:rsidR="003A3CDD" w:rsidRPr="00D67561">
              <w:rPr>
                <w:rFonts w:ascii="Lato" w:hAnsi="Lato"/>
                <w:color w:val="000000"/>
                <w:sz w:val="20"/>
                <w:lang w:val="en-GB"/>
              </w:rPr>
              <w:t>a</w:t>
            </w:r>
            <w:r w:rsidRPr="00D67561">
              <w:rPr>
                <w:rFonts w:ascii="Lato" w:hAnsi="Lato"/>
                <w:color w:val="000000"/>
                <w:sz w:val="20"/>
                <w:lang w:val="en-GB"/>
              </w:rPr>
              <w:t>tureType</w:t>
            </w:r>
            <w:proofErr w:type="spellEnd"/>
          </w:p>
        </w:tc>
        <w:tc>
          <w:tcPr>
            <w:tcW w:w="1197" w:type="dxa"/>
          </w:tcPr>
          <w:p w14:paraId="28D390E9" w14:textId="77777777" w:rsidR="00336D68" w:rsidRPr="008204A6" w:rsidRDefault="00336D68" w:rsidP="00834F12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0..1</w:t>
            </w:r>
          </w:p>
        </w:tc>
      </w:tr>
      <w:tr w:rsidR="00E659A0" w:rsidRPr="00805548" w14:paraId="2E9EF02E" w14:textId="77777777" w:rsidTr="0044439F">
        <w:trPr>
          <w:trHeight w:val="213"/>
        </w:trPr>
        <w:tc>
          <w:tcPr>
            <w:tcW w:w="1889" w:type="dxa"/>
          </w:tcPr>
          <w:p w14:paraId="403A5F06" w14:textId="77777777" w:rsidR="00E659A0" w:rsidRPr="00D67561" w:rsidRDefault="00E659A0" w:rsidP="00E659A0">
            <w:pPr>
              <w:rPr>
                <w:rFonts w:ascii="Lato" w:hAnsi="Lato"/>
                <w:color w:val="000000"/>
                <w:sz w:val="20"/>
                <w:lang w:val="en-GB"/>
              </w:rPr>
            </w:pPr>
            <w:r w:rsidRPr="00D67561">
              <w:rPr>
                <w:rFonts w:ascii="Lato" w:hAnsi="Lato"/>
                <w:color w:val="000000"/>
                <w:sz w:val="20"/>
                <w:lang w:val="en-GB"/>
              </w:rPr>
              <w:t>version</w:t>
            </w:r>
          </w:p>
        </w:tc>
        <w:tc>
          <w:tcPr>
            <w:tcW w:w="2858" w:type="dxa"/>
          </w:tcPr>
          <w:p w14:paraId="1A5C3D67" w14:textId="77777777" w:rsidR="00E659A0" w:rsidRPr="008204A6" w:rsidRDefault="00E659A0" w:rsidP="008D1666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44439F">
              <w:rPr>
                <w:rFonts w:ascii="Lato" w:hAnsi="Lato" w:cs="Courier New"/>
                <w:color w:val="000000"/>
                <w:sz w:val="20"/>
                <w:szCs w:val="18"/>
              </w:rPr>
              <w:t xml:space="preserve">Wersja schematu, z którą zgodny jest komunikat. </w:t>
            </w:r>
            <w:proofErr w:type="spellStart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Atrybut</w:t>
            </w:r>
            <w:proofErr w:type="spellEnd"/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 w:rsidR="008D1666"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musi</w:t>
            </w:r>
            <w:proofErr w:type="spellEnd"/>
            <w:r w:rsidR="003C3A38"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 w:rsidR="003C3A38"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przyjąć</w:t>
            </w:r>
            <w:proofErr w:type="spellEnd"/>
            <w:r w:rsidR="003C3A38"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 xml:space="preserve"> </w:t>
            </w:r>
            <w:proofErr w:type="spellStart"/>
            <w:r w:rsidR="003C3A38"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wartość</w:t>
            </w:r>
            <w:proofErr w:type="spellEnd"/>
            <w:r w:rsidR="003C3A38"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 xml:space="preserve"> "</w:t>
            </w:r>
            <w:r w:rsidR="00DB09F0"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4</w:t>
            </w: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_0"</w:t>
            </w:r>
          </w:p>
        </w:tc>
        <w:tc>
          <w:tcPr>
            <w:tcW w:w="870" w:type="dxa"/>
          </w:tcPr>
          <w:p w14:paraId="5FAC5230" w14:textId="77777777" w:rsidR="00E659A0" w:rsidRPr="008204A6" w:rsidRDefault="00E659A0" w:rsidP="00E659A0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-</w:t>
            </w:r>
          </w:p>
        </w:tc>
        <w:tc>
          <w:tcPr>
            <w:tcW w:w="2240" w:type="dxa"/>
          </w:tcPr>
          <w:p w14:paraId="70D9D6FF" w14:textId="77777777" w:rsidR="00E659A0" w:rsidRPr="00D67561" w:rsidRDefault="00E659A0" w:rsidP="00E659A0">
            <w:pPr>
              <w:rPr>
                <w:rFonts w:ascii="Lato" w:hAnsi="Lato"/>
                <w:color w:val="000000"/>
                <w:sz w:val="20"/>
                <w:lang w:val="en-GB"/>
              </w:rPr>
            </w:pPr>
            <w:proofErr w:type="spellStart"/>
            <w:r w:rsidRPr="00D67561">
              <w:rPr>
                <w:rFonts w:ascii="Lato" w:hAnsi="Lato"/>
                <w:color w:val="000000"/>
                <w:sz w:val="20"/>
                <w:lang w:val="en-GB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7019F37D" w14:textId="77777777" w:rsidR="00E659A0" w:rsidRPr="008204A6" w:rsidRDefault="008D1666" w:rsidP="00E659A0">
            <w:pPr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</w:pPr>
            <w:r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1</w:t>
            </w:r>
            <w:r w:rsidR="00E659A0" w:rsidRPr="008204A6">
              <w:rPr>
                <w:rFonts w:ascii="Lato" w:hAnsi="Lato" w:cs="Courier New"/>
                <w:color w:val="000000"/>
                <w:sz w:val="20"/>
                <w:szCs w:val="18"/>
                <w:lang w:val="en-US"/>
              </w:rPr>
              <w:t>..1</w:t>
            </w:r>
          </w:p>
        </w:tc>
      </w:tr>
    </w:tbl>
    <w:p w14:paraId="0459F6B1" w14:textId="77777777" w:rsidR="008204A6" w:rsidRDefault="008204A6">
      <w:r>
        <w:br w:type="page"/>
      </w:r>
    </w:p>
    <w:p w14:paraId="3C899BDC" w14:textId="2FE804D6" w:rsidR="008204A6" w:rsidRDefault="008204A6" w:rsidP="008204A6">
      <w:pPr>
        <w:pStyle w:val="Legenda"/>
        <w:keepNext/>
      </w:pPr>
      <w:bookmarkStart w:id="49" w:name="_Toc177977596"/>
      <w:r>
        <w:lastRenderedPageBreak/>
        <w:t xml:space="preserve">Tabela </w:t>
      </w:r>
      <w:fldSimple w:instr=" SEQ Tabela \* ARABIC ">
        <w:r w:rsidR="009F5FAD">
          <w:rPr>
            <w:noProof/>
          </w:rPr>
          <w:t>11</w:t>
        </w:r>
      </w:fldSimple>
      <w:r>
        <w:t>.</w:t>
      </w:r>
      <w:r w:rsidRPr="00882907">
        <w:t xml:space="preserve">Struktura elementu AKC-U/S </w:t>
      </w:r>
      <w:r w:rsidRPr="00902B2B">
        <w:t>HeaderType</w:t>
      </w:r>
      <w:bookmarkEnd w:id="49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668"/>
        <w:gridCol w:w="3672"/>
        <w:gridCol w:w="609"/>
        <w:gridCol w:w="2252"/>
        <w:gridCol w:w="1079"/>
      </w:tblGrid>
      <w:tr w:rsidR="008A378C" w:rsidRPr="008204A6" w14:paraId="05F53C30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68" w:type="dxa"/>
          </w:tcPr>
          <w:p w14:paraId="290FF74E" w14:textId="77777777" w:rsidR="008A378C" w:rsidRPr="008204A6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04A6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72" w:type="dxa"/>
          </w:tcPr>
          <w:p w14:paraId="648F38BC" w14:textId="77777777" w:rsidR="008A378C" w:rsidRPr="008204A6" w:rsidRDefault="008A378C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204A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09" w:type="dxa"/>
          </w:tcPr>
          <w:p w14:paraId="6580767C" w14:textId="77777777" w:rsidR="008A378C" w:rsidRPr="008204A6" w:rsidRDefault="008A378C" w:rsidP="008A378C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204A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52" w:type="dxa"/>
          </w:tcPr>
          <w:p w14:paraId="0C4E6C5C" w14:textId="77777777" w:rsidR="008A378C" w:rsidRPr="008204A6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04A6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079" w:type="dxa"/>
          </w:tcPr>
          <w:p w14:paraId="379FBBD2" w14:textId="77777777" w:rsidR="008A378C" w:rsidRPr="008204A6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04A6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805548" w14:paraId="6C7F8A24" w14:textId="77777777" w:rsidTr="0044439F">
        <w:trPr>
          <w:trHeight w:val="213"/>
        </w:trPr>
        <w:tc>
          <w:tcPr>
            <w:tcW w:w="1668" w:type="dxa"/>
          </w:tcPr>
          <w:p w14:paraId="2C12A932" w14:textId="77777777" w:rsidR="008A378C" w:rsidRPr="00D67561" w:rsidRDefault="008A378C" w:rsidP="00DC441F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672" w:type="dxa"/>
          </w:tcPr>
          <w:p w14:paraId="62F1C000" w14:textId="77777777" w:rsidR="008A378C" w:rsidRPr="008204A6" w:rsidRDefault="003550E9" w:rsidP="00DC441F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609" w:type="dxa"/>
          </w:tcPr>
          <w:p w14:paraId="6F5F9BDC" w14:textId="77777777" w:rsidR="008A378C" w:rsidRPr="008204A6" w:rsidRDefault="00B16DD8" w:rsidP="00DC441F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2252" w:type="dxa"/>
          </w:tcPr>
          <w:p w14:paraId="41EB3B49" w14:textId="77777777" w:rsidR="008A378C" w:rsidRPr="008204A6" w:rsidRDefault="008A378C" w:rsidP="00DC441F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079" w:type="dxa"/>
          </w:tcPr>
          <w:p w14:paraId="784E3CCD" w14:textId="77777777" w:rsidR="008A378C" w:rsidRPr="008204A6" w:rsidRDefault="008A378C" w:rsidP="00DC441F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8A378C" w:rsidRPr="00805548" w14:paraId="038048FE" w14:textId="77777777" w:rsidTr="0044439F">
        <w:trPr>
          <w:trHeight w:val="213"/>
        </w:trPr>
        <w:tc>
          <w:tcPr>
            <w:tcW w:w="1668" w:type="dxa"/>
          </w:tcPr>
          <w:p w14:paraId="73E38913" w14:textId="77777777" w:rsidR="008A378C" w:rsidRPr="00D67561" w:rsidRDefault="008A1B4F" w:rsidP="009A4B01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tax</w:t>
            </w:r>
            <w:r w:rsidR="008A378C" w:rsidRPr="00D67561">
              <w:rPr>
                <w:rFonts w:ascii="Lato" w:hAnsi="Lato" w:cs="Arial"/>
                <w:sz w:val="20"/>
                <w:szCs w:val="20"/>
                <w:lang w:val="en-GB"/>
              </w:rPr>
              <w:t>Office</w:t>
            </w:r>
            <w:proofErr w:type="spellEnd"/>
          </w:p>
        </w:tc>
        <w:tc>
          <w:tcPr>
            <w:tcW w:w="3672" w:type="dxa"/>
          </w:tcPr>
          <w:p w14:paraId="7B0EA3CC" w14:textId="77777777" w:rsidR="008A378C" w:rsidRPr="008204A6" w:rsidRDefault="006B0029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Naczelnik urzędu skarbowego</w:t>
            </w:r>
            <w:r w:rsidR="0011377C" w:rsidRPr="008204A6">
              <w:rPr>
                <w:rFonts w:ascii="Lato" w:hAnsi="Lato" w:cs="Arial"/>
                <w:sz w:val="20"/>
                <w:szCs w:val="20"/>
              </w:rPr>
              <w:t>.</w:t>
            </w:r>
          </w:p>
          <w:p w14:paraId="7BAEB9B9" w14:textId="77777777" w:rsidR="003C3A38" w:rsidRPr="008204A6" w:rsidRDefault="003C3A38" w:rsidP="003C3A38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Zgodny ze słownikiem </w:t>
            </w:r>
            <w:r w:rsidR="00CB7980" w:rsidRPr="008204A6">
              <w:rPr>
                <w:rFonts w:ascii="Lato" w:hAnsi="Lato" w:cs="Arial"/>
                <w:sz w:val="20"/>
                <w:szCs w:val="20"/>
              </w:rPr>
              <w:t>3090</w:t>
            </w:r>
            <w:r w:rsidRPr="008204A6">
              <w:rPr>
                <w:rFonts w:ascii="Lato" w:hAnsi="Lato" w:cs="Arial"/>
                <w:sz w:val="20"/>
                <w:szCs w:val="20"/>
              </w:rPr>
              <w:t>, dostępnym pod adresem:</w:t>
            </w:r>
          </w:p>
          <w:p w14:paraId="7917EEB5" w14:textId="77777777" w:rsidR="0011377C" w:rsidRPr="008204A6" w:rsidRDefault="003C3A38" w:rsidP="003C3A38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https://puesc.gov.pl/seap_pdr_extimpl/slowniki/</w:t>
            </w:r>
            <w:r w:rsidR="00CB7980" w:rsidRPr="008204A6">
              <w:rPr>
                <w:rFonts w:ascii="Lato" w:hAnsi="Lato" w:cs="Arial"/>
                <w:sz w:val="20"/>
                <w:szCs w:val="20"/>
              </w:rPr>
              <w:t>3090</w:t>
            </w:r>
          </w:p>
        </w:tc>
        <w:tc>
          <w:tcPr>
            <w:tcW w:w="609" w:type="dxa"/>
          </w:tcPr>
          <w:p w14:paraId="262D8360" w14:textId="77777777" w:rsidR="008A378C" w:rsidRPr="008204A6" w:rsidRDefault="00B16DD8" w:rsidP="008A378C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4</w:t>
            </w:r>
          </w:p>
        </w:tc>
        <w:tc>
          <w:tcPr>
            <w:tcW w:w="2252" w:type="dxa"/>
          </w:tcPr>
          <w:p w14:paraId="3B15C9D3" w14:textId="77777777" w:rsidR="008A378C" w:rsidRPr="008204A6" w:rsidRDefault="008A378C" w:rsidP="008A1B4F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Z</w:t>
            </w:r>
            <w:r w:rsidR="008A1B4F" w:rsidRPr="008204A6">
              <w:rPr>
                <w:rFonts w:ascii="Lato" w:hAnsi="Lato" w:cs="Arial"/>
                <w:sz w:val="20"/>
                <w:szCs w:val="20"/>
              </w:rPr>
              <w:t>Tax</w:t>
            </w:r>
            <w:r w:rsidRPr="008204A6">
              <w:rPr>
                <w:rFonts w:ascii="Lato" w:hAnsi="Lato" w:cs="Arial"/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1079" w:type="dxa"/>
          </w:tcPr>
          <w:p w14:paraId="4DEC7639" w14:textId="77777777" w:rsidR="008A378C" w:rsidRPr="008204A6" w:rsidRDefault="00D0680B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0</w:t>
            </w:r>
            <w:r w:rsidR="008A378C" w:rsidRPr="008204A6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8A378C" w:rsidRPr="00805548" w14:paraId="27E3C5A6" w14:textId="77777777" w:rsidTr="0044439F">
        <w:trPr>
          <w:trHeight w:val="213"/>
        </w:trPr>
        <w:tc>
          <w:tcPr>
            <w:tcW w:w="1668" w:type="dxa"/>
          </w:tcPr>
          <w:p w14:paraId="6B7CFB68" w14:textId="6A792515" w:rsidR="008A378C" w:rsidRPr="00D67561" w:rsidRDefault="008A378C" w:rsidP="009A4B01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0" w:name="submissionAim"/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submissionAim</w:t>
            </w:r>
            <w:bookmarkEnd w:id="50"/>
            <w:proofErr w:type="spellEnd"/>
          </w:p>
        </w:tc>
        <w:tc>
          <w:tcPr>
            <w:tcW w:w="3672" w:type="dxa"/>
          </w:tcPr>
          <w:p w14:paraId="34C5BB65" w14:textId="77777777" w:rsidR="008A378C" w:rsidRPr="008204A6" w:rsidRDefault="003550E9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Cel złożenia formularza: złożenie deklaracji/korekta deklaracji</w:t>
            </w:r>
          </w:p>
        </w:tc>
        <w:tc>
          <w:tcPr>
            <w:tcW w:w="609" w:type="dxa"/>
          </w:tcPr>
          <w:p w14:paraId="20B2D9D9" w14:textId="77777777" w:rsidR="008A378C" w:rsidRPr="008204A6" w:rsidRDefault="00B16DD8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5</w:t>
            </w:r>
          </w:p>
        </w:tc>
        <w:tc>
          <w:tcPr>
            <w:tcW w:w="2252" w:type="dxa"/>
          </w:tcPr>
          <w:p w14:paraId="085C309A" w14:textId="77777777" w:rsidR="008A378C" w:rsidRPr="008204A6" w:rsidRDefault="008A378C" w:rsidP="009A4B01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ZSubmissionAim</w:t>
            </w:r>
            <w:proofErr w:type="spellEnd"/>
          </w:p>
          <w:p w14:paraId="53C14475" w14:textId="77777777" w:rsidR="008A378C" w:rsidRPr="008204A6" w:rsidRDefault="007A6E2E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Patrz reguła 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instrText xml:space="preserve"> REF RR5 \h </w:instrText>
            </w:r>
            <w:r w:rsidR="00CC6EFB" w:rsidRPr="008204A6">
              <w:rPr>
                <w:rFonts w:ascii="Lato" w:hAnsi="Lato" w:cs="Arial"/>
                <w:sz w:val="20"/>
                <w:szCs w:val="20"/>
              </w:rPr>
              <w:instrText xml:space="preserve"> \* MERGEFORMAT </w:instrTex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separate"/>
            </w:r>
            <w:r w:rsidR="00030010" w:rsidRPr="008204A6">
              <w:rPr>
                <w:rFonts w:ascii="Lato" w:hAnsi="Lato" w:cs="Arial"/>
                <w:sz w:val="20"/>
                <w:szCs w:val="20"/>
              </w:rPr>
              <w:t>R5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386C2568" w14:textId="77777777" w:rsidR="008A378C" w:rsidRPr="008204A6" w:rsidRDefault="008A378C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F37E2" w:rsidRPr="00805548" w14:paraId="68D87B90" w14:textId="77777777" w:rsidTr="0044439F">
        <w:trPr>
          <w:trHeight w:val="213"/>
        </w:trPr>
        <w:tc>
          <w:tcPr>
            <w:tcW w:w="1668" w:type="dxa"/>
          </w:tcPr>
          <w:p w14:paraId="682233FD" w14:textId="77777777" w:rsidR="00AF37E2" w:rsidRPr="00D67561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1" w:name="orgDocNo"/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orgDocNo</w:t>
            </w:r>
            <w:bookmarkEnd w:id="51"/>
            <w:proofErr w:type="spellEnd"/>
          </w:p>
        </w:tc>
        <w:tc>
          <w:tcPr>
            <w:tcW w:w="3672" w:type="dxa"/>
          </w:tcPr>
          <w:p w14:paraId="03316414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Numer dokumentu pierw</w:t>
            </w:r>
            <w:r w:rsidR="003A3CDD" w:rsidRPr="008204A6">
              <w:rPr>
                <w:rFonts w:ascii="Lato" w:hAnsi="Lato" w:cs="Arial"/>
                <w:sz w:val="20"/>
                <w:szCs w:val="20"/>
              </w:rPr>
              <w:t>otnego, którego dotyczy korekta</w:t>
            </w:r>
          </w:p>
        </w:tc>
        <w:tc>
          <w:tcPr>
            <w:tcW w:w="609" w:type="dxa"/>
          </w:tcPr>
          <w:p w14:paraId="18D90DB6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252" w:type="dxa"/>
          </w:tcPr>
          <w:p w14:paraId="59EFCCAB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ZDocNo</w:t>
            </w:r>
            <w:proofErr w:type="spellEnd"/>
          </w:p>
          <w:p w14:paraId="5F8BACE3" w14:textId="77777777" w:rsidR="00AF37E2" w:rsidRPr="008204A6" w:rsidRDefault="007A6E2E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Patrz reguła 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instrText xml:space="preserve"> REF RR6 \h </w:instrText>
            </w:r>
            <w:r w:rsidR="00CC6EFB" w:rsidRPr="008204A6">
              <w:rPr>
                <w:rFonts w:ascii="Lato" w:hAnsi="Lato" w:cs="Arial"/>
                <w:sz w:val="20"/>
                <w:szCs w:val="20"/>
              </w:rPr>
              <w:instrText xml:space="preserve"> \* MERGEFORMAT </w:instrTex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separate"/>
            </w:r>
            <w:r w:rsidR="00030010" w:rsidRPr="008204A6">
              <w:rPr>
                <w:rFonts w:ascii="Lato" w:hAnsi="Lato" w:cs="Arial"/>
                <w:sz w:val="20"/>
                <w:szCs w:val="20"/>
              </w:rPr>
              <w:t>R6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0C746878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AF37E2" w:rsidRPr="00805548" w14:paraId="58A41E8F" w14:textId="77777777" w:rsidTr="0044439F">
        <w:trPr>
          <w:trHeight w:val="213"/>
        </w:trPr>
        <w:tc>
          <w:tcPr>
            <w:tcW w:w="1668" w:type="dxa"/>
          </w:tcPr>
          <w:p w14:paraId="54093773" w14:textId="3FDE7AE1" w:rsidR="00AF37E2" w:rsidRPr="00D67561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2" w:name="justification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justification</w:t>
            </w:r>
            <w:bookmarkEnd w:id="52"/>
          </w:p>
        </w:tc>
        <w:tc>
          <w:tcPr>
            <w:tcW w:w="3672" w:type="dxa"/>
          </w:tcPr>
          <w:p w14:paraId="00A12573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Pole tekstowe pozwalające na wprowadzenie informacji </w:t>
            </w:r>
            <w:r w:rsidR="003A3CDD" w:rsidRPr="008204A6">
              <w:rPr>
                <w:rFonts w:ascii="Lato" w:hAnsi="Lato" w:cs="Arial"/>
                <w:sz w:val="20"/>
                <w:szCs w:val="20"/>
              </w:rPr>
              <w:t>uzasadniającej korektę</w:t>
            </w:r>
          </w:p>
        </w:tc>
        <w:tc>
          <w:tcPr>
            <w:tcW w:w="609" w:type="dxa"/>
          </w:tcPr>
          <w:p w14:paraId="41266B1E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252" w:type="dxa"/>
          </w:tcPr>
          <w:p w14:paraId="79E83C88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string(256)</w:t>
            </w:r>
          </w:p>
        </w:tc>
        <w:tc>
          <w:tcPr>
            <w:tcW w:w="1079" w:type="dxa"/>
          </w:tcPr>
          <w:p w14:paraId="5D672285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AF37E2" w:rsidRPr="00805548" w14:paraId="2F00E661" w14:textId="77777777" w:rsidTr="0044439F">
        <w:trPr>
          <w:trHeight w:val="213"/>
        </w:trPr>
        <w:tc>
          <w:tcPr>
            <w:tcW w:w="1668" w:type="dxa"/>
          </w:tcPr>
          <w:p w14:paraId="2B35306A" w14:textId="72E9F38D" w:rsidR="00AF37E2" w:rsidRPr="00D67561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3" w:name="Trader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Trader</w:t>
            </w:r>
            <w:bookmarkEnd w:id="53"/>
          </w:p>
        </w:tc>
        <w:tc>
          <w:tcPr>
            <w:tcW w:w="3672" w:type="dxa"/>
          </w:tcPr>
          <w:p w14:paraId="328F0B88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Podmiot</w:t>
            </w:r>
          </w:p>
        </w:tc>
        <w:tc>
          <w:tcPr>
            <w:tcW w:w="609" w:type="dxa"/>
          </w:tcPr>
          <w:p w14:paraId="34BA1CA6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B</w:t>
            </w:r>
          </w:p>
        </w:tc>
        <w:tc>
          <w:tcPr>
            <w:tcW w:w="2252" w:type="dxa"/>
          </w:tcPr>
          <w:p w14:paraId="62E9E7A4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ZTrader</w:t>
            </w:r>
            <w:proofErr w:type="spellEnd"/>
          </w:p>
          <w:p w14:paraId="42686887" w14:textId="77777777" w:rsidR="005853D7" w:rsidRPr="008204A6" w:rsidRDefault="007A6E2E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Patrz reguła 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instrText xml:space="preserve"> REF RR7 \h </w:instrText>
            </w:r>
            <w:r w:rsidR="00CC6EFB" w:rsidRPr="008204A6">
              <w:rPr>
                <w:rFonts w:ascii="Lato" w:hAnsi="Lato" w:cs="Arial"/>
                <w:sz w:val="20"/>
                <w:szCs w:val="20"/>
              </w:rPr>
              <w:instrText xml:space="preserve"> \* MERGEFORMAT </w:instrTex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separate"/>
            </w:r>
            <w:r w:rsidR="00030010" w:rsidRPr="008204A6">
              <w:rPr>
                <w:rFonts w:ascii="Lato" w:hAnsi="Lato" w:cs="Arial"/>
                <w:sz w:val="20"/>
                <w:szCs w:val="20"/>
              </w:rPr>
              <w:t>R7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3A7ED6BD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F37E2" w:rsidRPr="00805548" w14:paraId="647CA640" w14:textId="77777777" w:rsidTr="0044439F">
        <w:trPr>
          <w:trHeight w:val="213"/>
        </w:trPr>
        <w:tc>
          <w:tcPr>
            <w:tcW w:w="1668" w:type="dxa"/>
          </w:tcPr>
          <w:p w14:paraId="5092E949" w14:textId="77777777" w:rsidR="00AF37E2" w:rsidRPr="00D67561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AmountPayable</w:t>
            </w:r>
            <w:proofErr w:type="spellEnd"/>
          </w:p>
        </w:tc>
        <w:tc>
          <w:tcPr>
            <w:tcW w:w="3672" w:type="dxa"/>
          </w:tcPr>
          <w:p w14:paraId="2F0C6B64" w14:textId="77777777" w:rsidR="00AF37E2" w:rsidRPr="008204A6" w:rsidRDefault="003550E9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Wysokość podatku akcyzowego</w:t>
            </w:r>
          </w:p>
        </w:tc>
        <w:tc>
          <w:tcPr>
            <w:tcW w:w="609" w:type="dxa"/>
          </w:tcPr>
          <w:p w14:paraId="0A8094F4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C</w:t>
            </w:r>
          </w:p>
        </w:tc>
        <w:tc>
          <w:tcPr>
            <w:tcW w:w="2252" w:type="dxa"/>
          </w:tcPr>
          <w:p w14:paraId="01DEFBE8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AmountPayableType</w:t>
            </w:r>
            <w:proofErr w:type="spellEnd"/>
          </w:p>
        </w:tc>
        <w:tc>
          <w:tcPr>
            <w:tcW w:w="1079" w:type="dxa"/>
          </w:tcPr>
          <w:p w14:paraId="6272ADA6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F37E2" w:rsidRPr="00805548" w14:paraId="0E121A87" w14:textId="77777777" w:rsidTr="0044439F">
        <w:trPr>
          <w:trHeight w:val="213"/>
        </w:trPr>
        <w:tc>
          <w:tcPr>
            <w:tcW w:w="1668" w:type="dxa"/>
          </w:tcPr>
          <w:p w14:paraId="1D02DA24" w14:textId="74A2FACE" w:rsidR="00AF37E2" w:rsidRPr="00D67561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CalcAmountPayable</w:t>
            </w:r>
            <w:proofErr w:type="spellEnd"/>
          </w:p>
        </w:tc>
        <w:tc>
          <w:tcPr>
            <w:tcW w:w="3672" w:type="dxa"/>
          </w:tcPr>
          <w:p w14:paraId="11775858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Obliczenie </w:t>
            </w:r>
            <w:r w:rsidR="003550E9" w:rsidRPr="008204A6">
              <w:rPr>
                <w:rFonts w:ascii="Lato" w:hAnsi="Lato" w:cs="Arial"/>
                <w:sz w:val="20"/>
                <w:szCs w:val="20"/>
              </w:rPr>
              <w:t>wysokości podatku akcyzowego od samochodów osobowych</w:t>
            </w:r>
          </w:p>
        </w:tc>
        <w:tc>
          <w:tcPr>
            <w:tcW w:w="609" w:type="dxa"/>
          </w:tcPr>
          <w:p w14:paraId="2A84E377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D</w:t>
            </w:r>
          </w:p>
        </w:tc>
        <w:tc>
          <w:tcPr>
            <w:tcW w:w="2252" w:type="dxa"/>
          </w:tcPr>
          <w:p w14:paraId="4717083F" w14:textId="77777777" w:rsidR="00AF37E2" w:rsidRPr="008204A6" w:rsidRDefault="00394D96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Pr="008204A6">
              <w:rPr>
                <w:rFonts w:ascii="Lato" w:hAnsi="Lato" w:cs="Arial"/>
                <w:sz w:val="20"/>
                <w:szCs w:val="20"/>
              </w:rPr>
              <w:instrText xml:space="preserve"> REF CalcAmountPayableType \h  \* MERGEFORMAT </w:instrText>
            </w:r>
            <w:r w:rsidRPr="008204A6">
              <w:rPr>
                <w:rFonts w:ascii="Lato" w:hAnsi="Lato" w:cs="Arial"/>
                <w:sz w:val="20"/>
                <w:szCs w:val="20"/>
              </w:rPr>
            </w:r>
            <w:r w:rsidRPr="008204A6">
              <w:rPr>
                <w:rFonts w:ascii="Lato" w:hAnsi="Lato" w:cs="Arial"/>
                <w:sz w:val="20"/>
                <w:szCs w:val="20"/>
              </w:rPr>
              <w:fldChar w:fldCharType="separate"/>
            </w:r>
            <w:proofErr w:type="spellStart"/>
            <w:r w:rsidR="00030010" w:rsidRPr="008204A6">
              <w:rPr>
                <w:rFonts w:ascii="Lato" w:hAnsi="Lato" w:cs="Arial"/>
                <w:sz w:val="20"/>
                <w:szCs w:val="20"/>
              </w:rPr>
              <w:t>CalcAmount</w:t>
            </w:r>
            <w:r w:rsidR="00030010" w:rsidRPr="008204A6">
              <w:rPr>
                <w:rFonts w:ascii="Arial" w:hAnsi="Arial" w:cs="Arial"/>
                <w:sz w:val="20"/>
                <w:szCs w:val="20"/>
              </w:rPr>
              <w:t>‌</w:t>
            </w:r>
            <w:r w:rsidR="00030010" w:rsidRPr="008204A6">
              <w:rPr>
                <w:rFonts w:ascii="Lato" w:hAnsi="Lato" w:cs="Arial"/>
                <w:sz w:val="20"/>
                <w:szCs w:val="20"/>
              </w:rPr>
              <w:t>Payable</w:t>
            </w:r>
            <w:r w:rsidR="00030010" w:rsidRPr="008204A6">
              <w:rPr>
                <w:rFonts w:ascii="Arial" w:hAnsi="Arial" w:cs="Arial"/>
                <w:sz w:val="20"/>
                <w:szCs w:val="20"/>
              </w:rPr>
              <w:t>‌</w:t>
            </w:r>
            <w:r w:rsidR="00030010" w:rsidRPr="008204A6">
              <w:rPr>
                <w:rFonts w:ascii="Lato" w:hAnsi="Lato" w:cs="Arial"/>
                <w:sz w:val="20"/>
                <w:szCs w:val="20"/>
              </w:rPr>
              <w:t>Type</w:t>
            </w:r>
            <w:proofErr w:type="spellEnd"/>
            <w:r w:rsidRPr="008204A6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59A445AE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F37E2" w:rsidRPr="00805548" w14:paraId="358DA236" w14:textId="77777777" w:rsidTr="0044439F">
        <w:trPr>
          <w:trHeight w:val="213"/>
        </w:trPr>
        <w:tc>
          <w:tcPr>
            <w:tcW w:w="1668" w:type="dxa"/>
          </w:tcPr>
          <w:p w14:paraId="67905940" w14:textId="77777777" w:rsidR="00AF37E2" w:rsidRPr="00D67561" w:rsidRDefault="00AF37E2" w:rsidP="00AF37E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672" w:type="dxa"/>
          </w:tcPr>
          <w:p w14:paraId="27BCCC89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609" w:type="dxa"/>
          </w:tcPr>
          <w:p w14:paraId="10FF66E9" w14:textId="77777777" w:rsidR="00AF37E2" w:rsidRPr="008204A6" w:rsidRDefault="00AF37E2" w:rsidP="00D0680B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E</w:t>
            </w:r>
          </w:p>
        </w:tc>
        <w:tc>
          <w:tcPr>
            <w:tcW w:w="2252" w:type="dxa"/>
          </w:tcPr>
          <w:p w14:paraId="311BA288" w14:textId="77777777" w:rsidR="00AF37E2" w:rsidRPr="008204A6" w:rsidRDefault="00AF37E2" w:rsidP="00AF37E2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Z</w:t>
            </w:r>
            <w:r w:rsidR="008C63E2" w:rsidRPr="008204A6">
              <w:rPr>
                <w:rFonts w:ascii="Lato" w:hAnsi="Lato" w:cs="Arial"/>
                <w:sz w:val="20"/>
                <w:szCs w:val="20"/>
              </w:rPr>
              <w:t>ID</w:t>
            </w:r>
            <w:r w:rsidRPr="008204A6">
              <w:rPr>
                <w:rFonts w:ascii="Lato" w:hAnsi="Lato" w:cs="Arial"/>
                <w:sz w:val="20"/>
                <w:szCs w:val="20"/>
              </w:rPr>
              <w:t>ExtStatement</w:t>
            </w:r>
            <w:proofErr w:type="spellEnd"/>
          </w:p>
        </w:tc>
        <w:tc>
          <w:tcPr>
            <w:tcW w:w="1079" w:type="dxa"/>
          </w:tcPr>
          <w:p w14:paraId="0C37037E" w14:textId="77777777" w:rsidR="00AF37E2" w:rsidRPr="008204A6" w:rsidRDefault="00DC5302" w:rsidP="00AF37E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E659A0" w:rsidRPr="00805548" w14:paraId="130045CD" w14:textId="77777777" w:rsidTr="0044439F">
        <w:trPr>
          <w:trHeight w:val="213"/>
        </w:trPr>
        <w:tc>
          <w:tcPr>
            <w:tcW w:w="1668" w:type="dxa"/>
          </w:tcPr>
          <w:p w14:paraId="1594B641" w14:textId="77777777" w:rsidR="00E659A0" w:rsidRPr="00D67561" w:rsidRDefault="00E659A0" w:rsidP="00E659A0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selfRef</w:t>
            </w:r>
            <w:proofErr w:type="spellEnd"/>
          </w:p>
        </w:tc>
        <w:tc>
          <w:tcPr>
            <w:tcW w:w="3672" w:type="dxa"/>
          </w:tcPr>
          <w:p w14:paraId="05209DC7" w14:textId="77777777" w:rsidR="00E659A0" w:rsidRPr="008204A6" w:rsidRDefault="00E659A0" w:rsidP="00E659A0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Numer własny komunikatu</w:t>
            </w:r>
          </w:p>
        </w:tc>
        <w:tc>
          <w:tcPr>
            <w:tcW w:w="609" w:type="dxa"/>
          </w:tcPr>
          <w:p w14:paraId="4F519DAE" w14:textId="77777777" w:rsidR="00E659A0" w:rsidRPr="008204A6" w:rsidRDefault="00E659A0" w:rsidP="00E659A0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252" w:type="dxa"/>
          </w:tcPr>
          <w:p w14:paraId="091AF382" w14:textId="77777777" w:rsidR="00E659A0" w:rsidRPr="008204A6" w:rsidRDefault="00E659A0" w:rsidP="00E659A0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ZSelfRef</w:t>
            </w:r>
            <w:proofErr w:type="spellEnd"/>
          </w:p>
        </w:tc>
        <w:tc>
          <w:tcPr>
            <w:tcW w:w="1079" w:type="dxa"/>
          </w:tcPr>
          <w:p w14:paraId="69FC66CA" w14:textId="77777777" w:rsidR="00E659A0" w:rsidRPr="008204A6" w:rsidRDefault="006B0029" w:rsidP="00E659A0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</w:t>
            </w:r>
            <w:r w:rsidR="00E659A0" w:rsidRPr="008204A6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</w:tbl>
    <w:p w14:paraId="3240A785" w14:textId="4A26ECFA" w:rsidR="008204A6" w:rsidRDefault="008204A6" w:rsidP="008204A6">
      <w:pPr>
        <w:pStyle w:val="Legenda"/>
        <w:keepNext/>
      </w:pPr>
      <w:bookmarkStart w:id="54" w:name="_Toc177977597"/>
      <w:r>
        <w:t xml:space="preserve">Tabela </w:t>
      </w:r>
      <w:fldSimple w:instr=" SEQ Tabela \* ARABIC ">
        <w:r w:rsidR="009F5FAD">
          <w:rPr>
            <w:noProof/>
          </w:rPr>
          <w:t>12</w:t>
        </w:r>
      </w:fldSimple>
      <w:r>
        <w:t>.</w:t>
      </w:r>
      <w:r w:rsidRPr="00D61058">
        <w:t xml:space="preserve">Struktura elementu AKC-U/S </w:t>
      </w:r>
      <w:r w:rsidRPr="00902B2B">
        <w:t>AmountPayableType</w:t>
      </w:r>
      <w:bookmarkEnd w:id="54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961"/>
        <w:gridCol w:w="1974"/>
        <w:gridCol w:w="1197"/>
      </w:tblGrid>
      <w:tr w:rsidR="008A378C" w:rsidRPr="003D7C51" w14:paraId="628D37A7" w14:textId="77777777" w:rsidTr="00C42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48C8F579" w14:textId="77777777" w:rsidR="008A378C" w:rsidRPr="00891123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607E08DC" w14:textId="77777777" w:rsidR="008A378C" w:rsidRPr="00891123" w:rsidRDefault="008A378C" w:rsidP="00834F12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9112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61" w:type="dxa"/>
          </w:tcPr>
          <w:p w14:paraId="5E26BAF5" w14:textId="77777777" w:rsidR="008A378C" w:rsidRPr="00891123" w:rsidRDefault="00F16068" w:rsidP="008A378C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74" w:type="dxa"/>
          </w:tcPr>
          <w:p w14:paraId="0EDF3D72" w14:textId="77777777" w:rsidR="008A378C" w:rsidRPr="00891123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544FC3B" w14:textId="77777777" w:rsidR="008A378C" w:rsidRPr="00891123" w:rsidRDefault="008A378C" w:rsidP="00834F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805548" w14:paraId="60D724EA" w14:textId="77777777" w:rsidTr="00C42D4C">
        <w:trPr>
          <w:trHeight w:val="213"/>
        </w:trPr>
        <w:tc>
          <w:tcPr>
            <w:tcW w:w="1908" w:type="dxa"/>
          </w:tcPr>
          <w:p w14:paraId="5E9CE1CD" w14:textId="2069BFFD" w:rsidR="008A378C" w:rsidRPr="00D67561" w:rsidRDefault="008A378C" w:rsidP="00834F1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5" w:name="totalAmountOfTax"/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totalAmountOfTax</w:t>
            </w:r>
            <w:bookmarkEnd w:id="55"/>
            <w:proofErr w:type="spellEnd"/>
          </w:p>
        </w:tc>
        <w:tc>
          <w:tcPr>
            <w:tcW w:w="3240" w:type="dxa"/>
          </w:tcPr>
          <w:p w14:paraId="438F5109" w14:textId="77777777" w:rsidR="008A378C" w:rsidRPr="008204A6" w:rsidRDefault="00875482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Kwota podatku akcyzowego z poz. 41</w:t>
            </w:r>
          </w:p>
        </w:tc>
        <w:tc>
          <w:tcPr>
            <w:tcW w:w="961" w:type="dxa"/>
          </w:tcPr>
          <w:p w14:paraId="6C249EC2" w14:textId="77777777" w:rsidR="008A378C" w:rsidRPr="008204A6" w:rsidRDefault="00B16DD8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</w:t>
            </w:r>
            <w:r w:rsidR="00875482" w:rsidRPr="008204A6">
              <w:rPr>
                <w:rFonts w:ascii="Lato" w:hAnsi="Lato" w:cs="Arial"/>
                <w:sz w:val="20"/>
                <w:szCs w:val="20"/>
              </w:rPr>
              <w:t>8</w:t>
            </w:r>
          </w:p>
        </w:tc>
        <w:tc>
          <w:tcPr>
            <w:tcW w:w="1974" w:type="dxa"/>
          </w:tcPr>
          <w:p w14:paraId="53EB662C" w14:textId="77777777" w:rsidR="008A378C" w:rsidRPr="008204A6" w:rsidRDefault="000020FE" w:rsidP="000B26F5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ZAmountP</w:t>
            </w:r>
            <w:proofErr w:type="spellEnd"/>
          </w:p>
          <w:p w14:paraId="08BB7CD4" w14:textId="77777777" w:rsidR="008A378C" w:rsidRPr="008204A6" w:rsidRDefault="007A6E2E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Patrz reguła 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instrText xml:space="preserve"> REF RR8 \h </w:instrText>
            </w:r>
            <w:r w:rsidR="00D2383A" w:rsidRPr="008204A6">
              <w:rPr>
                <w:rFonts w:ascii="Lato" w:hAnsi="Lato" w:cs="Arial"/>
                <w:sz w:val="20"/>
                <w:szCs w:val="20"/>
              </w:rPr>
              <w:instrText xml:space="preserve"> \* MERGEFORMAT </w:instrTex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separate"/>
            </w:r>
            <w:r w:rsidR="00030010" w:rsidRPr="008204A6">
              <w:rPr>
                <w:rFonts w:ascii="Lato" w:hAnsi="Lato" w:cs="Arial"/>
                <w:sz w:val="20"/>
                <w:szCs w:val="20"/>
              </w:rPr>
              <w:t>R8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B09880" w14:textId="77777777" w:rsidR="008A378C" w:rsidRPr="008204A6" w:rsidRDefault="008A378C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8A378C" w:rsidRPr="00805548" w14:paraId="028A13B1" w14:textId="77777777" w:rsidTr="00C42D4C">
        <w:trPr>
          <w:trHeight w:val="213"/>
        </w:trPr>
        <w:tc>
          <w:tcPr>
            <w:tcW w:w="1908" w:type="dxa"/>
          </w:tcPr>
          <w:p w14:paraId="38B00A9D" w14:textId="0AA4F04A" w:rsidR="008A378C" w:rsidRPr="00D67561" w:rsidRDefault="008A378C" w:rsidP="00F9315F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6" w:name="totalAmountOfReductions"/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totalAmountOfReductions</w:t>
            </w:r>
            <w:bookmarkEnd w:id="56"/>
            <w:proofErr w:type="spellEnd"/>
          </w:p>
        </w:tc>
        <w:tc>
          <w:tcPr>
            <w:tcW w:w="3240" w:type="dxa"/>
          </w:tcPr>
          <w:p w14:paraId="5493E833" w14:textId="77777777" w:rsidR="008A378C" w:rsidRPr="008204A6" w:rsidRDefault="008A378C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Zwolnienia i obniżenia podatku</w:t>
            </w:r>
          </w:p>
        </w:tc>
        <w:tc>
          <w:tcPr>
            <w:tcW w:w="961" w:type="dxa"/>
          </w:tcPr>
          <w:p w14:paraId="493FCB16" w14:textId="77777777" w:rsidR="008A378C" w:rsidRPr="008204A6" w:rsidRDefault="00875482" w:rsidP="008A378C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19</w:t>
            </w:r>
          </w:p>
        </w:tc>
        <w:tc>
          <w:tcPr>
            <w:tcW w:w="1974" w:type="dxa"/>
          </w:tcPr>
          <w:p w14:paraId="2F5EEDAD" w14:textId="77777777" w:rsidR="008A378C" w:rsidRPr="008204A6" w:rsidRDefault="000020FE" w:rsidP="00054D8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ZAmountP</w:t>
            </w:r>
            <w:proofErr w:type="spellEnd"/>
          </w:p>
          <w:p w14:paraId="67D0C1CA" w14:textId="77777777" w:rsidR="008A378C" w:rsidRPr="008204A6" w:rsidRDefault="00394D96" w:rsidP="00394D9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Patrz r</w:t>
            </w:r>
            <w:r w:rsidR="001B7188" w:rsidRPr="008204A6">
              <w:rPr>
                <w:rFonts w:ascii="Lato" w:hAnsi="Lato" w:cs="Arial"/>
                <w:sz w:val="20"/>
                <w:szCs w:val="20"/>
              </w:rPr>
              <w:t xml:space="preserve">eguła 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instrText xml:space="preserve"> REF RR9 \h </w:instrText>
            </w:r>
            <w:r w:rsidR="00D2383A" w:rsidRPr="008204A6">
              <w:rPr>
                <w:rFonts w:ascii="Lato" w:hAnsi="Lato" w:cs="Arial"/>
                <w:sz w:val="20"/>
                <w:szCs w:val="20"/>
              </w:rPr>
              <w:instrText xml:space="preserve"> \* MERGEFORMAT </w:instrTex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separate"/>
            </w:r>
            <w:r w:rsidR="00030010" w:rsidRPr="008204A6">
              <w:rPr>
                <w:rFonts w:ascii="Lato" w:hAnsi="Lato" w:cs="Arial"/>
                <w:sz w:val="20"/>
                <w:szCs w:val="20"/>
              </w:rPr>
              <w:t>R9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EA74836" w14:textId="77777777" w:rsidR="008A378C" w:rsidRPr="008204A6" w:rsidRDefault="008A378C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8A378C" w:rsidRPr="00805548" w14:paraId="31B9E936" w14:textId="77777777" w:rsidTr="00C42D4C">
        <w:trPr>
          <w:trHeight w:val="213"/>
        </w:trPr>
        <w:tc>
          <w:tcPr>
            <w:tcW w:w="1908" w:type="dxa"/>
          </w:tcPr>
          <w:p w14:paraId="06221923" w14:textId="77777777" w:rsidR="008A378C" w:rsidRPr="00D67561" w:rsidRDefault="008A378C" w:rsidP="00834F12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bookmarkStart w:id="57" w:name="toPay"/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toPay</w:t>
            </w:r>
            <w:bookmarkEnd w:id="57"/>
            <w:proofErr w:type="spellEnd"/>
          </w:p>
        </w:tc>
        <w:tc>
          <w:tcPr>
            <w:tcW w:w="3240" w:type="dxa"/>
          </w:tcPr>
          <w:p w14:paraId="652B1128" w14:textId="77777777" w:rsidR="008A378C" w:rsidRPr="008204A6" w:rsidRDefault="008A378C" w:rsidP="00932B8F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Kwota podatku akcyzowego z pola „Kwota podatku akcyzowego” pomniejszona o kwot</w:t>
            </w:r>
            <w:r w:rsidR="00932B8F" w:rsidRPr="008204A6">
              <w:rPr>
                <w:rFonts w:ascii="Lato" w:hAnsi="Lato" w:cs="Arial"/>
                <w:sz w:val="20"/>
                <w:szCs w:val="20"/>
              </w:rPr>
              <w:t>ę</w:t>
            </w:r>
            <w:r w:rsidRPr="008204A6">
              <w:rPr>
                <w:rFonts w:ascii="Lato" w:hAnsi="Lato" w:cs="Arial"/>
                <w:sz w:val="20"/>
                <w:szCs w:val="20"/>
              </w:rPr>
              <w:t xml:space="preserve"> z pola „Zwolnienia i obniżenia</w:t>
            </w:r>
          </w:p>
        </w:tc>
        <w:tc>
          <w:tcPr>
            <w:tcW w:w="961" w:type="dxa"/>
          </w:tcPr>
          <w:p w14:paraId="403E1A44" w14:textId="77777777" w:rsidR="008A378C" w:rsidRPr="008204A6" w:rsidRDefault="00875482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20</w:t>
            </w:r>
          </w:p>
        </w:tc>
        <w:tc>
          <w:tcPr>
            <w:tcW w:w="1974" w:type="dxa"/>
          </w:tcPr>
          <w:p w14:paraId="29827F17" w14:textId="77777777" w:rsidR="008A378C" w:rsidRPr="008204A6" w:rsidRDefault="0049686A" w:rsidP="00054D8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eastAsia="en-US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ZA</w:t>
            </w:r>
            <w:r w:rsidR="000020FE"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mountP</w:t>
            </w:r>
            <w:proofErr w:type="spellEnd"/>
          </w:p>
          <w:p w14:paraId="0E526DC6" w14:textId="77777777" w:rsidR="008A378C" w:rsidRPr="008204A6" w:rsidRDefault="007A6E2E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Patrz reguła 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instrText xml:space="preserve"> REF RR10 \h </w:instrText>
            </w:r>
            <w:r w:rsidR="00D2383A" w:rsidRPr="008204A6">
              <w:rPr>
                <w:rFonts w:ascii="Lato" w:hAnsi="Lato" w:cs="Arial"/>
                <w:sz w:val="20"/>
                <w:szCs w:val="20"/>
              </w:rPr>
              <w:instrText xml:space="preserve"> \* MERGEFORMAT </w:instrTex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separate"/>
            </w:r>
            <w:r w:rsidR="00030010" w:rsidRPr="008204A6">
              <w:rPr>
                <w:rFonts w:ascii="Lato" w:hAnsi="Lato" w:cs="Arial"/>
                <w:sz w:val="20"/>
                <w:szCs w:val="20"/>
              </w:rPr>
              <w:t>R10</w:t>
            </w:r>
            <w:r w:rsidR="00D0680B" w:rsidRPr="008204A6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B4A054C" w14:textId="77777777" w:rsidR="008A378C" w:rsidRPr="008204A6" w:rsidRDefault="002609DB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</w:t>
            </w:r>
            <w:r w:rsidR="008A378C" w:rsidRPr="008204A6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</w:tbl>
    <w:p w14:paraId="6EF80171" w14:textId="2662999D" w:rsidR="008204A6" w:rsidRDefault="008204A6" w:rsidP="008204A6">
      <w:pPr>
        <w:pStyle w:val="Legenda"/>
        <w:keepNext/>
      </w:pPr>
      <w:bookmarkStart w:id="58" w:name="_Toc177977598"/>
      <w:r>
        <w:t xml:space="preserve">Tabela </w:t>
      </w:r>
      <w:fldSimple w:instr=" SEQ Tabela \* ARABIC ">
        <w:r w:rsidR="009F5FAD">
          <w:rPr>
            <w:noProof/>
          </w:rPr>
          <w:t>13</w:t>
        </w:r>
      </w:fldSimple>
      <w:r>
        <w:t>.</w:t>
      </w:r>
      <w:r w:rsidRPr="00EE056C">
        <w:t xml:space="preserve">Struktura elementu AKC-U/S </w:t>
      </w:r>
      <w:r w:rsidRPr="00902B2B">
        <w:t>CalcAmountPayableType</w:t>
      </w:r>
      <w:bookmarkEnd w:id="5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6"/>
        <w:gridCol w:w="3145"/>
        <w:gridCol w:w="940"/>
        <w:gridCol w:w="1926"/>
        <w:gridCol w:w="1197"/>
      </w:tblGrid>
      <w:tr w:rsidR="008A378C" w:rsidRPr="00891123" w14:paraId="0C4294F5" w14:textId="77777777" w:rsidTr="00444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46" w:type="dxa"/>
          </w:tcPr>
          <w:p w14:paraId="7FD9E4F7" w14:textId="77777777" w:rsidR="008A378C" w:rsidRPr="00891123" w:rsidRDefault="008A378C" w:rsidP="007A7B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45" w:type="dxa"/>
          </w:tcPr>
          <w:p w14:paraId="6531D4B5" w14:textId="77777777" w:rsidR="008A378C" w:rsidRPr="00891123" w:rsidRDefault="008A378C" w:rsidP="007A7BA6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9112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40" w:type="dxa"/>
          </w:tcPr>
          <w:p w14:paraId="43BA230F" w14:textId="77777777" w:rsidR="008A378C" w:rsidRPr="00891123" w:rsidRDefault="00F16068" w:rsidP="008A378C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26" w:type="dxa"/>
          </w:tcPr>
          <w:p w14:paraId="56DFC13A" w14:textId="77777777" w:rsidR="008A378C" w:rsidRPr="00891123" w:rsidRDefault="008A378C" w:rsidP="007A7B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104B28C" w14:textId="77777777" w:rsidR="008A378C" w:rsidRPr="00891123" w:rsidRDefault="008A378C" w:rsidP="007A7B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8A378C" w:rsidRPr="00891123" w14:paraId="2DED6602" w14:textId="77777777" w:rsidTr="0044439F">
        <w:trPr>
          <w:trHeight w:val="213"/>
        </w:trPr>
        <w:tc>
          <w:tcPr>
            <w:tcW w:w="1846" w:type="dxa"/>
          </w:tcPr>
          <w:p w14:paraId="71592449" w14:textId="77777777" w:rsidR="008A378C" w:rsidRPr="00D67561" w:rsidRDefault="008A378C" w:rsidP="007A7BA6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sum</w:t>
            </w:r>
          </w:p>
        </w:tc>
        <w:tc>
          <w:tcPr>
            <w:tcW w:w="3145" w:type="dxa"/>
          </w:tcPr>
          <w:p w14:paraId="03D207F3" w14:textId="77777777" w:rsidR="008A378C" w:rsidRPr="008204A6" w:rsidRDefault="008A378C" w:rsidP="002E0025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Kwota podatku </w:t>
            </w:r>
            <w:r w:rsidR="003550E9" w:rsidRPr="008204A6">
              <w:rPr>
                <w:rFonts w:ascii="Lato" w:hAnsi="Lato" w:cs="Arial"/>
                <w:sz w:val="20"/>
                <w:szCs w:val="20"/>
              </w:rPr>
              <w:t>razem</w:t>
            </w:r>
          </w:p>
        </w:tc>
        <w:tc>
          <w:tcPr>
            <w:tcW w:w="940" w:type="dxa"/>
          </w:tcPr>
          <w:p w14:paraId="2B879978" w14:textId="77777777" w:rsidR="008A378C" w:rsidRPr="008204A6" w:rsidRDefault="00875482" w:rsidP="008A378C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41</w:t>
            </w:r>
          </w:p>
        </w:tc>
        <w:tc>
          <w:tcPr>
            <w:tcW w:w="1926" w:type="dxa"/>
          </w:tcPr>
          <w:p w14:paraId="0C17602C" w14:textId="77777777" w:rsidR="008A378C" w:rsidRPr="008204A6" w:rsidRDefault="008A378C" w:rsidP="00BE39B7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77D127B6" w14:textId="77777777" w:rsidR="008A378C" w:rsidRPr="008204A6" w:rsidRDefault="008A378C" w:rsidP="007A7B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8A378C" w:rsidRPr="00891123" w14:paraId="327261EE" w14:textId="77777777" w:rsidTr="0044439F">
        <w:trPr>
          <w:trHeight w:val="213"/>
        </w:trPr>
        <w:tc>
          <w:tcPr>
            <w:tcW w:w="1846" w:type="dxa"/>
          </w:tcPr>
          <w:p w14:paraId="076F1BFE" w14:textId="77777777" w:rsidR="008A378C" w:rsidRPr="00D67561" w:rsidRDefault="008A378C" w:rsidP="007A7BA6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145" w:type="dxa"/>
          </w:tcPr>
          <w:p w14:paraId="4C919AC4" w14:textId="77777777" w:rsidR="008A378C" w:rsidRPr="008204A6" w:rsidRDefault="008A378C" w:rsidP="007A7B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Obliczenie kwot podatku akcyzowego dla poszczególnych wyrobów</w:t>
            </w:r>
          </w:p>
        </w:tc>
        <w:tc>
          <w:tcPr>
            <w:tcW w:w="940" w:type="dxa"/>
          </w:tcPr>
          <w:p w14:paraId="08EB3396" w14:textId="77777777" w:rsidR="008A378C" w:rsidRPr="008204A6" w:rsidRDefault="00644F5F" w:rsidP="007A7B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1926" w:type="dxa"/>
          </w:tcPr>
          <w:p w14:paraId="4226C7ED" w14:textId="77777777" w:rsidR="008A378C" w:rsidRPr="008204A6" w:rsidRDefault="00394D96" w:rsidP="007A7B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fldChar w:fldCharType="begin"/>
            </w:r>
            <w:r w:rsidRPr="008204A6">
              <w:rPr>
                <w:rFonts w:ascii="Lato" w:hAnsi="Lato" w:cs="Arial"/>
                <w:sz w:val="20"/>
                <w:szCs w:val="20"/>
              </w:rPr>
              <w:instrText xml:space="preserve"> REF ItemType \h  \* MERGEFORMAT </w:instrText>
            </w:r>
            <w:r w:rsidRPr="008204A6">
              <w:rPr>
                <w:rFonts w:ascii="Lato" w:hAnsi="Lato" w:cs="Arial"/>
                <w:sz w:val="20"/>
                <w:szCs w:val="20"/>
              </w:rPr>
            </w:r>
            <w:r w:rsidRPr="008204A6">
              <w:rPr>
                <w:rFonts w:ascii="Lato" w:hAnsi="Lato" w:cs="Arial"/>
                <w:sz w:val="20"/>
                <w:szCs w:val="20"/>
              </w:rPr>
              <w:fldChar w:fldCharType="separate"/>
            </w:r>
            <w:proofErr w:type="spellStart"/>
            <w:r w:rsidR="00030010" w:rsidRPr="008204A6">
              <w:rPr>
                <w:rFonts w:ascii="Lato" w:hAnsi="Lato" w:cs="Arial"/>
                <w:sz w:val="20"/>
                <w:szCs w:val="20"/>
              </w:rPr>
              <w:t>ItemType</w:t>
            </w:r>
            <w:proofErr w:type="spellEnd"/>
            <w:r w:rsidRPr="008204A6">
              <w:rPr>
                <w:rFonts w:ascii="Lato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D09F0B" w14:textId="77777777" w:rsidR="008A378C" w:rsidRPr="008204A6" w:rsidRDefault="008A378C" w:rsidP="007A7BA6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0..</w:t>
            </w:r>
            <w:r w:rsidR="0048063E" w:rsidRPr="008204A6">
              <w:rPr>
                <w:rFonts w:ascii="Lato" w:hAnsi="Lato" w:cs="Arial"/>
                <w:sz w:val="20"/>
                <w:szCs w:val="20"/>
              </w:rPr>
              <w:t>999</w:t>
            </w:r>
          </w:p>
        </w:tc>
      </w:tr>
    </w:tbl>
    <w:p w14:paraId="1F61D761" w14:textId="3D32697A" w:rsidR="008204A6" w:rsidRDefault="008204A6" w:rsidP="008204A6">
      <w:pPr>
        <w:pStyle w:val="Legenda"/>
        <w:keepNext/>
      </w:pPr>
      <w:bookmarkStart w:id="59" w:name="_Toc177977599"/>
      <w:r>
        <w:t xml:space="preserve">Tabela </w:t>
      </w:r>
      <w:fldSimple w:instr=" SEQ Tabela \* ARABIC ">
        <w:r w:rsidR="009F5FAD">
          <w:rPr>
            <w:noProof/>
          </w:rPr>
          <w:t>14</w:t>
        </w:r>
      </w:fldSimple>
      <w:r>
        <w:t>.</w:t>
      </w:r>
      <w:r w:rsidRPr="002A432D">
        <w:t xml:space="preserve">Struktura elementu AKC-U/S </w:t>
      </w:r>
      <w:r w:rsidRPr="00902B2B">
        <w:t>ItemType</w:t>
      </w:r>
      <w:bookmarkEnd w:id="59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1"/>
        <w:gridCol w:w="3310"/>
        <w:gridCol w:w="851"/>
        <w:gridCol w:w="2021"/>
        <w:gridCol w:w="1197"/>
      </w:tblGrid>
      <w:tr w:rsidR="00F16068" w:rsidRPr="003D7C51" w14:paraId="383F2029" w14:textId="77777777" w:rsidTr="00C42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1" w:type="dxa"/>
          </w:tcPr>
          <w:p w14:paraId="1B73734C" w14:textId="77777777" w:rsidR="00F16068" w:rsidRPr="00891123" w:rsidRDefault="00F16068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10" w:type="dxa"/>
          </w:tcPr>
          <w:p w14:paraId="371AEF3F" w14:textId="77777777" w:rsidR="00F16068" w:rsidRPr="00891123" w:rsidRDefault="00F16068" w:rsidP="00BD6934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91123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51" w:type="dxa"/>
          </w:tcPr>
          <w:p w14:paraId="1F59060D" w14:textId="77777777" w:rsidR="00F16068" w:rsidRPr="00891123" w:rsidRDefault="00F16068" w:rsidP="00F16068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21" w:type="dxa"/>
          </w:tcPr>
          <w:p w14:paraId="3549E31C" w14:textId="77777777" w:rsidR="00F16068" w:rsidRPr="00891123" w:rsidRDefault="00F16068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E9A8076" w14:textId="77777777" w:rsidR="00F16068" w:rsidRPr="00891123" w:rsidRDefault="00F16068" w:rsidP="00BD69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1123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F16068" w:rsidRPr="00805548" w14:paraId="1F75E258" w14:textId="77777777" w:rsidTr="00C42D4C">
        <w:trPr>
          <w:trHeight w:val="213"/>
        </w:trPr>
        <w:tc>
          <w:tcPr>
            <w:tcW w:w="1901" w:type="dxa"/>
          </w:tcPr>
          <w:p w14:paraId="68C190F2" w14:textId="77777777" w:rsidR="00F16068" w:rsidRPr="00D67561" w:rsidRDefault="00F16068" w:rsidP="00BD6934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id</w:t>
            </w:r>
          </w:p>
        </w:tc>
        <w:tc>
          <w:tcPr>
            <w:tcW w:w="3310" w:type="dxa"/>
          </w:tcPr>
          <w:p w14:paraId="64E27BC3" w14:textId="77777777" w:rsidR="00F16068" w:rsidRPr="008204A6" w:rsidRDefault="00F16068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Liczba porządkowa</w:t>
            </w:r>
          </w:p>
        </w:tc>
        <w:tc>
          <w:tcPr>
            <w:tcW w:w="851" w:type="dxa"/>
          </w:tcPr>
          <w:p w14:paraId="5FB2DE99" w14:textId="77777777" w:rsidR="00F16068" w:rsidRPr="008204A6" w:rsidRDefault="00327009" w:rsidP="00F1606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D.a</w:t>
            </w:r>
            <w:proofErr w:type="spellEnd"/>
          </w:p>
        </w:tc>
        <w:tc>
          <w:tcPr>
            <w:tcW w:w="2021" w:type="dxa"/>
          </w:tcPr>
          <w:p w14:paraId="6C128FF6" w14:textId="77777777" w:rsidR="00F16068" w:rsidRPr="008204A6" w:rsidRDefault="00F16068" w:rsidP="00BD6934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1F29BE4A" w14:textId="77777777" w:rsidR="00F16068" w:rsidRPr="008204A6" w:rsidRDefault="00F16068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9575AA" w:rsidRPr="00805548" w14:paraId="0A03DDC4" w14:textId="77777777" w:rsidTr="00C42D4C">
        <w:trPr>
          <w:trHeight w:val="213"/>
        </w:trPr>
        <w:tc>
          <w:tcPr>
            <w:tcW w:w="1901" w:type="dxa"/>
          </w:tcPr>
          <w:p w14:paraId="08790C0F" w14:textId="77777777" w:rsidR="009575AA" w:rsidRPr="00D67561" w:rsidRDefault="009575AA" w:rsidP="00BD6934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condition</w:t>
            </w:r>
          </w:p>
        </w:tc>
        <w:tc>
          <w:tcPr>
            <w:tcW w:w="3310" w:type="dxa"/>
          </w:tcPr>
          <w:p w14:paraId="26D056DF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Stan pojazdu.</w:t>
            </w:r>
          </w:p>
        </w:tc>
        <w:tc>
          <w:tcPr>
            <w:tcW w:w="851" w:type="dxa"/>
          </w:tcPr>
          <w:p w14:paraId="21A15E10" w14:textId="77777777" w:rsidR="009575AA" w:rsidRPr="008204A6" w:rsidRDefault="00734D20" w:rsidP="00F1606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</w:t>
            </w:r>
            <w:proofErr w:type="spellEnd"/>
          </w:p>
        </w:tc>
        <w:tc>
          <w:tcPr>
            <w:tcW w:w="2021" w:type="dxa"/>
          </w:tcPr>
          <w:p w14:paraId="46A2565E" w14:textId="77777777" w:rsidR="009575AA" w:rsidRPr="008204A6" w:rsidRDefault="00734D20" w:rsidP="00BD6934">
            <w:pPr>
              <w:rPr>
                <w:rFonts w:ascii="Lato" w:hAnsi="Lato"/>
                <w:sz w:val="20"/>
                <w:szCs w:val="20"/>
              </w:rPr>
            </w:pPr>
            <w:r w:rsidRPr="008204A6">
              <w:rPr>
                <w:rFonts w:ascii="Lato" w:hAnsi="Lato"/>
                <w:sz w:val="20"/>
                <w:szCs w:val="20"/>
              </w:rPr>
              <w:t>string:</w:t>
            </w:r>
          </w:p>
          <w:p w14:paraId="5CD823B9" w14:textId="77777777" w:rsidR="00734D20" w:rsidRPr="008204A6" w:rsidRDefault="00734D20" w:rsidP="00BD6934">
            <w:pPr>
              <w:rPr>
                <w:rFonts w:ascii="Lato" w:hAnsi="Lato"/>
                <w:sz w:val="20"/>
                <w:szCs w:val="20"/>
              </w:rPr>
            </w:pPr>
            <w:r w:rsidRPr="008204A6">
              <w:rPr>
                <w:rFonts w:ascii="Lato" w:hAnsi="Lato"/>
                <w:sz w:val="20"/>
                <w:szCs w:val="20"/>
              </w:rPr>
              <w:t>nowy</w:t>
            </w:r>
          </w:p>
          <w:p w14:paraId="6ADF464C" w14:textId="77777777" w:rsidR="00734D20" w:rsidRPr="008204A6" w:rsidRDefault="00734D20" w:rsidP="00BD6934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/>
                <w:sz w:val="20"/>
                <w:szCs w:val="20"/>
              </w:rPr>
              <w:t>uzywany</w:t>
            </w:r>
            <w:proofErr w:type="spellEnd"/>
          </w:p>
        </w:tc>
        <w:tc>
          <w:tcPr>
            <w:tcW w:w="1197" w:type="dxa"/>
          </w:tcPr>
          <w:p w14:paraId="1298C680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9575AA" w:rsidRPr="00805548" w14:paraId="7AF99414" w14:textId="77777777" w:rsidTr="00C42D4C">
        <w:trPr>
          <w:trHeight w:val="213"/>
        </w:trPr>
        <w:tc>
          <w:tcPr>
            <w:tcW w:w="1901" w:type="dxa"/>
          </w:tcPr>
          <w:p w14:paraId="515F63B2" w14:textId="77777777" w:rsidR="009575AA" w:rsidRPr="00D67561" w:rsidRDefault="00734D20" w:rsidP="00BD6934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mark</w:t>
            </w:r>
          </w:p>
        </w:tc>
        <w:tc>
          <w:tcPr>
            <w:tcW w:w="3310" w:type="dxa"/>
          </w:tcPr>
          <w:p w14:paraId="5380860B" w14:textId="77777777" w:rsidR="009575AA" w:rsidRPr="008204A6" w:rsidRDefault="00734D20" w:rsidP="00734D20">
            <w:pPr>
              <w:tabs>
                <w:tab w:val="left" w:pos="2364"/>
              </w:tabs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Marka samochodu.</w:t>
            </w:r>
          </w:p>
        </w:tc>
        <w:tc>
          <w:tcPr>
            <w:tcW w:w="851" w:type="dxa"/>
          </w:tcPr>
          <w:p w14:paraId="04A340CC" w14:textId="77777777" w:rsidR="009575AA" w:rsidRPr="008204A6" w:rsidRDefault="00734D20" w:rsidP="00F1606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D.b.a</w:t>
            </w:r>
            <w:proofErr w:type="spellEnd"/>
          </w:p>
        </w:tc>
        <w:tc>
          <w:tcPr>
            <w:tcW w:w="2021" w:type="dxa"/>
          </w:tcPr>
          <w:p w14:paraId="05F97BB3" w14:textId="77777777" w:rsidR="009575AA" w:rsidRPr="008204A6" w:rsidRDefault="00734D20" w:rsidP="00BD6934">
            <w:pPr>
              <w:rPr>
                <w:rFonts w:ascii="Lato" w:hAnsi="Lato"/>
                <w:sz w:val="20"/>
                <w:szCs w:val="20"/>
              </w:rPr>
            </w:pPr>
            <w:r w:rsidRPr="008204A6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4F0B2E3C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9575AA" w:rsidRPr="00805548" w14:paraId="43EDDA72" w14:textId="77777777" w:rsidTr="00C42D4C">
        <w:trPr>
          <w:trHeight w:val="213"/>
        </w:trPr>
        <w:tc>
          <w:tcPr>
            <w:tcW w:w="1901" w:type="dxa"/>
          </w:tcPr>
          <w:p w14:paraId="53B2ACC4" w14:textId="77777777" w:rsidR="009575AA" w:rsidRPr="00D67561" w:rsidRDefault="00734D20" w:rsidP="00BD6934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model</w:t>
            </w:r>
          </w:p>
        </w:tc>
        <w:tc>
          <w:tcPr>
            <w:tcW w:w="3310" w:type="dxa"/>
          </w:tcPr>
          <w:p w14:paraId="089AAB74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Model samochodu.</w:t>
            </w:r>
          </w:p>
        </w:tc>
        <w:tc>
          <w:tcPr>
            <w:tcW w:w="851" w:type="dxa"/>
          </w:tcPr>
          <w:p w14:paraId="30B04939" w14:textId="77777777" w:rsidR="009575AA" w:rsidRPr="008204A6" w:rsidRDefault="00734D20" w:rsidP="00F1606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D.b.b</w:t>
            </w:r>
            <w:proofErr w:type="spellEnd"/>
          </w:p>
        </w:tc>
        <w:tc>
          <w:tcPr>
            <w:tcW w:w="2021" w:type="dxa"/>
          </w:tcPr>
          <w:p w14:paraId="75F5DF81" w14:textId="77777777" w:rsidR="009575AA" w:rsidRPr="008204A6" w:rsidRDefault="00734D20" w:rsidP="00BD6934">
            <w:pPr>
              <w:rPr>
                <w:rFonts w:ascii="Lato" w:hAnsi="Lato"/>
                <w:sz w:val="20"/>
                <w:szCs w:val="20"/>
              </w:rPr>
            </w:pPr>
            <w:r w:rsidRPr="008204A6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748C42DC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9575AA" w:rsidRPr="00805548" w14:paraId="367C094E" w14:textId="77777777" w:rsidTr="00C42D4C">
        <w:trPr>
          <w:trHeight w:val="213"/>
        </w:trPr>
        <w:tc>
          <w:tcPr>
            <w:tcW w:w="1901" w:type="dxa"/>
          </w:tcPr>
          <w:p w14:paraId="16E2303E" w14:textId="77777777" w:rsidR="009575AA" w:rsidRPr="00D67561" w:rsidRDefault="00734D20" w:rsidP="00BD6934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yearOfProduction</w:t>
            </w:r>
            <w:proofErr w:type="spellEnd"/>
          </w:p>
        </w:tc>
        <w:tc>
          <w:tcPr>
            <w:tcW w:w="3310" w:type="dxa"/>
          </w:tcPr>
          <w:p w14:paraId="7E61726B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Rok Produkcji.</w:t>
            </w:r>
          </w:p>
        </w:tc>
        <w:tc>
          <w:tcPr>
            <w:tcW w:w="851" w:type="dxa"/>
          </w:tcPr>
          <w:p w14:paraId="7B6F600A" w14:textId="77777777" w:rsidR="009575AA" w:rsidRPr="008204A6" w:rsidRDefault="00734D20" w:rsidP="00F1606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D.b.c</w:t>
            </w:r>
            <w:proofErr w:type="spellEnd"/>
          </w:p>
        </w:tc>
        <w:tc>
          <w:tcPr>
            <w:tcW w:w="2021" w:type="dxa"/>
          </w:tcPr>
          <w:p w14:paraId="7AC4527F" w14:textId="77777777" w:rsidR="009575AA" w:rsidRPr="008204A6" w:rsidRDefault="00734D20" w:rsidP="00BD6934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/>
                <w:sz w:val="20"/>
                <w:szCs w:val="20"/>
              </w:rPr>
              <w:t>gYear</w:t>
            </w:r>
            <w:proofErr w:type="spellEnd"/>
          </w:p>
        </w:tc>
        <w:tc>
          <w:tcPr>
            <w:tcW w:w="1197" w:type="dxa"/>
          </w:tcPr>
          <w:p w14:paraId="589DBD82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9575AA" w:rsidRPr="00805548" w14:paraId="655A3F13" w14:textId="77777777" w:rsidTr="00C42D4C">
        <w:trPr>
          <w:trHeight w:val="213"/>
        </w:trPr>
        <w:tc>
          <w:tcPr>
            <w:tcW w:w="1901" w:type="dxa"/>
          </w:tcPr>
          <w:p w14:paraId="4F7DD073" w14:textId="77777777" w:rsidR="009575AA" w:rsidRPr="00D67561" w:rsidRDefault="00734D20" w:rsidP="0047548B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customV</w:t>
            </w:r>
            <w:r w:rsidR="0047548B" w:rsidRPr="00D67561">
              <w:rPr>
                <w:rFonts w:ascii="Lato" w:hAnsi="Lato" w:cs="Arial"/>
                <w:sz w:val="20"/>
                <w:szCs w:val="20"/>
                <w:lang w:val="en-GB"/>
              </w:rPr>
              <w:t>IN</w:t>
            </w:r>
            <w:proofErr w:type="spellEnd"/>
          </w:p>
        </w:tc>
        <w:tc>
          <w:tcPr>
            <w:tcW w:w="3310" w:type="dxa"/>
          </w:tcPr>
          <w:p w14:paraId="28B2A0D3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Niestandardowy numer VIN</w:t>
            </w:r>
          </w:p>
        </w:tc>
        <w:tc>
          <w:tcPr>
            <w:tcW w:w="851" w:type="dxa"/>
          </w:tcPr>
          <w:p w14:paraId="67D07858" w14:textId="77777777" w:rsidR="009575AA" w:rsidRPr="008204A6" w:rsidRDefault="00734D20" w:rsidP="00F16068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14:paraId="43A5C2ED" w14:textId="77777777" w:rsidR="009575AA" w:rsidRPr="008204A6" w:rsidRDefault="00AA3D73" w:rsidP="00BD6934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/>
                <w:sz w:val="20"/>
                <w:szCs w:val="20"/>
              </w:rPr>
              <w:t>b</w:t>
            </w:r>
            <w:r w:rsidR="00734D20" w:rsidRPr="008204A6">
              <w:rPr>
                <w:rFonts w:ascii="Lato" w:hAnsi="Lato"/>
                <w:sz w:val="20"/>
                <w:szCs w:val="20"/>
              </w:rPr>
              <w:t>oolean</w:t>
            </w:r>
            <w:proofErr w:type="spellEnd"/>
          </w:p>
        </w:tc>
        <w:tc>
          <w:tcPr>
            <w:tcW w:w="1197" w:type="dxa"/>
          </w:tcPr>
          <w:p w14:paraId="4933DAB5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9575AA" w:rsidRPr="00805548" w14:paraId="1C17F240" w14:textId="77777777" w:rsidTr="00C42D4C">
        <w:trPr>
          <w:trHeight w:val="213"/>
        </w:trPr>
        <w:tc>
          <w:tcPr>
            <w:tcW w:w="1901" w:type="dxa"/>
          </w:tcPr>
          <w:p w14:paraId="52329644" w14:textId="77777777" w:rsidR="009575AA" w:rsidRPr="00D67561" w:rsidRDefault="00734D20" w:rsidP="00BD6934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lastRenderedPageBreak/>
              <w:t>VIN</w:t>
            </w:r>
          </w:p>
        </w:tc>
        <w:tc>
          <w:tcPr>
            <w:tcW w:w="3310" w:type="dxa"/>
          </w:tcPr>
          <w:p w14:paraId="79BB8AC9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Numer identyfikacyjny VIN (nadwozia/podwozia/ramy).</w:t>
            </w:r>
          </w:p>
        </w:tc>
        <w:tc>
          <w:tcPr>
            <w:tcW w:w="851" w:type="dxa"/>
          </w:tcPr>
          <w:p w14:paraId="2AC84A4A" w14:textId="77777777" w:rsidR="009575AA" w:rsidRPr="008204A6" w:rsidRDefault="00734D20" w:rsidP="00F16068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D.b.d</w:t>
            </w:r>
            <w:proofErr w:type="spellEnd"/>
          </w:p>
        </w:tc>
        <w:tc>
          <w:tcPr>
            <w:tcW w:w="2021" w:type="dxa"/>
          </w:tcPr>
          <w:p w14:paraId="60D6C9BB" w14:textId="77777777" w:rsidR="00AA3D73" w:rsidRPr="00D67561" w:rsidRDefault="00AA3D73" w:rsidP="00BD6934">
            <w:pPr>
              <w:rPr>
                <w:rFonts w:ascii="Lato" w:hAnsi="Lato"/>
                <w:sz w:val="20"/>
                <w:szCs w:val="20"/>
                <w:lang w:val="en-US"/>
              </w:rPr>
            </w:pPr>
            <w:r w:rsidRPr="00D67561">
              <w:rPr>
                <w:rFonts w:ascii="Lato" w:hAnsi="Lato"/>
                <w:sz w:val="20"/>
                <w:szCs w:val="20"/>
                <w:lang w:val="en-US"/>
              </w:rPr>
              <w:t>s</w:t>
            </w:r>
            <w:r w:rsidR="00734D20" w:rsidRPr="00D67561">
              <w:rPr>
                <w:rFonts w:ascii="Lato" w:hAnsi="Lato"/>
                <w:sz w:val="20"/>
                <w:szCs w:val="20"/>
                <w:lang w:val="en-US"/>
              </w:rPr>
              <w:t>tring</w:t>
            </w:r>
          </w:p>
        </w:tc>
        <w:tc>
          <w:tcPr>
            <w:tcW w:w="1197" w:type="dxa"/>
          </w:tcPr>
          <w:p w14:paraId="2B05E466" w14:textId="77777777" w:rsidR="009575AA" w:rsidRPr="008204A6" w:rsidRDefault="00734D20" w:rsidP="00BD6934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6E5E3F53" w14:textId="77777777" w:rsidTr="00C42D4C">
        <w:trPr>
          <w:trHeight w:val="213"/>
        </w:trPr>
        <w:tc>
          <w:tcPr>
            <w:tcW w:w="1901" w:type="dxa"/>
          </w:tcPr>
          <w:p w14:paraId="5DB548E1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VINis</w:t>
            </w:r>
            <w:proofErr w:type="spellEnd"/>
          </w:p>
        </w:tc>
        <w:tc>
          <w:tcPr>
            <w:tcW w:w="3310" w:type="dxa"/>
          </w:tcPr>
          <w:p w14:paraId="0EB9D275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VIN dotyczy.</w:t>
            </w:r>
          </w:p>
        </w:tc>
        <w:tc>
          <w:tcPr>
            <w:tcW w:w="851" w:type="dxa"/>
          </w:tcPr>
          <w:p w14:paraId="09CB8981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14:paraId="6066D9C7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string:</w:t>
            </w:r>
          </w:p>
          <w:p w14:paraId="64BD7ECF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VIN</w:t>
            </w:r>
          </w:p>
          <w:p w14:paraId="54B6AB08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nadwozia</w:t>
            </w:r>
          </w:p>
          <w:p w14:paraId="7ECC37F4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podwozia</w:t>
            </w:r>
          </w:p>
          <w:p w14:paraId="7B8B9AFA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ramy</w:t>
            </w:r>
          </w:p>
        </w:tc>
        <w:tc>
          <w:tcPr>
            <w:tcW w:w="1197" w:type="dxa"/>
          </w:tcPr>
          <w:p w14:paraId="35C55518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00E28B4B" w14:textId="77777777" w:rsidTr="00C42D4C">
        <w:trPr>
          <w:trHeight w:val="213"/>
        </w:trPr>
        <w:tc>
          <w:tcPr>
            <w:tcW w:w="1901" w:type="dxa"/>
          </w:tcPr>
          <w:p w14:paraId="30B0498A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enginePower</w:t>
            </w:r>
            <w:proofErr w:type="spellEnd"/>
          </w:p>
        </w:tc>
        <w:tc>
          <w:tcPr>
            <w:tcW w:w="3310" w:type="dxa"/>
          </w:tcPr>
          <w:p w14:paraId="76020CAB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Moc silnika w kW</w:t>
            </w:r>
          </w:p>
        </w:tc>
        <w:tc>
          <w:tcPr>
            <w:tcW w:w="851" w:type="dxa"/>
          </w:tcPr>
          <w:p w14:paraId="47ACFEA5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D.b.e</w:t>
            </w:r>
            <w:proofErr w:type="spellEnd"/>
          </w:p>
        </w:tc>
        <w:tc>
          <w:tcPr>
            <w:tcW w:w="2021" w:type="dxa"/>
          </w:tcPr>
          <w:p w14:paraId="52B1E9F7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r w:rsidRPr="00D67561">
              <w:rPr>
                <w:rFonts w:ascii="Lato" w:hAnsi="Lato"/>
                <w:sz w:val="20"/>
                <w:szCs w:val="20"/>
                <w:lang w:val="en-US"/>
              </w:rPr>
              <w:t>decimal</w:t>
            </w:r>
          </w:p>
        </w:tc>
        <w:tc>
          <w:tcPr>
            <w:tcW w:w="1197" w:type="dxa"/>
          </w:tcPr>
          <w:p w14:paraId="0E698366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36D5C678" w14:textId="77777777" w:rsidTr="00C42D4C">
        <w:trPr>
          <w:trHeight w:val="213"/>
        </w:trPr>
        <w:tc>
          <w:tcPr>
            <w:tcW w:w="1901" w:type="dxa"/>
          </w:tcPr>
          <w:p w14:paraId="0E06684F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capacityOfEngine</w:t>
            </w:r>
            <w:proofErr w:type="spellEnd"/>
          </w:p>
        </w:tc>
        <w:tc>
          <w:tcPr>
            <w:tcW w:w="3310" w:type="dxa"/>
          </w:tcPr>
          <w:p w14:paraId="26DC4AAF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 xml:space="preserve">Pojemność </w:t>
            </w:r>
            <w:r w:rsidR="003550E9" w:rsidRPr="008204A6">
              <w:rPr>
                <w:rFonts w:ascii="Lato" w:hAnsi="Lato" w:cs="Arial"/>
                <w:sz w:val="20"/>
                <w:szCs w:val="20"/>
              </w:rPr>
              <w:t xml:space="preserve">skokowa </w:t>
            </w:r>
            <w:r w:rsidRPr="008204A6">
              <w:rPr>
                <w:rFonts w:ascii="Lato" w:hAnsi="Lato" w:cs="Arial"/>
                <w:sz w:val="20"/>
                <w:szCs w:val="20"/>
              </w:rPr>
              <w:t>silnika.</w:t>
            </w:r>
          </w:p>
        </w:tc>
        <w:tc>
          <w:tcPr>
            <w:tcW w:w="851" w:type="dxa"/>
          </w:tcPr>
          <w:p w14:paraId="6C29F274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D.b.f</w:t>
            </w:r>
            <w:proofErr w:type="spellEnd"/>
          </w:p>
        </w:tc>
        <w:tc>
          <w:tcPr>
            <w:tcW w:w="2021" w:type="dxa"/>
          </w:tcPr>
          <w:p w14:paraId="20472A4A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r w:rsidRPr="00D67561">
              <w:rPr>
                <w:rFonts w:ascii="Lato" w:hAnsi="Lato"/>
                <w:sz w:val="20"/>
                <w:szCs w:val="20"/>
                <w:lang w:val="en-US"/>
              </w:rPr>
              <w:t>decimal</w:t>
            </w:r>
          </w:p>
        </w:tc>
        <w:tc>
          <w:tcPr>
            <w:tcW w:w="1197" w:type="dxa"/>
          </w:tcPr>
          <w:p w14:paraId="652E2888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058D901E" w14:textId="77777777" w:rsidTr="00C42D4C">
        <w:trPr>
          <w:trHeight w:val="213"/>
        </w:trPr>
        <w:tc>
          <w:tcPr>
            <w:tcW w:w="1901" w:type="dxa"/>
          </w:tcPr>
          <w:p w14:paraId="422BB3FF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milage</w:t>
            </w:r>
          </w:p>
        </w:tc>
        <w:tc>
          <w:tcPr>
            <w:tcW w:w="3310" w:type="dxa"/>
          </w:tcPr>
          <w:p w14:paraId="21A525A4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Przebieg w km.</w:t>
            </w:r>
          </w:p>
        </w:tc>
        <w:tc>
          <w:tcPr>
            <w:tcW w:w="851" w:type="dxa"/>
          </w:tcPr>
          <w:p w14:paraId="57A1BC8C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D.b.g</w:t>
            </w:r>
            <w:proofErr w:type="spellEnd"/>
          </w:p>
        </w:tc>
        <w:tc>
          <w:tcPr>
            <w:tcW w:w="2021" w:type="dxa"/>
          </w:tcPr>
          <w:p w14:paraId="72CB3AFF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r w:rsidRPr="00D67561">
              <w:rPr>
                <w:rFonts w:ascii="Lato" w:hAnsi="Lato"/>
                <w:sz w:val="20"/>
                <w:szCs w:val="20"/>
                <w:lang w:val="en-US"/>
              </w:rPr>
              <w:t>decimal</w:t>
            </w:r>
          </w:p>
        </w:tc>
        <w:tc>
          <w:tcPr>
            <w:tcW w:w="1197" w:type="dxa"/>
          </w:tcPr>
          <w:p w14:paraId="79A3374D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44193922" w14:textId="77777777" w:rsidTr="00C42D4C">
        <w:trPr>
          <w:trHeight w:val="213"/>
        </w:trPr>
        <w:tc>
          <w:tcPr>
            <w:tcW w:w="1901" w:type="dxa"/>
          </w:tcPr>
          <w:p w14:paraId="22DE8E37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typeOfTransmission</w:t>
            </w:r>
            <w:proofErr w:type="spellEnd"/>
          </w:p>
        </w:tc>
        <w:tc>
          <w:tcPr>
            <w:tcW w:w="3310" w:type="dxa"/>
          </w:tcPr>
          <w:p w14:paraId="4F029A1D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Rodzaj skrzyni biegów</w:t>
            </w:r>
          </w:p>
        </w:tc>
        <w:tc>
          <w:tcPr>
            <w:tcW w:w="851" w:type="dxa"/>
          </w:tcPr>
          <w:p w14:paraId="31DF24FA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D.b.h</w:t>
            </w:r>
            <w:proofErr w:type="spellEnd"/>
          </w:p>
        </w:tc>
        <w:tc>
          <w:tcPr>
            <w:tcW w:w="2021" w:type="dxa"/>
          </w:tcPr>
          <w:p w14:paraId="589A4783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r w:rsidRPr="00D67561">
              <w:rPr>
                <w:rFonts w:ascii="Lato" w:hAnsi="Lato"/>
                <w:sz w:val="20"/>
                <w:szCs w:val="20"/>
                <w:lang w:val="en-US"/>
              </w:rPr>
              <w:t>string:</w:t>
            </w:r>
          </w:p>
          <w:p w14:paraId="31B64B60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manualna</w:t>
            </w:r>
            <w:proofErr w:type="spellEnd"/>
          </w:p>
          <w:p w14:paraId="39767319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automatyczna</w:t>
            </w:r>
            <w:proofErr w:type="spellEnd"/>
          </w:p>
        </w:tc>
        <w:tc>
          <w:tcPr>
            <w:tcW w:w="1197" w:type="dxa"/>
          </w:tcPr>
          <w:p w14:paraId="102A5C07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0D81D146" w14:textId="77777777" w:rsidTr="00C42D4C">
        <w:trPr>
          <w:trHeight w:val="213"/>
        </w:trPr>
        <w:tc>
          <w:tcPr>
            <w:tcW w:w="1901" w:type="dxa"/>
          </w:tcPr>
          <w:p w14:paraId="16B196DC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driveType</w:t>
            </w:r>
            <w:proofErr w:type="spellEnd"/>
          </w:p>
        </w:tc>
        <w:tc>
          <w:tcPr>
            <w:tcW w:w="3310" w:type="dxa"/>
          </w:tcPr>
          <w:p w14:paraId="35F530AB" w14:textId="77777777" w:rsidR="006A534C" w:rsidRPr="008204A6" w:rsidRDefault="00AA3D73" w:rsidP="006A534C">
            <w:pPr>
              <w:rPr>
                <w:rFonts w:ascii="Lato" w:hAnsi="Lato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Sposób napędu.</w:t>
            </w:r>
            <w:r w:rsidR="006A534C" w:rsidRPr="008204A6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6A534C" w:rsidRPr="008204A6">
              <w:rPr>
                <w:rFonts w:ascii="Lato" w:hAnsi="Lato"/>
                <w:sz w:val="20"/>
                <w:szCs w:val="20"/>
              </w:rPr>
              <w:t>Lista pozycji oddzielona spacją.</w:t>
            </w:r>
          </w:p>
          <w:p w14:paraId="1A58D32F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AA7B5A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D.b.i</w:t>
            </w:r>
            <w:proofErr w:type="spellEnd"/>
          </w:p>
        </w:tc>
        <w:tc>
          <w:tcPr>
            <w:tcW w:w="2021" w:type="dxa"/>
          </w:tcPr>
          <w:p w14:paraId="134B1E44" w14:textId="77777777" w:rsidR="00AA3D73" w:rsidRPr="00902B2B" w:rsidRDefault="006A534C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string:</w:t>
            </w:r>
          </w:p>
          <w:p w14:paraId="43D4BFC4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olejNapedowy</w:t>
            </w:r>
          </w:p>
          <w:p w14:paraId="53CD8A5C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benzyna</w:t>
            </w:r>
          </w:p>
          <w:p w14:paraId="0F41C231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energiaElektryczna</w:t>
            </w:r>
          </w:p>
          <w:p w14:paraId="68C39250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gazDoNapedu</w:t>
            </w:r>
          </w:p>
          <w:p w14:paraId="31D0EFF7" w14:textId="77777777" w:rsidR="00AA3D73" w:rsidRPr="00902B2B" w:rsidRDefault="00AA3D73" w:rsidP="00AA3D73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inny</w:t>
            </w:r>
          </w:p>
        </w:tc>
        <w:tc>
          <w:tcPr>
            <w:tcW w:w="1197" w:type="dxa"/>
          </w:tcPr>
          <w:p w14:paraId="37929599" w14:textId="77777777" w:rsidR="00AA3D73" w:rsidRPr="008204A6" w:rsidRDefault="00AA3D73" w:rsidP="006A534C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</w:t>
            </w:r>
            <w:r w:rsidR="006A534C" w:rsidRPr="008204A6">
              <w:rPr>
                <w:rFonts w:ascii="Lato" w:hAnsi="Lato" w:cs="Arial"/>
                <w:sz w:val="20"/>
                <w:szCs w:val="20"/>
              </w:rPr>
              <w:t>1</w:t>
            </w:r>
          </w:p>
        </w:tc>
      </w:tr>
      <w:tr w:rsidR="00AA3D73" w:rsidRPr="00805548" w14:paraId="79E322A8" w14:textId="77777777" w:rsidTr="00C42D4C">
        <w:trPr>
          <w:trHeight w:val="213"/>
        </w:trPr>
        <w:tc>
          <w:tcPr>
            <w:tcW w:w="1901" w:type="dxa"/>
          </w:tcPr>
          <w:p w14:paraId="484610DE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technicalCondition</w:t>
            </w:r>
            <w:proofErr w:type="spellEnd"/>
          </w:p>
        </w:tc>
        <w:tc>
          <w:tcPr>
            <w:tcW w:w="3310" w:type="dxa"/>
          </w:tcPr>
          <w:p w14:paraId="4301F575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Stan techniczny</w:t>
            </w:r>
          </w:p>
        </w:tc>
        <w:tc>
          <w:tcPr>
            <w:tcW w:w="851" w:type="dxa"/>
          </w:tcPr>
          <w:p w14:paraId="3D32570E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D.b.j</w:t>
            </w:r>
            <w:proofErr w:type="spellEnd"/>
          </w:p>
        </w:tc>
        <w:tc>
          <w:tcPr>
            <w:tcW w:w="2021" w:type="dxa"/>
          </w:tcPr>
          <w:p w14:paraId="4F428DD9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r w:rsidRPr="00D67561">
              <w:rPr>
                <w:rFonts w:ascii="Lato" w:hAnsi="Lato"/>
                <w:sz w:val="20"/>
                <w:szCs w:val="20"/>
                <w:lang w:val="en-US"/>
              </w:rPr>
              <w:t>string:</w:t>
            </w:r>
          </w:p>
          <w:p w14:paraId="4748AEE6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nieuszkodzony</w:t>
            </w:r>
            <w:proofErr w:type="spellEnd"/>
          </w:p>
          <w:p w14:paraId="4A6A8B11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uszkodzonyZOpiniaBieglego</w:t>
            </w:r>
            <w:proofErr w:type="spellEnd"/>
          </w:p>
          <w:p w14:paraId="7465D906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uszkodzonyBezOpiniiBieglego</w:t>
            </w:r>
            <w:proofErr w:type="spellEnd"/>
          </w:p>
        </w:tc>
        <w:tc>
          <w:tcPr>
            <w:tcW w:w="1197" w:type="dxa"/>
          </w:tcPr>
          <w:p w14:paraId="0243B0D2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49CD9498" w14:textId="77777777" w:rsidTr="00C42D4C">
        <w:trPr>
          <w:trHeight w:val="213"/>
        </w:trPr>
        <w:tc>
          <w:tcPr>
            <w:tcW w:w="1901" w:type="dxa"/>
          </w:tcPr>
          <w:p w14:paraId="19B573FB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obligationDate</w:t>
            </w:r>
            <w:proofErr w:type="spellEnd"/>
          </w:p>
        </w:tc>
        <w:tc>
          <w:tcPr>
            <w:tcW w:w="3310" w:type="dxa"/>
          </w:tcPr>
          <w:p w14:paraId="612F32C8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Data powstania obowiązku podatkowego</w:t>
            </w:r>
            <w:r w:rsidR="003550E9" w:rsidRPr="008204A6">
              <w:rPr>
                <w:rFonts w:ascii="Lato" w:hAnsi="Lato" w:cs="Arial"/>
                <w:sz w:val="20"/>
                <w:szCs w:val="20"/>
              </w:rPr>
              <w:t xml:space="preserve">  (dzień-miesiąc-rok).</w:t>
            </w:r>
          </w:p>
        </w:tc>
        <w:tc>
          <w:tcPr>
            <w:tcW w:w="851" w:type="dxa"/>
          </w:tcPr>
          <w:p w14:paraId="6ABC1140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D.c</w:t>
            </w:r>
            <w:proofErr w:type="spellEnd"/>
          </w:p>
        </w:tc>
        <w:tc>
          <w:tcPr>
            <w:tcW w:w="2021" w:type="dxa"/>
          </w:tcPr>
          <w:p w14:paraId="4BEEA1FC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r w:rsidRPr="00D67561">
              <w:rPr>
                <w:rFonts w:ascii="Lato" w:hAnsi="Lato"/>
                <w:sz w:val="20"/>
                <w:szCs w:val="20"/>
                <w:lang w:val="en-US"/>
              </w:rPr>
              <w:t>Date</w:t>
            </w:r>
          </w:p>
          <w:p w14:paraId="1CC9234E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</w:tcPr>
          <w:p w14:paraId="6B5C2A3F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3A0016C6" w14:textId="77777777" w:rsidTr="00C42D4C">
        <w:trPr>
          <w:trHeight w:val="213"/>
        </w:trPr>
        <w:tc>
          <w:tcPr>
            <w:tcW w:w="1901" w:type="dxa"/>
          </w:tcPr>
          <w:p w14:paraId="6ECA5FA9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taxBase</w:t>
            </w:r>
            <w:proofErr w:type="spellEnd"/>
          </w:p>
        </w:tc>
        <w:tc>
          <w:tcPr>
            <w:tcW w:w="3310" w:type="dxa"/>
          </w:tcPr>
          <w:p w14:paraId="64C4CB6E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Podstawa opodatkowania.</w:t>
            </w:r>
          </w:p>
        </w:tc>
        <w:tc>
          <w:tcPr>
            <w:tcW w:w="851" w:type="dxa"/>
          </w:tcPr>
          <w:p w14:paraId="6CBD30AC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</w:rPr>
              <w:t>D.d</w:t>
            </w:r>
            <w:proofErr w:type="spellEnd"/>
          </w:p>
        </w:tc>
        <w:tc>
          <w:tcPr>
            <w:tcW w:w="2021" w:type="dxa"/>
          </w:tcPr>
          <w:p w14:paraId="31011E09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ZAmountP</w:t>
            </w:r>
            <w:proofErr w:type="spellEnd"/>
          </w:p>
        </w:tc>
        <w:tc>
          <w:tcPr>
            <w:tcW w:w="1197" w:type="dxa"/>
          </w:tcPr>
          <w:p w14:paraId="12EA1A4F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5FE46F49" w14:textId="77777777" w:rsidTr="00C42D4C">
        <w:trPr>
          <w:trHeight w:val="213"/>
        </w:trPr>
        <w:tc>
          <w:tcPr>
            <w:tcW w:w="1901" w:type="dxa"/>
          </w:tcPr>
          <w:p w14:paraId="30768E1C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10" w:type="dxa"/>
          </w:tcPr>
          <w:p w14:paraId="4F369C64" w14:textId="77777777" w:rsidR="00AA3D73" w:rsidRPr="008204A6" w:rsidRDefault="00AA3D73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Stawka podatku wyrażona ułamkiem dziesiętnym z dokładnością do 4 miejsc po przecinku.(Wartość ze słownika 3091).</w:t>
            </w:r>
          </w:p>
        </w:tc>
        <w:tc>
          <w:tcPr>
            <w:tcW w:w="851" w:type="dxa"/>
          </w:tcPr>
          <w:p w14:paraId="7D1A8875" w14:textId="77777777" w:rsidR="00AA3D73" w:rsidRPr="008204A6" w:rsidRDefault="00AA3D73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D.e</w:t>
            </w:r>
            <w:proofErr w:type="spellEnd"/>
          </w:p>
        </w:tc>
        <w:tc>
          <w:tcPr>
            <w:tcW w:w="2021" w:type="dxa"/>
          </w:tcPr>
          <w:p w14:paraId="7DF1F26D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5EE3E9A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21C59DC2" w14:textId="77777777" w:rsidTr="00C42D4C">
        <w:trPr>
          <w:trHeight w:val="213"/>
        </w:trPr>
        <w:tc>
          <w:tcPr>
            <w:tcW w:w="1901" w:type="dxa"/>
          </w:tcPr>
          <w:p w14:paraId="598E3F73" w14:textId="77777777" w:rsidR="00AA3D73" w:rsidRPr="00D67561" w:rsidRDefault="00AA3D73" w:rsidP="00AA3D73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10" w:type="dxa"/>
          </w:tcPr>
          <w:p w14:paraId="41250940" w14:textId="77777777" w:rsidR="00AA3D73" w:rsidRPr="008204A6" w:rsidRDefault="0024695E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Kwota podatku w zł.</w:t>
            </w:r>
          </w:p>
        </w:tc>
        <w:tc>
          <w:tcPr>
            <w:tcW w:w="851" w:type="dxa"/>
          </w:tcPr>
          <w:p w14:paraId="44E0BA5C" w14:textId="77777777" w:rsidR="00AA3D73" w:rsidRPr="008204A6" w:rsidRDefault="00AA3D73" w:rsidP="0024695E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D.</w:t>
            </w:r>
            <w:r w:rsidR="0024695E"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f</w:t>
            </w:r>
            <w:proofErr w:type="spellEnd"/>
          </w:p>
        </w:tc>
        <w:tc>
          <w:tcPr>
            <w:tcW w:w="2021" w:type="dxa"/>
          </w:tcPr>
          <w:p w14:paraId="7C5A3AA7" w14:textId="77777777" w:rsidR="00AA3D73" w:rsidRPr="00D67561" w:rsidRDefault="00AA3D73" w:rsidP="00AA3D73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2C8913B4" w14:textId="77777777" w:rsidR="00AA3D73" w:rsidRPr="008204A6" w:rsidRDefault="00AA3D73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DB09F0" w:rsidRPr="00805548" w14:paraId="5F0091AF" w14:textId="77777777" w:rsidTr="00C42D4C">
        <w:trPr>
          <w:trHeight w:val="213"/>
        </w:trPr>
        <w:tc>
          <w:tcPr>
            <w:tcW w:w="1901" w:type="dxa"/>
          </w:tcPr>
          <w:p w14:paraId="3541EC40" w14:textId="77777777" w:rsidR="00DB09F0" w:rsidRPr="00D67561" w:rsidRDefault="00DB09F0" w:rsidP="00DB09F0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resettlementProperty</w:t>
            </w:r>
            <w:proofErr w:type="spellEnd"/>
          </w:p>
        </w:tc>
        <w:tc>
          <w:tcPr>
            <w:tcW w:w="3310" w:type="dxa"/>
          </w:tcPr>
          <w:p w14:paraId="3D1125BF" w14:textId="77777777" w:rsidR="00DB09F0" w:rsidRPr="008204A6" w:rsidRDefault="00DB09F0" w:rsidP="00DB09F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Podstawa zwolnienia</w:t>
            </w:r>
          </w:p>
        </w:tc>
        <w:tc>
          <w:tcPr>
            <w:tcW w:w="851" w:type="dxa"/>
          </w:tcPr>
          <w:p w14:paraId="55E1E9B3" w14:textId="77777777" w:rsidR="00DB09F0" w:rsidRPr="008204A6" w:rsidRDefault="00DB09F0" w:rsidP="00DB09F0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proofErr w:type="spellStart"/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D.b.j</w:t>
            </w:r>
            <w:proofErr w:type="spellEnd"/>
          </w:p>
        </w:tc>
        <w:tc>
          <w:tcPr>
            <w:tcW w:w="2021" w:type="dxa"/>
          </w:tcPr>
          <w:p w14:paraId="56CF65A5" w14:textId="77777777" w:rsidR="00DB09F0" w:rsidRPr="00902B2B" w:rsidRDefault="00DB09F0" w:rsidP="00DB09F0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string:</w:t>
            </w:r>
          </w:p>
          <w:p w14:paraId="6D7B612D" w14:textId="77777777" w:rsidR="00DB09F0" w:rsidRPr="00902B2B" w:rsidRDefault="002D1919" w:rsidP="00DB09F0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mieniePrzesiedlencze</w:t>
            </w:r>
          </w:p>
          <w:p w14:paraId="314BED51" w14:textId="77777777" w:rsidR="00DB09F0" w:rsidRPr="00902B2B" w:rsidRDefault="002D1919" w:rsidP="00DB09F0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samochodElektryczny_NapedzanyWodorem</w:t>
            </w:r>
          </w:p>
          <w:p w14:paraId="48DBFA8B" w14:textId="77777777" w:rsidR="00DB09F0" w:rsidRPr="00902B2B" w:rsidRDefault="002D1919" w:rsidP="00DB09F0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samochodSpecjalistyczny</w:t>
            </w:r>
          </w:p>
          <w:p w14:paraId="3A27703A" w14:textId="77777777" w:rsidR="00DB09F0" w:rsidRPr="00902B2B" w:rsidRDefault="002D1919" w:rsidP="00DB09F0">
            <w:pPr>
              <w:rPr>
                <w:rFonts w:ascii="Lato" w:hAnsi="Lato"/>
                <w:sz w:val="20"/>
                <w:szCs w:val="20"/>
              </w:rPr>
            </w:pPr>
            <w:r w:rsidRPr="00902B2B">
              <w:rPr>
                <w:rFonts w:ascii="Lato" w:hAnsi="Lato"/>
                <w:sz w:val="20"/>
                <w:szCs w:val="20"/>
              </w:rPr>
              <w:t>samochodHybrydowy</w:t>
            </w:r>
          </w:p>
          <w:p w14:paraId="160930B9" w14:textId="77777777" w:rsidR="00DB09F0" w:rsidRPr="00D67561" w:rsidRDefault="002D1919" w:rsidP="00DB09F0">
            <w:pPr>
              <w:rPr>
                <w:rFonts w:ascii="Lato" w:hAnsi="Lato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/>
                <w:sz w:val="20"/>
                <w:szCs w:val="20"/>
                <w:lang w:val="en-US"/>
              </w:rPr>
              <w:t>pozostaleZwolnienienia</w:t>
            </w:r>
            <w:proofErr w:type="spellEnd"/>
          </w:p>
        </w:tc>
        <w:tc>
          <w:tcPr>
            <w:tcW w:w="1197" w:type="dxa"/>
          </w:tcPr>
          <w:p w14:paraId="799EDFE7" w14:textId="77777777" w:rsidR="00DB09F0" w:rsidRPr="008204A6" w:rsidRDefault="00DB09F0" w:rsidP="00DB09F0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A3D73" w:rsidRPr="00805548" w14:paraId="0AE10141" w14:textId="77777777" w:rsidTr="00C42D4C">
        <w:trPr>
          <w:trHeight w:val="213"/>
        </w:trPr>
        <w:tc>
          <w:tcPr>
            <w:tcW w:w="1901" w:type="dxa"/>
          </w:tcPr>
          <w:p w14:paraId="33E1CEA7" w14:textId="77777777" w:rsidR="00AA3D73" w:rsidRPr="00D67561" w:rsidRDefault="0024695E" w:rsidP="0024695E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GB"/>
              </w:rPr>
              <w:t>coOwnership</w:t>
            </w:r>
            <w:proofErr w:type="spellEnd"/>
          </w:p>
        </w:tc>
        <w:tc>
          <w:tcPr>
            <w:tcW w:w="3310" w:type="dxa"/>
          </w:tcPr>
          <w:p w14:paraId="78C19B9B" w14:textId="77777777" w:rsidR="00AA3D73" w:rsidRPr="008204A6" w:rsidRDefault="0024695E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Współwłasność</w:t>
            </w:r>
          </w:p>
        </w:tc>
        <w:tc>
          <w:tcPr>
            <w:tcW w:w="851" w:type="dxa"/>
          </w:tcPr>
          <w:p w14:paraId="367B7954" w14:textId="77777777" w:rsidR="00AA3D73" w:rsidRPr="008204A6" w:rsidRDefault="0024695E" w:rsidP="00AA3D7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8204A6">
              <w:rPr>
                <w:rFonts w:ascii="Lato" w:hAnsi="Lato" w:cs="Arial"/>
                <w:sz w:val="20"/>
                <w:szCs w:val="20"/>
                <w:lang w:val="pl-PL" w:eastAsia="en-US"/>
              </w:rPr>
              <w:t>-</w:t>
            </w:r>
          </w:p>
        </w:tc>
        <w:tc>
          <w:tcPr>
            <w:tcW w:w="2021" w:type="dxa"/>
          </w:tcPr>
          <w:p w14:paraId="39EA5446" w14:textId="77777777" w:rsidR="00AA3D73" w:rsidRPr="00D67561" w:rsidRDefault="0024695E" w:rsidP="00AA3D73">
            <w:pPr>
              <w:rPr>
                <w:rFonts w:ascii="Lato" w:hAnsi="Lato" w:cs="Arial"/>
                <w:sz w:val="20"/>
                <w:szCs w:val="20"/>
                <w:lang w:val="en-US"/>
              </w:rPr>
            </w:pPr>
            <w:proofErr w:type="spellStart"/>
            <w:r w:rsidRPr="00D67561">
              <w:rPr>
                <w:rFonts w:ascii="Lato" w:hAnsi="Lato" w:cs="Arial"/>
                <w:sz w:val="20"/>
                <w:szCs w:val="20"/>
                <w:lang w:val="en-US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6DAFC337" w14:textId="77777777" w:rsidR="00AA3D73" w:rsidRPr="008204A6" w:rsidRDefault="0024695E" w:rsidP="00AA3D73">
            <w:pPr>
              <w:rPr>
                <w:rFonts w:ascii="Lato" w:hAnsi="Lato" w:cs="Arial"/>
                <w:sz w:val="20"/>
                <w:szCs w:val="20"/>
              </w:rPr>
            </w:pPr>
            <w:r w:rsidRPr="008204A6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</w:tbl>
    <w:p w14:paraId="74F9E038" w14:textId="77777777" w:rsidR="00976FE6" w:rsidRDefault="00B80B7C" w:rsidP="00B80B7C">
      <w:pPr>
        <w:pStyle w:val="Nagwek2"/>
        <w:rPr>
          <w:lang w:val="pl-PL"/>
        </w:rPr>
      </w:pPr>
      <w:bookmarkStart w:id="60" w:name="_Toc529435257"/>
      <w:bookmarkStart w:id="61" w:name="_Toc529435258"/>
      <w:bookmarkStart w:id="62" w:name="_Toc529435259"/>
      <w:bookmarkStart w:id="63" w:name="_Toc529435260"/>
      <w:bookmarkStart w:id="64" w:name="_Toc529435261"/>
      <w:bookmarkStart w:id="65" w:name="_Toc177977579"/>
      <w:bookmarkEnd w:id="60"/>
      <w:bookmarkEnd w:id="61"/>
      <w:bookmarkEnd w:id="62"/>
      <w:bookmarkEnd w:id="63"/>
      <w:bookmarkEnd w:id="64"/>
      <w:r>
        <w:rPr>
          <w:lang w:val="pl-PL"/>
        </w:rPr>
        <w:t>Reguły</w:t>
      </w:r>
      <w:bookmarkEnd w:id="65"/>
    </w:p>
    <w:p w14:paraId="24367CC9" w14:textId="49C96A97" w:rsidR="009F5FAD" w:rsidRDefault="009F5FAD" w:rsidP="009F5FAD">
      <w:pPr>
        <w:pStyle w:val="Legenda"/>
        <w:keepNext/>
      </w:pPr>
      <w:bookmarkStart w:id="66" w:name="_Toc177977600"/>
      <w:r>
        <w:t xml:space="preserve">Tabela </w:t>
      </w:r>
      <w:fldSimple w:instr=" SEQ Tabela \* ARABIC ">
        <w:r>
          <w:rPr>
            <w:noProof/>
          </w:rPr>
          <w:t>15</w:t>
        </w:r>
      </w:fldSimple>
      <w:r>
        <w:t>.</w:t>
      </w:r>
      <w:r w:rsidRPr="009A5046">
        <w:t>Reguły obowiązujące dla deklaracji AKC-U/S</w:t>
      </w:r>
      <w:bookmarkEnd w:id="66"/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Reguły obowiązujące dla deklaracji AKC-U/S"/>
      </w:tblPr>
      <w:tblGrid>
        <w:gridCol w:w="944"/>
        <w:gridCol w:w="8110"/>
      </w:tblGrid>
      <w:tr w:rsidR="005A152A" w:rsidRPr="00A95EC2" w14:paraId="57290B1E" w14:textId="77777777" w:rsidTr="00C42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311BBABB" w14:textId="77777777" w:rsidR="005A152A" w:rsidRPr="00A95EC2" w:rsidRDefault="005A152A" w:rsidP="00AA45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5EC2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0FD7717A" w14:textId="77777777" w:rsidR="005A152A" w:rsidRPr="00A95EC2" w:rsidRDefault="005A152A" w:rsidP="00AA4530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95EC2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FC3331" w:rsidRPr="009F5FAD" w14:paraId="4F3B7DDF" w14:textId="77777777" w:rsidTr="00C42D4C">
        <w:trPr>
          <w:trHeight w:val="213"/>
        </w:trPr>
        <w:tc>
          <w:tcPr>
            <w:tcW w:w="944" w:type="dxa"/>
          </w:tcPr>
          <w:p w14:paraId="5C9C67C5" w14:textId="77777777" w:rsidR="00FC3331" w:rsidRPr="009F5FAD" w:rsidRDefault="00B4113E" w:rsidP="00AA4530">
            <w:pPr>
              <w:rPr>
                <w:rFonts w:ascii="Lato" w:hAnsi="Lato" w:cs="Arial"/>
                <w:sz w:val="20"/>
                <w:szCs w:val="20"/>
              </w:rPr>
            </w:pPr>
            <w:bookmarkStart w:id="67" w:name="RR5"/>
            <w:r w:rsidRPr="009F5FAD">
              <w:rPr>
                <w:rFonts w:ascii="Lato" w:hAnsi="Lato" w:cs="Arial"/>
                <w:sz w:val="20"/>
                <w:szCs w:val="20"/>
              </w:rPr>
              <w:t>R5</w:t>
            </w:r>
            <w:bookmarkEnd w:id="67"/>
          </w:p>
        </w:tc>
        <w:tc>
          <w:tcPr>
            <w:tcW w:w="8110" w:type="dxa"/>
          </w:tcPr>
          <w:p w14:paraId="7745E3A7" w14:textId="77777777" w:rsidR="000143F8" w:rsidRPr="009F5FAD" w:rsidRDefault="00C84939" w:rsidP="00083C78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Pole tekstowe </w:t>
            </w:r>
            <w:r w:rsidR="00083C78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begin"/>
            </w:r>
            <w:r w:rsidR="00083C78" w:rsidRPr="009F5FAD">
              <w:rPr>
                <w:rFonts w:ascii="Lato" w:hAnsi="Lato" w:cs="Arial"/>
                <w:sz w:val="20"/>
                <w:szCs w:val="20"/>
                <w:lang w:eastAsia="en-US"/>
              </w:rPr>
              <w:instrText xml:space="preserve"> REF submissionAim\h  \* MERGEFORMAT </w:instrText>
            </w:r>
            <w:r w:rsidR="00083C78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</w:r>
            <w:r w:rsidR="00083C78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separate"/>
            </w:r>
            <w:proofErr w:type="spellStart"/>
            <w:r w:rsidR="00030010" w:rsidRPr="009F5FAD">
              <w:rPr>
                <w:rFonts w:ascii="Lato" w:hAnsi="Lato" w:cs="Arial"/>
                <w:sz w:val="20"/>
                <w:szCs w:val="20"/>
                <w:lang w:eastAsia="en-US"/>
              </w:rPr>
              <w:t>submissionAim</w:t>
            </w:r>
            <w:proofErr w:type="spellEnd"/>
            <w:r w:rsidR="00083C78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end"/>
            </w:r>
            <w:r w:rsidR="00083C78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 </w:t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wypełnione wartościami „Deklaracja” albo „Korekta”.</w:t>
            </w:r>
          </w:p>
        </w:tc>
      </w:tr>
      <w:tr w:rsidR="00972C3D" w:rsidRPr="009F5FAD" w14:paraId="1B1217D3" w14:textId="77777777" w:rsidTr="00C42D4C">
        <w:trPr>
          <w:trHeight w:val="213"/>
        </w:trPr>
        <w:tc>
          <w:tcPr>
            <w:tcW w:w="944" w:type="dxa"/>
          </w:tcPr>
          <w:p w14:paraId="3858A5C2" w14:textId="77777777" w:rsidR="00972C3D" w:rsidRPr="009F5FAD" w:rsidRDefault="00972C3D" w:rsidP="00AA4530">
            <w:pPr>
              <w:rPr>
                <w:rFonts w:ascii="Lato" w:hAnsi="Lato" w:cs="Arial"/>
                <w:sz w:val="20"/>
                <w:szCs w:val="20"/>
              </w:rPr>
            </w:pPr>
            <w:bookmarkStart w:id="68" w:name="RR6"/>
            <w:r w:rsidRPr="009F5FAD">
              <w:rPr>
                <w:rFonts w:ascii="Lato" w:hAnsi="Lato" w:cs="Arial"/>
                <w:sz w:val="20"/>
                <w:szCs w:val="20"/>
              </w:rPr>
              <w:t>R6</w:t>
            </w:r>
            <w:bookmarkEnd w:id="68"/>
          </w:p>
        </w:tc>
        <w:tc>
          <w:tcPr>
            <w:tcW w:w="8110" w:type="dxa"/>
          </w:tcPr>
          <w:p w14:paraId="3BDBE3D6" w14:textId="77777777" w:rsidR="000143F8" w:rsidRPr="009F5FAD" w:rsidRDefault="000143F8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Dotyczy pola </w:t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begin"/>
            </w:r>
            <w:r w:rsidRPr="009F5FAD">
              <w:rPr>
                <w:rFonts w:ascii="Lato" w:hAnsi="Lato" w:cs="Arial"/>
                <w:sz w:val="20"/>
                <w:szCs w:val="20"/>
                <w:lang w:eastAsia="en-US"/>
              </w:rPr>
              <w:instrText xml:space="preserve"> REF orgDocNo \h</w:instrText>
            </w:r>
            <w:r w:rsidR="00083C78" w:rsidRPr="009F5FAD">
              <w:rPr>
                <w:rFonts w:ascii="Lato" w:hAnsi="Lato" w:cs="Arial"/>
                <w:sz w:val="20"/>
                <w:szCs w:val="20"/>
                <w:lang w:eastAsia="en-US"/>
              </w:rPr>
              <w:instrText xml:space="preserve"> \* MERGEFORMAT </w:instrText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separate"/>
            </w:r>
            <w:proofErr w:type="spellStart"/>
            <w:r w:rsidR="00030010" w:rsidRPr="009F5FAD">
              <w:rPr>
                <w:rFonts w:ascii="Lato" w:hAnsi="Lato" w:cs="Arial"/>
                <w:sz w:val="20"/>
                <w:szCs w:val="20"/>
                <w:lang w:eastAsia="en-US"/>
              </w:rPr>
              <w:t>orgDocNo</w:t>
            </w:r>
            <w:proofErr w:type="spellEnd"/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end"/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.</w:t>
            </w:r>
          </w:p>
          <w:p w14:paraId="7DC052D8" w14:textId="09C1A0A7" w:rsidR="00972C3D" w:rsidRPr="009F5FAD" w:rsidRDefault="00972C3D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lastRenderedPageBreak/>
              <w:t xml:space="preserve">W przypadku ustawienia w polu </w:t>
            </w:r>
            <w:proofErr w:type="spellStart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submissionAim</w:t>
            </w:r>
            <w:proofErr w:type="spellEnd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 </w:t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wartości „Korekta” pole </w:t>
            </w:r>
            <w:r w:rsidR="00083C78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jest </w:t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obowiązkowe.</w:t>
            </w:r>
          </w:p>
          <w:p w14:paraId="56371AF5" w14:textId="77777777" w:rsidR="000143F8" w:rsidRPr="009F5FAD" w:rsidRDefault="000143F8" w:rsidP="000143F8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Dla nowych deklaracji używany jest identyfikator dokumentu pierwotnego z UPO.</w:t>
            </w:r>
          </w:p>
        </w:tc>
      </w:tr>
      <w:tr w:rsidR="00281F0F" w:rsidRPr="009F5FAD" w14:paraId="033FC299" w14:textId="77777777" w:rsidTr="00C42D4C">
        <w:trPr>
          <w:trHeight w:val="213"/>
        </w:trPr>
        <w:tc>
          <w:tcPr>
            <w:tcW w:w="944" w:type="dxa"/>
          </w:tcPr>
          <w:p w14:paraId="2028C5EE" w14:textId="77777777" w:rsidR="00281F0F" w:rsidRPr="009F5FAD" w:rsidRDefault="00281F0F" w:rsidP="00281F0F">
            <w:pPr>
              <w:rPr>
                <w:rFonts w:ascii="Lato" w:hAnsi="Lato" w:cs="Arial"/>
                <w:sz w:val="20"/>
                <w:szCs w:val="20"/>
              </w:rPr>
            </w:pPr>
            <w:bookmarkStart w:id="69" w:name="RR7"/>
            <w:r w:rsidRPr="009F5FAD">
              <w:rPr>
                <w:rFonts w:ascii="Lato" w:hAnsi="Lato" w:cs="Arial"/>
                <w:sz w:val="20"/>
                <w:szCs w:val="20"/>
              </w:rPr>
              <w:lastRenderedPageBreak/>
              <w:t>R7</w:t>
            </w:r>
            <w:bookmarkEnd w:id="69"/>
          </w:p>
        </w:tc>
        <w:tc>
          <w:tcPr>
            <w:tcW w:w="8110" w:type="dxa"/>
          </w:tcPr>
          <w:p w14:paraId="573E11DA" w14:textId="493CF936" w:rsidR="000143F8" w:rsidRPr="009F5FAD" w:rsidRDefault="00281F0F" w:rsidP="00802B2E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W przypadku, gdy deklaracja nie jest składana przez obcokrajowca (</w:t>
            </w:r>
            <w:proofErr w:type="spellStart"/>
            <w:r w:rsidRPr="009F5FAD">
              <w:rPr>
                <w:rFonts w:ascii="Lato" w:hAnsi="Lato" w:cs="Arial"/>
                <w:sz w:val="20"/>
                <w:szCs w:val="20"/>
                <w:lang w:eastAsia="en-US"/>
              </w:rPr>
              <w:t>foreigner</w:t>
            </w:r>
            <w:proofErr w:type="spellEnd"/>
            <w:r w:rsidRPr="009F5FAD">
              <w:rPr>
                <w:rFonts w:ascii="Lato" w:hAnsi="Lato" w:cs="Arial"/>
                <w:sz w:val="20"/>
                <w:szCs w:val="20"/>
                <w:lang w:eastAsia="en-US"/>
              </w:rPr>
              <w:t xml:space="preserve"> </w:t>
            </w:r>
            <w:r w:rsidR="00DA3B0F" w:rsidRPr="009F5FAD">
              <w:rPr>
                <w:rFonts w:ascii="Lato" w:hAnsi="Lato" w:cs="Arial"/>
                <w:sz w:val="20"/>
                <w:szCs w:val="20"/>
                <w:lang w:eastAsia="en-US"/>
              </w:rPr>
              <w:t>!=</w:t>
            </w:r>
            <w:r w:rsidRPr="009F5FAD">
              <w:rPr>
                <w:rFonts w:ascii="Lato" w:hAnsi="Lato" w:cs="Arial"/>
                <w:sz w:val="20"/>
                <w:szCs w:val="20"/>
                <w:lang w:eastAsia="en-US"/>
              </w:rPr>
              <w:t xml:space="preserve"> true</w:t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) muszą być wypełnione pola </w:t>
            </w:r>
            <w:proofErr w:type="spellStart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Trader</w:t>
            </w:r>
            <w:proofErr w:type="spellEnd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: </w:t>
            </w:r>
            <w:proofErr w:type="spellStart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province</w:t>
            </w:r>
            <w:proofErr w:type="spellEnd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, </w:t>
            </w:r>
            <w:proofErr w:type="spellStart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district</w:t>
            </w:r>
            <w:proofErr w:type="spellEnd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, </w:t>
            </w:r>
            <w:proofErr w:type="spellStart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commune</w:t>
            </w:r>
            <w:proofErr w:type="spellEnd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, </w:t>
            </w:r>
            <w:proofErr w:type="spellStart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houseNumber</w:t>
            </w:r>
            <w:proofErr w:type="spellEnd"/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.</w:t>
            </w:r>
          </w:p>
        </w:tc>
      </w:tr>
      <w:tr w:rsidR="00281F0F" w:rsidRPr="009F5FAD" w14:paraId="41E2ABE4" w14:textId="77777777" w:rsidTr="00C42D4C">
        <w:trPr>
          <w:trHeight w:val="213"/>
        </w:trPr>
        <w:tc>
          <w:tcPr>
            <w:tcW w:w="944" w:type="dxa"/>
          </w:tcPr>
          <w:p w14:paraId="4019185C" w14:textId="77777777" w:rsidR="00281F0F" w:rsidRPr="009F5FAD" w:rsidRDefault="00281F0F" w:rsidP="00281F0F">
            <w:pPr>
              <w:rPr>
                <w:rFonts w:ascii="Lato" w:hAnsi="Lato" w:cs="Arial"/>
                <w:sz w:val="20"/>
                <w:szCs w:val="20"/>
              </w:rPr>
            </w:pPr>
            <w:bookmarkStart w:id="70" w:name="RR8"/>
            <w:r w:rsidRPr="009F5FAD">
              <w:rPr>
                <w:rFonts w:ascii="Lato" w:hAnsi="Lato" w:cs="Arial"/>
                <w:sz w:val="20"/>
                <w:szCs w:val="20"/>
              </w:rPr>
              <w:t>R8</w:t>
            </w:r>
            <w:bookmarkEnd w:id="70"/>
          </w:p>
        </w:tc>
        <w:tc>
          <w:tcPr>
            <w:tcW w:w="8110" w:type="dxa"/>
          </w:tcPr>
          <w:p w14:paraId="1DC864C8" w14:textId="1489F5F0" w:rsidR="001B7188" w:rsidRPr="00902B2B" w:rsidRDefault="001B7188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Dotyczy atrybutu </w:t>
            </w:r>
            <w:proofErr w:type="spellStart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totalAmountOfTax</w:t>
            </w:r>
            <w:proofErr w:type="spellEnd"/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.</w:t>
            </w:r>
          </w:p>
          <w:p w14:paraId="2BCF1198" w14:textId="77777777" w:rsidR="00281F0F" w:rsidRPr="009F5FAD" w:rsidRDefault="00281F0F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Porównanie wprowadzonej wartości z wartością sumy wartości polach „Kwota podatku”.</w:t>
            </w:r>
          </w:p>
        </w:tc>
      </w:tr>
      <w:tr w:rsidR="00281F0F" w:rsidRPr="009F5FAD" w14:paraId="0E46F1AF" w14:textId="77777777" w:rsidTr="00C42D4C">
        <w:trPr>
          <w:trHeight w:val="213"/>
        </w:trPr>
        <w:tc>
          <w:tcPr>
            <w:tcW w:w="944" w:type="dxa"/>
          </w:tcPr>
          <w:p w14:paraId="2FE92218" w14:textId="77777777" w:rsidR="00281F0F" w:rsidRPr="009F5FAD" w:rsidRDefault="00281F0F" w:rsidP="00281F0F">
            <w:pPr>
              <w:rPr>
                <w:rFonts w:ascii="Lato" w:hAnsi="Lato" w:cs="Arial"/>
                <w:sz w:val="20"/>
                <w:szCs w:val="20"/>
              </w:rPr>
            </w:pPr>
            <w:bookmarkStart w:id="71" w:name="RR9"/>
            <w:r w:rsidRPr="009F5FAD">
              <w:rPr>
                <w:rFonts w:ascii="Lato" w:hAnsi="Lato" w:cs="Arial"/>
                <w:sz w:val="20"/>
                <w:szCs w:val="20"/>
              </w:rPr>
              <w:t>R9</w:t>
            </w:r>
            <w:bookmarkEnd w:id="71"/>
          </w:p>
        </w:tc>
        <w:tc>
          <w:tcPr>
            <w:tcW w:w="8110" w:type="dxa"/>
          </w:tcPr>
          <w:p w14:paraId="1DCDCB83" w14:textId="450E5707" w:rsidR="001B7188" w:rsidRPr="009F5FAD" w:rsidRDefault="001B7188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Dotyczy atrybutu </w:t>
            </w:r>
            <w:r w:rsidR="00D67561" w:rsidRPr="00902B2B">
              <w:rPr>
                <w:rFonts w:ascii="Lato" w:hAnsi="Lato" w:cs="Arial"/>
                <w:sz w:val="20"/>
                <w:szCs w:val="20"/>
                <w:lang w:val="pl-PL" w:eastAsia="en-US"/>
              </w:rPr>
              <w:t>totalAmountOfReductions</w:t>
            </w:r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>.</w:t>
            </w:r>
          </w:p>
          <w:p w14:paraId="7B051D6E" w14:textId="77777777" w:rsidR="00281F0F" w:rsidRPr="009F5FAD" w:rsidRDefault="00281F0F" w:rsidP="009B030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Wartość obniżeń nie może być większa niż wartość polu „Kwota podatku akcyzowego”. </w:t>
            </w:r>
          </w:p>
        </w:tc>
      </w:tr>
      <w:tr w:rsidR="00281F0F" w:rsidRPr="009F5FAD" w14:paraId="68377894" w14:textId="77777777" w:rsidTr="00C42D4C">
        <w:trPr>
          <w:trHeight w:val="213"/>
        </w:trPr>
        <w:tc>
          <w:tcPr>
            <w:tcW w:w="944" w:type="dxa"/>
          </w:tcPr>
          <w:p w14:paraId="52B28FA1" w14:textId="77777777" w:rsidR="00281F0F" w:rsidRPr="009F5FAD" w:rsidRDefault="00281F0F" w:rsidP="00281F0F">
            <w:pPr>
              <w:rPr>
                <w:rFonts w:ascii="Lato" w:hAnsi="Lato" w:cs="Arial"/>
                <w:sz w:val="20"/>
                <w:szCs w:val="20"/>
              </w:rPr>
            </w:pPr>
            <w:bookmarkStart w:id="72" w:name="RR10"/>
            <w:r w:rsidRPr="009F5FAD">
              <w:rPr>
                <w:rFonts w:ascii="Lato" w:hAnsi="Lato" w:cs="Arial"/>
                <w:sz w:val="20"/>
                <w:szCs w:val="20"/>
              </w:rPr>
              <w:t>R10</w:t>
            </w:r>
            <w:bookmarkEnd w:id="72"/>
          </w:p>
        </w:tc>
        <w:tc>
          <w:tcPr>
            <w:tcW w:w="8110" w:type="dxa"/>
          </w:tcPr>
          <w:p w14:paraId="273CF127" w14:textId="5B40177A" w:rsidR="00DA3B0F" w:rsidRPr="009F5FAD" w:rsidRDefault="00DA3B0F" w:rsidP="00DA3B0F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Jeśli wartość wprowadzona w polu </w:t>
            </w:r>
            <w:r w:rsidR="00D67561" w:rsidRPr="00902B2B">
              <w:rPr>
                <w:rFonts w:ascii="Lato" w:hAnsi="Lato" w:cs="Arial"/>
                <w:sz w:val="20"/>
                <w:szCs w:val="20"/>
                <w:lang w:val="pl-PL" w:eastAsia="en-US"/>
              </w:rPr>
              <w:t>toPay</w:t>
            </w:r>
            <w:r w:rsidR="00D67561"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 </w:t>
            </w:r>
            <w:r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jest różna od zera, to powinna być zgodna z wynikiem wzoru:</w:t>
            </w:r>
          </w:p>
          <w:p w14:paraId="4D950040" w14:textId="6D196694" w:rsidR="00281F0F" w:rsidRPr="009F5FAD" w:rsidRDefault="00D67561" w:rsidP="00932B8F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902B2B">
              <w:rPr>
                <w:rFonts w:ascii="Lato" w:hAnsi="Lato" w:cs="Arial"/>
                <w:sz w:val="20"/>
                <w:szCs w:val="20"/>
                <w:lang w:val="pl-PL" w:eastAsia="en-US"/>
              </w:rPr>
              <w:t>totalAmountOfTax –totalAmountOfReductions</w:t>
            </w:r>
            <w:r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 </w:t>
            </w:r>
            <w:r w:rsidR="00DA3B0F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W przypadku gdy wynik jest liczbą</w:t>
            </w:r>
            <w:r w:rsidR="00932B8F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 ujemną</w:t>
            </w:r>
            <w:r w:rsidR="00DA3B0F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, wartość pola </w:t>
            </w:r>
            <w:r w:rsidRPr="00902B2B">
              <w:rPr>
                <w:rFonts w:ascii="Lato" w:hAnsi="Lato" w:cs="Arial"/>
                <w:sz w:val="20"/>
                <w:szCs w:val="20"/>
                <w:lang w:val="pl-PL" w:eastAsia="en-US"/>
              </w:rPr>
              <w:t>toPay</w:t>
            </w:r>
            <w:r w:rsidRPr="00D6756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 </w:t>
            </w:r>
            <w:r w:rsidR="00DA3B0F" w:rsidRPr="009F5FAD">
              <w:rPr>
                <w:rFonts w:ascii="Lato" w:hAnsi="Lato" w:cs="Arial"/>
                <w:sz w:val="20"/>
                <w:szCs w:val="20"/>
                <w:lang w:val="pl-PL" w:eastAsia="en-US"/>
              </w:rPr>
              <w:t>powinna wynosić 0.</w:t>
            </w:r>
          </w:p>
        </w:tc>
      </w:tr>
    </w:tbl>
    <w:p w14:paraId="7E84AFFF" w14:textId="77777777" w:rsidR="003F3585" w:rsidRPr="00397993" w:rsidRDefault="003F3585" w:rsidP="009F5FAD">
      <w:pPr>
        <w:pStyle w:val="Nagwek1"/>
      </w:pPr>
      <w:bookmarkStart w:id="73" w:name="_Toc341696655"/>
      <w:bookmarkStart w:id="74" w:name="_Toc349568563"/>
      <w:bookmarkStart w:id="75" w:name="_Toc177977580"/>
      <w:r w:rsidRPr="00397993">
        <w:lastRenderedPageBreak/>
        <w:t>Załączniki</w:t>
      </w:r>
      <w:bookmarkEnd w:id="73"/>
      <w:bookmarkEnd w:id="74"/>
      <w:bookmarkEnd w:id="75"/>
    </w:p>
    <w:p w14:paraId="4360BD53" w14:textId="77777777" w:rsidR="005C3EE5" w:rsidRDefault="005C3EE5" w:rsidP="005C3EE5">
      <w:pPr>
        <w:pStyle w:val="Nagwek2"/>
        <w:rPr>
          <w:lang w:val="pl-PL"/>
        </w:rPr>
      </w:pPr>
      <w:bookmarkStart w:id="76" w:name="_Toc348954634"/>
      <w:bookmarkStart w:id="77" w:name="_Toc177977581"/>
      <w:bookmarkStart w:id="78" w:name="_Toc341696656"/>
      <w:bookmarkStart w:id="79" w:name="_Toc349568564"/>
      <w:r>
        <w:rPr>
          <w:lang w:val="pl-PL"/>
        </w:rPr>
        <w:t xml:space="preserve">Pliki </w:t>
      </w:r>
      <w:bookmarkEnd w:id="76"/>
      <w:r w:rsidR="00641D9C">
        <w:rPr>
          <w:lang w:val="pl-PL"/>
        </w:rPr>
        <w:t>deklaracji AKC</w:t>
      </w:r>
      <w:r w:rsidR="00B05B5B">
        <w:rPr>
          <w:lang w:val="pl-PL"/>
        </w:rPr>
        <w:t>-</w:t>
      </w:r>
      <w:r w:rsidR="0002544A">
        <w:rPr>
          <w:lang w:val="pl-PL"/>
        </w:rPr>
        <w:t>U</w:t>
      </w:r>
      <w:r w:rsidR="00B05B5B">
        <w:rPr>
          <w:lang w:val="pl-PL"/>
        </w:rPr>
        <w:t>/</w:t>
      </w:r>
      <w:r w:rsidR="00875482">
        <w:rPr>
          <w:lang w:val="pl-PL"/>
        </w:rPr>
        <w:t>S</w:t>
      </w:r>
      <w:bookmarkEnd w:id="77"/>
    </w:p>
    <w:p w14:paraId="714C045F" w14:textId="77777777" w:rsidR="005C3EE5" w:rsidRPr="0044439F" w:rsidRDefault="007A6873" w:rsidP="0044439F">
      <w:pPr>
        <w:pStyle w:val="Nagwek3"/>
      </w:pPr>
      <w:bookmarkStart w:id="80" w:name="_Toc348954635"/>
      <w:bookmarkStart w:id="81" w:name="_Toc177977582"/>
      <w:r w:rsidRPr="0044439F">
        <w:t>Plik akc_u</w:t>
      </w:r>
      <w:r w:rsidR="00875482" w:rsidRPr="0044439F">
        <w:t>s</w:t>
      </w:r>
      <w:r w:rsidR="005C3EE5" w:rsidRPr="0044439F">
        <w:t>.xsd</w:t>
      </w:r>
      <w:bookmarkEnd w:id="78"/>
      <w:bookmarkEnd w:id="79"/>
      <w:bookmarkEnd w:id="80"/>
      <w:bookmarkEnd w:id="81"/>
    </w:p>
    <w:p w14:paraId="0C50ADF2" w14:textId="77777777" w:rsidR="00FA79A5" w:rsidRPr="009F5FAD" w:rsidRDefault="00FA79A5" w:rsidP="00FA79A5">
      <w:pPr>
        <w:ind w:left="720"/>
        <w:rPr>
          <w:rFonts w:ascii="Lato" w:hAnsi="Lato"/>
        </w:rPr>
      </w:pPr>
      <w:r w:rsidRPr="009F5FAD">
        <w:rPr>
          <w:rFonts w:ascii="Lato" w:hAnsi="Lato"/>
        </w:rPr>
        <w:t>Plik zaw</w:t>
      </w:r>
      <w:r w:rsidR="000A05F9" w:rsidRPr="009F5FAD">
        <w:rPr>
          <w:rFonts w:ascii="Lato" w:hAnsi="Lato"/>
        </w:rPr>
        <w:t>iera</w:t>
      </w:r>
      <w:r w:rsidRPr="009F5FAD">
        <w:rPr>
          <w:rFonts w:ascii="Lato" w:hAnsi="Lato"/>
        </w:rPr>
        <w:t xml:space="preserve"> strukturę deklaracji AKC_U</w:t>
      </w:r>
      <w:r w:rsidR="00875482" w:rsidRPr="009F5FAD">
        <w:rPr>
          <w:rFonts w:ascii="Lato" w:hAnsi="Lato"/>
        </w:rPr>
        <w:t>S</w:t>
      </w:r>
      <w:r w:rsidR="000A05F9" w:rsidRPr="009F5FAD">
        <w:rPr>
          <w:rFonts w:ascii="Lato" w:hAnsi="Lato"/>
        </w:rPr>
        <w:t>.</w:t>
      </w:r>
    </w:p>
    <w:sectPr w:rsidR="00FA79A5" w:rsidRPr="009F5FAD" w:rsidSect="0044439F">
      <w:footerReference w:type="even" r:id="rId9"/>
      <w:footerReference w:type="default" r:id="rId10"/>
      <w:headerReference w:type="first" r:id="rId11"/>
      <w:pgSz w:w="11900" w:h="16840" w:code="9"/>
      <w:pgMar w:top="1418" w:right="1418" w:bottom="1418" w:left="1418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A793" w14:textId="77777777" w:rsidR="006112A6" w:rsidRDefault="006112A6" w:rsidP="007D0A84">
      <w:r>
        <w:separator/>
      </w:r>
    </w:p>
    <w:p w14:paraId="6B3572D7" w14:textId="77777777" w:rsidR="006112A6" w:rsidRDefault="006112A6" w:rsidP="007D0A84"/>
  </w:endnote>
  <w:endnote w:type="continuationSeparator" w:id="0">
    <w:p w14:paraId="5C6D36B1" w14:textId="77777777" w:rsidR="006112A6" w:rsidRDefault="006112A6" w:rsidP="007D0A84">
      <w:r>
        <w:continuationSeparator/>
      </w:r>
    </w:p>
    <w:p w14:paraId="64D81404" w14:textId="77777777" w:rsidR="006112A6" w:rsidRDefault="006112A6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panose1 w:val="00000000000000000000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29E4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60D657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D8B58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8D1666">
      <w:rPr>
        <w:rFonts w:ascii="Arial" w:hAnsi="Arial" w:cs="Arial"/>
        <w:noProof/>
        <w:sz w:val="20"/>
        <w:szCs w:val="20"/>
      </w:rPr>
      <w:t>12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8D1666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DD317" w14:textId="77777777" w:rsidR="006112A6" w:rsidRDefault="006112A6" w:rsidP="007D0A84">
      <w:r>
        <w:separator/>
      </w:r>
    </w:p>
    <w:p w14:paraId="0F07D959" w14:textId="77777777" w:rsidR="006112A6" w:rsidRDefault="006112A6" w:rsidP="007D0A84"/>
  </w:footnote>
  <w:footnote w:type="continuationSeparator" w:id="0">
    <w:p w14:paraId="5107B4DA" w14:textId="77777777" w:rsidR="006112A6" w:rsidRDefault="006112A6" w:rsidP="007D0A84">
      <w:r>
        <w:continuationSeparator/>
      </w:r>
    </w:p>
    <w:p w14:paraId="2FB1F5A0" w14:textId="77777777" w:rsidR="006112A6" w:rsidRDefault="006112A6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2D746" w14:textId="5F45E6D5" w:rsidR="002B3C9A" w:rsidRPr="0096472A" w:rsidRDefault="0042609A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1B2F77">
      <w:rPr>
        <w:noProof/>
        <w:lang w:eastAsia="pl-PL"/>
      </w:rPr>
      <w:drawing>
        <wp:inline distT="0" distB="0" distL="0" distR="0" wp14:anchorId="17B55E9C" wp14:editId="23FB495C">
          <wp:extent cx="3181985" cy="655320"/>
          <wp:effectExtent l="0" t="0" r="0" b="0"/>
          <wp:docPr id="7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98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CB807B4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A6E11"/>
    <w:multiLevelType w:val="hybridMultilevel"/>
    <w:tmpl w:val="8536D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119B0"/>
    <w:multiLevelType w:val="hybridMultilevel"/>
    <w:tmpl w:val="6982304A"/>
    <w:lvl w:ilvl="0" w:tplc="F410B394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5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20"/>
  </w:num>
  <w:num w:numId="9">
    <w:abstractNumId w:val="28"/>
  </w:num>
  <w:num w:numId="10">
    <w:abstractNumId w:val="4"/>
  </w:num>
  <w:num w:numId="11">
    <w:abstractNumId w:val="24"/>
  </w:num>
  <w:num w:numId="12">
    <w:abstractNumId w:val="0"/>
  </w:num>
  <w:num w:numId="13">
    <w:abstractNumId w:val="11"/>
  </w:num>
  <w:num w:numId="14">
    <w:abstractNumId w:val="29"/>
  </w:num>
  <w:num w:numId="15">
    <w:abstractNumId w:val="23"/>
  </w:num>
  <w:num w:numId="16">
    <w:abstractNumId w:val="21"/>
  </w:num>
  <w:num w:numId="17">
    <w:abstractNumId w:val="9"/>
  </w:num>
  <w:num w:numId="18">
    <w:abstractNumId w:val="2"/>
  </w:num>
  <w:num w:numId="19">
    <w:abstractNumId w:val="14"/>
  </w:num>
  <w:num w:numId="20">
    <w:abstractNumId w:val="6"/>
  </w:num>
  <w:num w:numId="21">
    <w:abstractNumId w:val="8"/>
  </w:num>
  <w:num w:numId="22">
    <w:abstractNumId w:val="3"/>
  </w:num>
  <w:num w:numId="23">
    <w:abstractNumId w:val="19"/>
  </w:num>
  <w:num w:numId="24">
    <w:abstractNumId w:val="18"/>
  </w:num>
  <w:num w:numId="25">
    <w:abstractNumId w:val="17"/>
  </w:num>
  <w:num w:numId="26">
    <w:abstractNumId w:val="15"/>
  </w:num>
  <w:num w:numId="27">
    <w:abstractNumId w:val="16"/>
  </w:num>
  <w:num w:numId="28">
    <w:abstractNumId w:val="26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0FE"/>
    <w:rsid w:val="00002270"/>
    <w:rsid w:val="00002A3E"/>
    <w:rsid w:val="00002D19"/>
    <w:rsid w:val="0000379A"/>
    <w:rsid w:val="00003D13"/>
    <w:rsid w:val="00003F82"/>
    <w:rsid w:val="00004C2C"/>
    <w:rsid w:val="00005FA6"/>
    <w:rsid w:val="0000679B"/>
    <w:rsid w:val="0000721C"/>
    <w:rsid w:val="00007E47"/>
    <w:rsid w:val="00010350"/>
    <w:rsid w:val="00010FA9"/>
    <w:rsid w:val="00011D3A"/>
    <w:rsid w:val="00013FC4"/>
    <w:rsid w:val="000142D0"/>
    <w:rsid w:val="000143F8"/>
    <w:rsid w:val="0001549A"/>
    <w:rsid w:val="000158A1"/>
    <w:rsid w:val="000164B0"/>
    <w:rsid w:val="000174FC"/>
    <w:rsid w:val="00017A23"/>
    <w:rsid w:val="000211DC"/>
    <w:rsid w:val="00021423"/>
    <w:rsid w:val="00023890"/>
    <w:rsid w:val="000249C6"/>
    <w:rsid w:val="00024A70"/>
    <w:rsid w:val="00024E81"/>
    <w:rsid w:val="0002544A"/>
    <w:rsid w:val="000258BD"/>
    <w:rsid w:val="00026161"/>
    <w:rsid w:val="00027B41"/>
    <w:rsid w:val="00030010"/>
    <w:rsid w:val="000314BA"/>
    <w:rsid w:val="0003228A"/>
    <w:rsid w:val="000330B6"/>
    <w:rsid w:val="0003352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210"/>
    <w:rsid w:val="00045783"/>
    <w:rsid w:val="00045788"/>
    <w:rsid w:val="00045918"/>
    <w:rsid w:val="000459F6"/>
    <w:rsid w:val="000467B5"/>
    <w:rsid w:val="00050E71"/>
    <w:rsid w:val="0005196B"/>
    <w:rsid w:val="000532A7"/>
    <w:rsid w:val="00053927"/>
    <w:rsid w:val="00054502"/>
    <w:rsid w:val="000548F3"/>
    <w:rsid w:val="00054D83"/>
    <w:rsid w:val="00056119"/>
    <w:rsid w:val="00056781"/>
    <w:rsid w:val="0005680E"/>
    <w:rsid w:val="00060B0C"/>
    <w:rsid w:val="0006207D"/>
    <w:rsid w:val="000627D3"/>
    <w:rsid w:val="00063503"/>
    <w:rsid w:val="00063F52"/>
    <w:rsid w:val="00064EFD"/>
    <w:rsid w:val="00065494"/>
    <w:rsid w:val="00065988"/>
    <w:rsid w:val="00066ADF"/>
    <w:rsid w:val="00067C98"/>
    <w:rsid w:val="00067FEA"/>
    <w:rsid w:val="00070309"/>
    <w:rsid w:val="00072327"/>
    <w:rsid w:val="00072EBE"/>
    <w:rsid w:val="00075030"/>
    <w:rsid w:val="0007524F"/>
    <w:rsid w:val="00076781"/>
    <w:rsid w:val="00076B90"/>
    <w:rsid w:val="00076C0A"/>
    <w:rsid w:val="00076D12"/>
    <w:rsid w:val="000773B0"/>
    <w:rsid w:val="000779FD"/>
    <w:rsid w:val="000804A6"/>
    <w:rsid w:val="000805DC"/>
    <w:rsid w:val="00080ECB"/>
    <w:rsid w:val="00083205"/>
    <w:rsid w:val="00083542"/>
    <w:rsid w:val="00083C78"/>
    <w:rsid w:val="00086C72"/>
    <w:rsid w:val="0008784C"/>
    <w:rsid w:val="00087CCE"/>
    <w:rsid w:val="00091144"/>
    <w:rsid w:val="00094765"/>
    <w:rsid w:val="000953D3"/>
    <w:rsid w:val="0009574F"/>
    <w:rsid w:val="00096951"/>
    <w:rsid w:val="000A05F9"/>
    <w:rsid w:val="000A0712"/>
    <w:rsid w:val="000A0DD8"/>
    <w:rsid w:val="000A2072"/>
    <w:rsid w:val="000A2B00"/>
    <w:rsid w:val="000A2B35"/>
    <w:rsid w:val="000A351D"/>
    <w:rsid w:val="000A3EDB"/>
    <w:rsid w:val="000A4460"/>
    <w:rsid w:val="000A494E"/>
    <w:rsid w:val="000A5C28"/>
    <w:rsid w:val="000A6AF1"/>
    <w:rsid w:val="000A71C7"/>
    <w:rsid w:val="000A7EE4"/>
    <w:rsid w:val="000B171C"/>
    <w:rsid w:val="000B1B12"/>
    <w:rsid w:val="000B26F5"/>
    <w:rsid w:val="000B4713"/>
    <w:rsid w:val="000B4AAB"/>
    <w:rsid w:val="000B5847"/>
    <w:rsid w:val="000B5A33"/>
    <w:rsid w:val="000B5FB9"/>
    <w:rsid w:val="000B668C"/>
    <w:rsid w:val="000C08EC"/>
    <w:rsid w:val="000C0A70"/>
    <w:rsid w:val="000C0B3E"/>
    <w:rsid w:val="000C0D2E"/>
    <w:rsid w:val="000C185F"/>
    <w:rsid w:val="000C18E0"/>
    <w:rsid w:val="000C29CB"/>
    <w:rsid w:val="000C2AEB"/>
    <w:rsid w:val="000C7663"/>
    <w:rsid w:val="000C7901"/>
    <w:rsid w:val="000D083E"/>
    <w:rsid w:val="000D172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1A3"/>
    <w:rsid w:val="000E2353"/>
    <w:rsid w:val="000E2E61"/>
    <w:rsid w:val="000E326A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7E8"/>
    <w:rsid w:val="000F1BC4"/>
    <w:rsid w:val="000F2C48"/>
    <w:rsid w:val="000F31D2"/>
    <w:rsid w:val="000F3AC0"/>
    <w:rsid w:val="000F438A"/>
    <w:rsid w:val="000F4DAB"/>
    <w:rsid w:val="000F5774"/>
    <w:rsid w:val="000F6854"/>
    <w:rsid w:val="000F6BE4"/>
    <w:rsid w:val="001008A9"/>
    <w:rsid w:val="00100920"/>
    <w:rsid w:val="00100BE7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1CBA"/>
    <w:rsid w:val="00111EBD"/>
    <w:rsid w:val="0011244B"/>
    <w:rsid w:val="00113437"/>
    <w:rsid w:val="001135FF"/>
    <w:rsid w:val="00113668"/>
    <w:rsid w:val="0011377C"/>
    <w:rsid w:val="001143F7"/>
    <w:rsid w:val="00115027"/>
    <w:rsid w:val="001158EE"/>
    <w:rsid w:val="00116F38"/>
    <w:rsid w:val="00117793"/>
    <w:rsid w:val="001207D5"/>
    <w:rsid w:val="00122541"/>
    <w:rsid w:val="00122763"/>
    <w:rsid w:val="00122788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5581"/>
    <w:rsid w:val="0013583C"/>
    <w:rsid w:val="00135F3D"/>
    <w:rsid w:val="0013638D"/>
    <w:rsid w:val="00136C98"/>
    <w:rsid w:val="00136F4E"/>
    <w:rsid w:val="00141D91"/>
    <w:rsid w:val="001433D1"/>
    <w:rsid w:val="00146E34"/>
    <w:rsid w:val="001524B4"/>
    <w:rsid w:val="00154223"/>
    <w:rsid w:val="0015444F"/>
    <w:rsid w:val="0015590D"/>
    <w:rsid w:val="00155CE4"/>
    <w:rsid w:val="0015662F"/>
    <w:rsid w:val="00156E87"/>
    <w:rsid w:val="00156ECE"/>
    <w:rsid w:val="00157214"/>
    <w:rsid w:val="001572B7"/>
    <w:rsid w:val="001572F8"/>
    <w:rsid w:val="0015791D"/>
    <w:rsid w:val="0016100E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3D7D"/>
    <w:rsid w:val="001745F8"/>
    <w:rsid w:val="00175DDD"/>
    <w:rsid w:val="00176072"/>
    <w:rsid w:val="0017629B"/>
    <w:rsid w:val="00176D0E"/>
    <w:rsid w:val="00177572"/>
    <w:rsid w:val="0018149D"/>
    <w:rsid w:val="00183201"/>
    <w:rsid w:val="00183692"/>
    <w:rsid w:val="00183E44"/>
    <w:rsid w:val="00184D98"/>
    <w:rsid w:val="0018576D"/>
    <w:rsid w:val="001858C8"/>
    <w:rsid w:val="0018612F"/>
    <w:rsid w:val="00187461"/>
    <w:rsid w:val="00187D7E"/>
    <w:rsid w:val="001910DD"/>
    <w:rsid w:val="00191898"/>
    <w:rsid w:val="00191A04"/>
    <w:rsid w:val="00192581"/>
    <w:rsid w:val="00194635"/>
    <w:rsid w:val="00194BF6"/>
    <w:rsid w:val="001952DE"/>
    <w:rsid w:val="001A095A"/>
    <w:rsid w:val="001A1306"/>
    <w:rsid w:val="001A1BD3"/>
    <w:rsid w:val="001A1E5E"/>
    <w:rsid w:val="001A2A4F"/>
    <w:rsid w:val="001A2CA2"/>
    <w:rsid w:val="001A2D45"/>
    <w:rsid w:val="001A66D1"/>
    <w:rsid w:val="001A6D14"/>
    <w:rsid w:val="001A7F9A"/>
    <w:rsid w:val="001B37BF"/>
    <w:rsid w:val="001B3B84"/>
    <w:rsid w:val="001B3D43"/>
    <w:rsid w:val="001B481E"/>
    <w:rsid w:val="001B5F9A"/>
    <w:rsid w:val="001B7186"/>
    <w:rsid w:val="001B7188"/>
    <w:rsid w:val="001C0016"/>
    <w:rsid w:val="001C07B7"/>
    <w:rsid w:val="001C0BE0"/>
    <w:rsid w:val="001C0E6B"/>
    <w:rsid w:val="001C21DA"/>
    <w:rsid w:val="001C4534"/>
    <w:rsid w:val="001C4AA1"/>
    <w:rsid w:val="001C5204"/>
    <w:rsid w:val="001C6732"/>
    <w:rsid w:val="001C680A"/>
    <w:rsid w:val="001D0F6D"/>
    <w:rsid w:val="001D1ACD"/>
    <w:rsid w:val="001D21A9"/>
    <w:rsid w:val="001D2418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696"/>
    <w:rsid w:val="001E290A"/>
    <w:rsid w:val="001E3040"/>
    <w:rsid w:val="001E419E"/>
    <w:rsid w:val="001E6DC5"/>
    <w:rsid w:val="001F0DD7"/>
    <w:rsid w:val="001F0EEE"/>
    <w:rsid w:val="001F26FD"/>
    <w:rsid w:val="001F5F7F"/>
    <w:rsid w:val="001F613C"/>
    <w:rsid w:val="001F771E"/>
    <w:rsid w:val="001F77ED"/>
    <w:rsid w:val="0020165D"/>
    <w:rsid w:val="00201B37"/>
    <w:rsid w:val="00201EF5"/>
    <w:rsid w:val="00202044"/>
    <w:rsid w:val="002025AB"/>
    <w:rsid w:val="00202C00"/>
    <w:rsid w:val="00202D8B"/>
    <w:rsid w:val="00203AA1"/>
    <w:rsid w:val="0020545E"/>
    <w:rsid w:val="00205E11"/>
    <w:rsid w:val="00205E66"/>
    <w:rsid w:val="0020633A"/>
    <w:rsid w:val="002100B6"/>
    <w:rsid w:val="00210F00"/>
    <w:rsid w:val="00211695"/>
    <w:rsid w:val="00213414"/>
    <w:rsid w:val="002138CE"/>
    <w:rsid w:val="00213E11"/>
    <w:rsid w:val="0021450A"/>
    <w:rsid w:val="002146A0"/>
    <w:rsid w:val="002174FE"/>
    <w:rsid w:val="00217B8F"/>
    <w:rsid w:val="002208C3"/>
    <w:rsid w:val="00220AFA"/>
    <w:rsid w:val="00221489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27077"/>
    <w:rsid w:val="00230284"/>
    <w:rsid w:val="00230920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E57"/>
    <w:rsid w:val="0024396D"/>
    <w:rsid w:val="0024532B"/>
    <w:rsid w:val="00245B08"/>
    <w:rsid w:val="002462C7"/>
    <w:rsid w:val="0024695E"/>
    <w:rsid w:val="00246D75"/>
    <w:rsid w:val="002500AA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70BD"/>
    <w:rsid w:val="002609DB"/>
    <w:rsid w:val="00260CC4"/>
    <w:rsid w:val="002611C8"/>
    <w:rsid w:val="00261D79"/>
    <w:rsid w:val="0026369D"/>
    <w:rsid w:val="0026369E"/>
    <w:rsid w:val="002636E2"/>
    <w:rsid w:val="00263784"/>
    <w:rsid w:val="00263C7F"/>
    <w:rsid w:val="0026475F"/>
    <w:rsid w:val="00264F5C"/>
    <w:rsid w:val="002667E4"/>
    <w:rsid w:val="00270A59"/>
    <w:rsid w:val="00270DE0"/>
    <w:rsid w:val="0027147B"/>
    <w:rsid w:val="00271FC2"/>
    <w:rsid w:val="002724D4"/>
    <w:rsid w:val="00273D2B"/>
    <w:rsid w:val="00274C69"/>
    <w:rsid w:val="00274CBC"/>
    <w:rsid w:val="002758EA"/>
    <w:rsid w:val="002766D1"/>
    <w:rsid w:val="00276E54"/>
    <w:rsid w:val="00280D07"/>
    <w:rsid w:val="00281340"/>
    <w:rsid w:val="002813F4"/>
    <w:rsid w:val="00281F0F"/>
    <w:rsid w:val="00282B6F"/>
    <w:rsid w:val="00285FE5"/>
    <w:rsid w:val="00286358"/>
    <w:rsid w:val="002868DC"/>
    <w:rsid w:val="00286C9D"/>
    <w:rsid w:val="00287947"/>
    <w:rsid w:val="002903F9"/>
    <w:rsid w:val="00290809"/>
    <w:rsid w:val="00290901"/>
    <w:rsid w:val="00292208"/>
    <w:rsid w:val="00292AB7"/>
    <w:rsid w:val="00292E5C"/>
    <w:rsid w:val="00293219"/>
    <w:rsid w:val="00293F43"/>
    <w:rsid w:val="00295396"/>
    <w:rsid w:val="002956F3"/>
    <w:rsid w:val="002958DE"/>
    <w:rsid w:val="002965B0"/>
    <w:rsid w:val="00297D19"/>
    <w:rsid w:val="002A02C3"/>
    <w:rsid w:val="002A0AE8"/>
    <w:rsid w:val="002A23C2"/>
    <w:rsid w:val="002A355F"/>
    <w:rsid w:val="002A6615"/>
    <w:rsid w:val="002A6A58"/>
    <w:rsid w:val="002B1E3F"/>
    <w:rsid w:val="002B2105"/>
    <w:rsid w:val="002B28A2"/>
    <w:rsid w:val="002B33D6"/>
    <w:rsid w:val="002B39D0"/>
    <w:rsid w:val="002B3C9A"/>
    <w:rsid w:val="002B410E"/>
    <w:rsid w:val="002B4759"/>
    <w:rsid w:val="002B4846"/>
    <w:rsid w:val="002B542D"/>
    <w:rsid w:val="002B58BD"/>
    <w:rsid w:val="002B5E36"/>
    <w:rsid w:val="002B6427"/>
    <w:rsid w:val="002B6CA1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506"/>
    <w:rsid w:val="002D0BB2"/>
    <w:rsid w:val="002D10FC"/>
    <w:rsid w:val="002D14EB"/>
    <w:rsid w:val="002D161F"/>
    <w:rsid w:val="002D1919"/>
    <w:rsid w:val="002D1A4D"/>
    <w:rsid w:val="002D1E01"/>
    <w:rsid w:val="002D235C"/>
    <w:rsid w:val="002D3CD0"/>
    <w:rsid w:val="002D4A1A"/>
    <w:rsid w:val="002D4F90"/>
    <w:rsid w:val="002D5AC9"/>
    <w:rsid w:val="002D5CDB"/>
    <w:rsid w:val="002D5F51"/>
    <w:rsid w:val="002D6FD0"/>
    <w:rsid w:val="002D7865"/>
    <w:rsid w:val="002E0025"/>
    <w:rsid w:val="002E00E4"/>
    <w:rsid w:val="002E01DD"/>
    <w:rsid w:val="002E06EC"/>
    <w:rsid w:val="002E19FF"/>
    <w:rsid w:val="002E22C5"/>
    <w:rsid w:val="002E2ED0"/>
    <w:rsid w:val="002E303F"/>
    <w:rsid w:val="002E3936"/>
    <w:rsid w:val="002E5094"/>
    <w:rsid w:val="002E5886"/>
    <w:rsid w:val="002E5C40"/>
    <w:rsid w:val="002E5F91"/>
    <w:rsid w:val="002E656F"/>
    <w:rsid w:val="002E6C7A"/>
    <w:rsid w:val="002E6CAE"/>
    <w:rsid w:val="002E6D85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32B"/>
    <w:rsid w:val="002F5659"/>
    <w:rsid w:val="002F5839"/>
    <w:rsid w:val="002F5DA2"/>
    <w:rsid w:val="002F6598"/>
    <w:rsid w:val="002F75A9"/>
    <w:rsid w:val="002F7B09"/>
    <w:rsid w:val="00300B1E"/>
    <w:rsid w:val="00300E2F"/>
    <w:rsid w:val="003010F1"/>
    <w:rsid w:val="00301127"/>
    <w:rsid w:val="00301668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F22"/>
    <w:rsid w:val="00307173"/>
    <w:rsid w:val="00307F8C"/>
    <w:rsid w:val="00310DC5"/>
    <w:rsid w:val="003111A0"/>
    <w:rsid w:val="00311BD7"/>
    <w:rsid w:val="00311FCE"/>
    <w:rsid w:val="003127DE"/>
    <w:rsid w:val="00314E25"/>
    <w:rsid w:val="00315A6B"/>
    <w:rsid w:val="00315ACD"/>
    <w:rsid w:val="00315C0D"/>
    <w:rsid w:val="003167F4"/>
    <w:rsid w:val="00316A97"/>
    <w:rsid w:val="00316E85"/>
    <w:rsid w:val="003204EF"/>
    <w:rsid w:val="00322B8C"/>
    <w:rsid w:val="003235BF"/>
    <w:rsid w:val="0032593C"/>
    <w:rsid w:val="003261E8"/>
    <w:rsid w:val="00326BF4"/>
    <w:rsid w:val="00327009"/>
    <w:rsid w:val="00327F13"/>
    <w:rsid w:val="00330A99"/>
    <w:rsid w:val="00331B6B"/>
    <w:rsid w:val="00332FA4"/>
    <w:rsid w:val="00333535"/>
    <w:rsid w:val="00335149"/>
    <w:rsid w:val="003368A9"/>
    <w:rsid w:val="00336D68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09A7"/>
    <w:rsid w:val="003524CC"/>
    <w:rsid w:val="00352716"/>
    <w:rsid w:val="003532BE"/>
    <w:rsid w:val="0035375C"/>
    <w:rsid w:val="0035470A"/>
    <w:rsid w:val="003550E9"/>
    <w:rsid w:val="00355571"/>
    <w:rsid w:val="0035634B"/>
    <w:rsid w:val="00360054"/>
    <w:rsid w:val="00360992"/>
    <w:rsid w:val="00360CF0"/>
    <w:rsid w:val="0036102E"/>
    <w:rsid w:val="00361148"/>
    <w:rsid w:val="003615C3"/>
    <w:rsid w:val="003619FB"/>
    <w:rsid w:val="00363521"/>
    <w:rsid w:val="00363E74"/>
    <w:rsid w:val="003658E2"/>
    <w:rsid w:val="00365E7F"/>
    <w:rsid w:val="00365F1F"/>
    <w:rsid w:val="00365FBE"/>
    <w:rsid w:val="00366238"/>
    <w:rsid w:val="003676F3"/>
    <w:rsid w:val="00371A82"/>
    <w:rsid w:val="00371B9E"/>
    <w:rsid w:val="00371C80"/>
    <w:rsid w:val="00372E0F"/>
    <w:rsid w:val="003742B3"/>
    <w:rsid w:val="00376470"/>
    <w:rsid w:val="00376567"/>
    <w:rsid w:val="00377196"/>
    <w:rsid w:val="00377A05"/>
    <w:rsid w:val="00380702"/>
    <w:rsid w:val="00380EDF"/>
    <w:rsid w:val="003832C4"/>
    <w:rsid w:val="003841C6"/>
    <w:rsid w:val="003842F4"/>
    <w:rsid w:val="0038445A"/>
    <w:rsid w:val="0038491A"/>
    <w:rsid w:val="00386050"/>
    <w:rsid w:val="00386A34"/>
    <w:rsid w:val="00387663"/>
    <w:rsid w:val="003878B0"/>
    <w:rsid w:val="003904C7"/>
    <w:rsid w:val="0039050E"/>
    <w:rsid w:val="003909E3"/>
    <w:rsid w:val="003915A1"/>
    <w:rsid w:val="00391A1B"/>
    <w:rsid w:val="00391C0E"/>
    <w:rsid w:val="00392911"/>
    <w:rsid w:val="00392C48"/>
    <w:rsid w:val="00392CC0"/>
    <w:rsid w:val="003943FA"/>
    <w:rsid w:val="003949A1"/>
    <w:rsid w:val="00394D96"/>
    <w:rsid w:val="00397258"/>
    <w:rsid w:val="003974C5"/>
    <w:rsid w:val="003A04E5"/>
    <w:rsid w:val="003A0551"/>
    <w:rsid w:val="003A0B6E"/>
    <w:rsid w:val="003A0DCD"/>
    <w:rsid w:val="003A1FFD"/>
    <w:rsid w:val="003A2323"/>
    <w:rsid w:val="003A27CA"/>
    <w:rsid w:val="003A3CDD"/>
    <w:rsid w:val="003A40B8"/>
    <w:rsid w:val="003A43A6"/>
    <w:rsid w:val="003A4682"/>
    <w:rsid w:val="003A482F"/>
    <w:rsid w:val="003A49F6"/>
    <w:rsid w:val="003A4CF2"/>
    <w:rsid w:val="003A5EC7"/>
    <w:rsid w:val="003A6C62"/>
    <w:rsid w:val="003A6D06"/>
    <w:rsid w:val="003A7463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B6C84"/>
    <w:rsid w:val="003C02CE"/>
    <w:rsid w:val="003C048C"/>
    <w:rsid w:val="003C07AC"/>
    <w:rsid w:val="003C07FF"/>
    <w:rsid w:val="003C12EA"/>
    <w:rsid w:val="003C17B7"/>
    <w:rsid w:val="003C199C"/>
    <w:rsid w:val="003C3A38"/>
    <w:rsid w:val="003C41D6"/>
    <w:rsid w:val="003C430D"/>
    <w:rsid w:val="003C4C7D"/>
    <w:rsid w:val="003C4E2A"/>
    <w:rsid w:val="003C5B12"/>
    <w:rsid w:val="003C63C5"/>
    <w:rsid w:val="003C66B6"/>
    <w:rsid w:val="003C7778"/>
    <w:rsid w:val="003D0BE0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49BB"/>
    <w:rsid w:val="003D5D08"/>
    <w:rsid w:val="003D5D8D"/>
    <w:rsid w:val="003D7C51"/>
    <w:rsid w:val="003E08DA"/>
    <w:rsid w:val="003E1088"/>
    <w:rsid w:val="003E1651"/>
    <w:rsid w:val="003E2FE3"/>
    <w:rsid w:val="003E37FB"/>
    <w:rsid w:val="003E4FB8"/>
    <w:rsid w:val="003E5748"/>
    <w:rsid w:val="003E6C77"/>
    <w:rsid w:val="003E6D4B"/>
    <w:rsid w:val="003E7463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5E20"/>
    <w:rsid w:val="003F652A"/>
    <w:rsid w:val="003F7078"/>
    <w:rsid w:val="003F7CC4"/>
    <w:rsid w:val="004009A2"/>
    <w:rsid w:val="004012C6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2019D"/>
    <w:rsid w:val="0042022E"/>
    <w:rsid w:val="00420813"/>
    <w:rsid w:val="00420C84"/>
    <w:rsid w:val="00422070"/>
    <w:rsid w:val="00422CE9"/>
    <w:rsid w:val="004248D5"/>
    <w:rsid w:val="00425011"/>
    <w:rsid w:val="0042609A"/>
    <w:rsid w:val="0042696D"/>
    <w:rsid w:val="00426E90"/>
    <w:rsid w:val="00426EBF"/>
    <w:rsid w:val="00427AFA"/>
    <w:rsid w:val="00427E8B"/>
    <w:rsid w:val="004309A4"/>
    <w:rsid w:val="00430ADE"/>
    <w:rsid w:val="00430B8A"/>
    <w:rsid w:val="004316E2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DB2"/>
    <w:rsid w:val="0044439F"/>
    <w:rsid w:val="00445460"/>
    <w:rsid w:val="0044583B"/>
    <w:rsid w:val="004462D2"/>
    <w:rsid w:val="00447F0F"/>
    <w:rsid w:val="00447F95"/>
    <w:rsid w:val="00450B33"/>
    <w:rsid w:val="004516E7"/>
    <w:rsid w:val="00451BC4"/>
    <w:rsid w:val="004520B9"/>
    <w:rsid w:val="004534B8"/>
    <w:rsid w:val="00455A8B"/>
    <w:rsid w:val="0045609A"/>
    <w:rsid w:val="004564FE"/>
    <w:rsid w:val="0046178C"/>
    <w:rsid w:val="00461810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096"/>
    <w:rsid w:val="004704EC"/>
    <w:rsid w:val="00470BA5"/>
    <w:rsid w:val="00471686"/>
    <w:rsid w:val="00472699"/>
    <w:rsid w:val="00473892"/>
    <w:rsid w:val="00473EAA"/>
    <w:rsid w:val="004743CA"/>
    <w:rsid w:val="004744EC"/>
    <w:rsid w:val="0047480B"/>
    <w:rsid w:val="0047548B"/>
    <w:rsid w:val="00475C2A"/>
    <w:rsid w:val="004763D5"/>
    <w:rsid w:val="004773DA"/>
    <w:rsid w:val="00477850"/>
    <w:rsid w:val="00477D77"/>
    <w:rsid w:val="0048063E"/>
    <w:rsid w:val="00480CB7"/>
    <w:rsid w:val="004811F6"/>
    <w:rsid w:val="0048277D"/>
    <w:rsid w:val="0048286C"/>
    <w:rsid w:val="0048311F"/>
    <w:rsid w:val="00484001"/>
    <w:rsid w:val="004842EB"/>
    <w:rsid w:val="00484B96"/>
    <w:rsid w:val="00484C38"/>
    <w:rsid w:val="0048619F"/>
    <w:rsid w:val="00486DE1"/>
    <w:rsid w:val="00486FE5"/>
    <w:rsid w:val="00487084"/>
    <w:rsid w:val="004875EF"/>
    <w:rsid w:val="00487678"/>
    <w:rsid w:val="00491060"/>
    <w:rsid w:val="00494445"/>
    <w:rsid w:val="004947FE"/>
    <w:rsid w:val="00494F26"/>
    <w:rsid w:val="00495D7C"/>
    <w:rsid w:val="0049686A"/>
    <w:rsid w:val="00496B30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403"/>
    <w:rsid w:val="004B1810"/>
    <w:rsid w:val="004B1B6B"/>
    <w:rsid w:val="004B1C2E"/>
    <w:rsid w:val="004B1DE7"/>
    <w:rsid w:val="004B2FCD"/>
    <w:rsid w:val="004B336F"/>
    <w:rsid w:val="004B33A9"/>
    <w:rsid w:val="004B43DF"/>
    <w:rsid w:val="004B491A"/>
    <w:rsid w:val="004B4B8C"/>
    <w:rsid w:val="004B5617"/>
    <w:rsid w:val="004C1528"/>
    <w:rsid w:val="004C1945"/>
    <w:rsid w:val="004C1DF0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2C82"/>
    <w:rsid w:val="004E3826"/>
    <w:rsid w:val="004E40F1"/>
    <w:rsid w:val="004E4572"/>
    <w:rsid w:val="004E5F2B"/>
    <w:rsid w:val="004E66F1"/>
    <w:rsid w:val="004E6D8A"/>
    <w:rsid w:val="004E7C62"/>
    <w:rsid w:val="004F10C0"/>
    <w:rsid w:val="004F1A81"/>
    <w:rsid w:val="004F1CBD"/>
    <w:rsid w:val="004F20FF"/>
    <w:rsid w:val="004F24BC"/>
    <w:rsid w:val="004F2805"/>
    <w:rsid w:val="004F280A"/>
    <w:rsid w:val="004F4FF8"/>
    <w:rsid w:val="004F527C"/>
    <w:rsid w:val="004F5E1B"/>
    <w:rsid w:val="004F720C"/>
    <w:rsid w:val="004F7C47"/>
    <w:rsid w:val="00500963"/>
    <w:rsid w:val="0050241C"/>
    <w:rsid w:val="0050315E"/>
    <w:rsid w:val="00503AA9"/>
    <w:rsid w:val="0050405A"/>
    <w:rsid w:val="00505D20"/>
    <w:rsid w:val="00506B95"/>
    <w:rsid w:val="00507687"/>
    <w:rsid w:val="00507A04"/>
    <w:rsid w:val="00507D4F"/>
    <w:rsid w:val="005103A9"/>
    <w:rsid w:val="00510C33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6988"/>
    <w:rsid w:val="00516B5F"/>
    <w:rsid w:val="00517251"/>
    <w:rsid w:val="00522777"/>
    <w:rsid w:val="00522C27"/>
    <w:rsid w:val="00523A72"/>
    <w:rsid w:val="00523F96"/>
    <w:rsid w:val="00524529"/>
    <w:rsid w:val="0052587D"/>
    <w:rsid w:val="0052608C"/>
    <w:rsid w:val="00526C0E"/>
    <w:rsid w:val="00527583"/>
    <w:rsid w:val="00527A16"/>
    <w:rsid w:val="005305CE"/>
    <w:rsid w:val="005312D4"/>
    <w:rsid w:val="00531A2B"/>
    <w:rsid w:val="00532A7A"/>
    <w:rsid w:val="00532B17"/>
    <w:rsid w:val="005330B0"/>
    <w:rsid w:val="0053330D"/>
    <w:rsid w:val="005339B5"/>
    <w:rsid w:val="00533E9A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62C6"/>
    <w:rsid w:val="005467EC"/>
    <w:rsid w:val="00546D74"/>
    <w:rsid w:val="00547C7F"/>
    <w:rsid w:val="00547C9A"/>
    <w:rsid w:val="00547FEB"/>
    <w:rsid w:val="005503EE"/>
    <w:rsid w:val="00550D33"/>
    <w:rsid w:val="00551C48"/>
    <w:rsid w:val="00553466"/>
    <w:rsid w:val="00553759"/>
    <w:rsid w:val="00554B43"/>
    <w:rsid w:val="00554D6C"/>
    <w:rsid w:val="005556EC"/>
    <w:rsid w:val="00555ADF"/>
    <w:rsid w:val="00555DBC"/>
    <w:rsid w:val="00556940"/>
    <w:rsid w:val="00556C65"/>
    <w:rsid w:val="00556E06"/>
    <w:rsid w:val="00557D76"/>
    <w:rsid w:val="005619F1"/>
    <w:rsid w:val="00561FE8"/>
    <w:rsid w:val="00562A52"/>
    <w:rsid w:val="0056304E"/>
    <w:rsid w:val="005632CA"/>
    <w:rsid w:val="0056749D"/>
    <w:rsid w:val="00570B18"/>
    <w:rsid w:val="0057105B"/>
    <w:rsid w:val="00572D44"/>
    <w:rsid w:val="00573C9A"/>
    <w:rsid w:val="00574AE1"/>
    <w:rsid w:val="00575226"/>
    <w:rsid w:val="00580110"/>
    <w:rsid w:val="00580929"/>
    <w:rsid w:val="005826A4"/>
    <w:rsid w:val="0058389C"/>
    <w:rsid w:val="005853D7"/>
    <w:rsid w:val="0058584D"/>
    <w:rsid w:val="005873E0"/>
    <w:rsid w:val="0058798F"/>
    <w:rsid w:val="00587CCA"/>
    <w:rsid w:val="005910E1"/>
    <w:rsid w:val="00591E6A"/>
    <w:rsid w:val="005923A7"/>
    <w:rsid w:val="00593397"/>
    <w:rsid w:val="0059348C"/>
    <w:rsid w:val="005936CA"/>
    <w:rsid w:val="00596B14"/>
    <w:rsid w:val="00597DB1"/>
    <w:rsid w:val="005A05E3"/>
    <w:rsid w:val="005A152A"/>
    <w:rsid w:val="005A337E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88D"/>
    <w:rsid w:val="005B24E1"/>
    <w:rsid w:val="005B302E"/>
    <w:rsid w:val="005B34DA"/>
    <w:rsid w:val="005B424C"/>
    <w:rsid w:val="005B45CB"/>
    <w:rsid w:val="005B4CB8"/>
    <w:rsid w:val="005B5741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23C"/>
    <w:rsid w:val="005D3C41"/>
    <w:rsid w:val="005D41D8"/>
    <w:rsid w:val="005D4D82"/>
    <w:rsid w:val="005D70AE"/>
    <w:rsid w:val="005D71E4"/>
    <w:rsid w:val="005E06D3"/>
    <w:rsid w:val="005E16A7"/>
    <w:rsid w:val="005E1876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E7D4A"/>
    <w:rsid w:val="005F0A45"/>
    <w:rsid w:val="005F13E6"/>
    <w:rsid w:val="005F153C"/>
    <w:rsid w:val="005F18DD"/>
    <w:rsid w:val="005F31DE"/>
    <w:rsid w:val="005F45FA"/>
    <w:rsid w:val="005F4D3A"/>
    <w:rsid w:val="005F5E30"/>
    <w:rsid w:val="005F7512"/>
    <w:rsid w:val="005F7E25"/>
    <w:rsid w:val="00601EF0"/>
    <w:rsid w:val="00602461"/>
    <w:rsid w:val="00602C5E"/>
    <w:rsid w:val="006036B8"/>
    <w:rsid w:val="006043E3"/>
    <w:rsid w:val="00605186"/>
    <w:rsid w:val="00605E9D"/>
    <w:rsid w:val="00605FC6"/>
    <w:rsid w:val="00606E61"/>
    <w:rsid w:val="00607BF6"/>
    <w:rsid w:val="00610913"/>
    <w:rsid w:val="00610E9C"/>
    <w:rsid w:val="006112A6"/>
    <w:rsid w:val="00611D8C"/>
    <w:rsid w:val="0061262B"/>
    <w:rsid w:val="0061275F"/>
    <w:rsid w:val="00612D10"/>
    <w:rsid w:val="00613300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59BC"/>
    <w:rsid w:val="00626518"/>
    <w:rsid w:val="00627801"/>
    <w:rsid w:val="006278EC"/>
    <w:rsid w:val="00630BEB"/>
    <w:rsid w:val="006310B1"/>
    <w:rsid w:val="006312FA"/>
    <w:rsid w:val="00632B7A"/>
    <w:rsid w:val="00634475"/>
    <w:rsid w:val="00635229"/>
    <w:rsid w:val="0063597B"/>
    <w:rsid w:val="006368D2"/>
    <w:rsid w:val="0063712A"/>
    <w:rsid w:val="006378BF"/>
    <w:rsid w:val="006378ED"/>
    <w:rsid w:val="00637DF4"/>
    <w:rsid w:val="00641D9C"/>
    <w:rsid w:val="006427DE"/>
    <w:rsid w:val="00642F50"/>
    <w:rsid w:val="006433CA"/>
    <w:rsid w:val="00644943"/>
    <w:rsid w:val="00644F4D"/>
    <w:rsid w:val="00644F5E"/>
    <w:rsid w:val="00644F5F"/>
    <w:rsid w:val="0064528C"/>
    <w:rsid w:val="00645B73"/>
    <w:rsid w:val="0064613A"/>
    <w:rsid w:val="00646C9B"/>
    <w:rsid w:val="00647EBE"/>
    <w:rsid w:val="006501CD"/>
    <w:rsid w:val="00650475"/>
    <w:rsid w:val="006519BE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340"/>
    <w:rsid w:val="0065727E"/>
    <w:rsid w:val="006575C2"/>
    <w:rsid w:val="0066168A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2D4"/>
    <w:rsid w:val="00672DF2"/>
    <w:rsid w:val="006731D5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86F"/>
    <w:rsid w:val="00676931"/>
    <w:rsid w:val="00677AE2"/>
    <w:rsid w:val="0068043F"/>
    <w:rsid w:val="006804FC"/>
    <w:rsid w:val="00680C6B"/>
    <w:rsid w:val="00682324"/>
    <w:rsid w:val="0068279D"/>
    <w:rsid w:val="00682D67"/>
    <w:rsid w:val="00683248"/>
    <w:rsid w:val="00683818"/>
    <w:rsid w:val="006842F5"/>
    <w:rsid w:val="00685C27"/>
    <w:rsid w:val="00686795"/>
    <w:rsid w:val="00686B48"/>
    <w:rsid w:val="00686D31"/>
    <w:rsid w:val="0069075B"/>
    <w:rsid w:val="006909EE"/>
    <w:rsid w:val="00692362"/>
    <w:rsid w:val="006924F7"/>
    <w:rsid w:val="00693CF4"/>
    <w:rsid w:val="00693F9D"/>
    <w:rsid w:val="006945A5"/>
    <w:rsid w:val="00694635"/>
    <w:rsid w:val="00694E2D"/>
    <w:rsid w:val="0069538E"/>
    <w:rsid w:val="00695BDC"/>
    <w:rsid w:val="00695F77"/>
    <w:rsid w:val="006961AE"/>
    <w:rsid w:val="006972C4"/>
    <w:rsid w:val="0069777C"/>
    <w:rsid w:val="00697A7A"/>
    <w:rsid w:val="006A02C7"/>
    <w:rsid w:val="006A0E17"/>
    <w:rsid w:val="006A11AF"/>
    <w:rsid w:val="006A1FD0"/>
    <w:rsid w:val="006A41C4"/>
    <w:rsid w:val="006A422A"/>
    <w:rsid w:val="006A45C6"/>
    <w:rsid w:val="006A4722"/>
    <w:rsid w:val="006A4DFE"/>
    <w:rsid w:val="006A534C"/>
    <w:rsid w:val="006A6D6B"/>
    <w:rsid w:val="006A7DE0"/>
    <w:rsid w:val="006B0029"/>
    <w:rsid w:val="006B00D5"/>
    <w:rsid w:val="006B0147"/>
    <w:rsid w:val="006B096C"/>
    <w:rsid w:val="006B0CE7"/>
    <w:rsid w:val="006B39D4"/>
    <w:rsid w:val="006B3FB3"/>
    <w:rsid w:val="006B43F7"/>
    <w:rsid w:val="006B4B88"/>
    <w:rsid w:val="006B5465"/>
    <w:rsid w:val="006B5C9A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4F6B"/>
    <w:rsid w:val="006C4F9E"/>
    <w:rsid w:val="006C4FAF"/>
    <w:rsid w:val="006C522F"/>
    <w:rsid w:val="006C6470"/>
    <w:rsid w:val="006C76DB"/>
    <w:rsid w:val="006D0D6A"/>
    <w:rsid w:val="006D18CB"/>
    <w:rsid w:val="006D234A"/>
    <w:rsid w:val="006D31A1"/>
    <w:rsid w:val="006D3883"/>
    <w:rsid w:val="006D3964"/>
    <w:rsid w:val="006D3E56"/>
    <w:rsid w:val="006E128C"/>
    <w:rsid w:val="006E1E8A"/>
    <w:rsid w:val="006E1E8F"/>
    <w:rsid w:val="006E46EF"/>
    <w:rsid w:val="006E4D0D"/>
    <w:rsid w:val="006E53F6"/>
    <w:rsid w:val="006E6433"/>
    <w:rsid w:val="006E6ED8"/>
    <w:rsid w:val="006F1FE5"/>
    <w:rsid w:val="006F3DBA"/>
    <w:rsid w:val="006F49A9"/>
    <w:rsid w:val="006F4A67"/>
    <w:rsid w:val="006F4CB7"/>
    <w:rsid w:val="006F5484"/>
    <w:rsid w:val="006F6110"/>
    <w:rsid w:val="006F6405"/>
    <w:rsid w:val="006F6EC1"/>
    <w:rsid w:val="007001CA"/>
    <w:rsid w:val="007024AC"/>
    <w:rsid w:val="007031EE"/>
    <w:rsid w:val="00704498"/>
    <w:rsid w:val="00705AE2"/>
    <w:rsid w:val="0070685B"/>
    <w:rsid w:val="00706A44"/>
    <w:rsid w:val="007076E2"/>
    <w:rsid w:val="007078F0"/>
    <w:rsid w:val="00707F44"/>
    <w:rsid w:val="007117E5"/>
    <w:rsid w:val="007146B7"/>
    <w:rsid w:val="00715213"/>
    <w:rsid w:val="0071564D"/>
    <w:rsid w:val="00715C54"/>
    <w:rsid w:val="00716456"/>
    <w:rsid w:val="007168D2"/>
    <w:rsid w:val="007208A8"/>
    <w:rsid w:val="00720BDD"/>
    <w:rsid w:val="00720DFE"/>
    <w:rsid w:val="00720EE8"/>
    <w:rsid w:val="0072185A"/>
    <w:rsid w:val="0072221E"/>
    <w:rsid w:val="00722431"/>
    <w:rsid w:val="0072255B"/>
    <w:rsid w:val="00723D0F"/>
    <w:rsid w:val="007248C4"/>
    <w:rsid w:val="007258E7"/>
    <w:rsid w:val="0072638C"/>
    <w:rsid w:val="007265E3"/>
    <w:rsid w:val="00726E53"/>
    <w:rsid w:val="00727861"/>
    <w:rsid w:val="00727D3D"/>
    <w:rsid w:val="00730647"/>
    <w:rsid w:val="00731249"/>
    <w:rsid w:val="00731707"/>
    <w:rsid w:val="00732819"/>
    <w:rsid w:val="00732BEB"/>
    <w:rsid w:val="007334DC"/>
    <w:rsid w:val="00734A32"/>
    <w:rsid w:val="00734D20"/>
    <w:rsid w:val="00734E34"/>
    <w:rsid w:val="007353A8"/>
    <w:rsid w:val="007353AC"/>
    <w:rsid w:val="0073563B"/>
    <w:rsid w:val="007359C4"/>
    <w:rsid w:val="00735D59"/>
    <w:rsid w:val="00736D2B"/>
    <w:rsid w:val="00737274"/>
    <w:rsid w:val="007375E5"/>
    <w:rsid w:val="00737A1B"/>
    <w:rsid w:val="00740F16"/>
    <w:rsid w:val="00741802"/>
    <w:rsid w:val="00741E79"/>
    <w:rsid w:val="0074409E"/>
    <w:rsid w:val="00744162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132"/>
    <w:rsid w:val="00751A85"/>
    <w:rsid w:val="0075231B"/>
    <w:rsid w:val="00754B09"/>
    <w:rsid w:val="00755E8A"/>
    <w:rsid w:val="0075669F"/>
    <w:rsid w:val="00756CC8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140F"/>
    <w:rsid w:val="00772F51"/>
    <w:rsid w:val="0077443A"/>
    <w:rsid w:val="0077487F"/>
    <w:rsid w:val="0077540E"/>
    <w:rsid w:val="0077599A"/>
    <w:rsid w:val="00775A88"/>
    <w:rsid w:val="00775C9A"/>
    <w:rsid w:val="007768D4"/>
    <w:rsid w:val="007778A1"/>
    <w:rsid w:val="00780087"/>
    <w:rsid w:val="0078179D"/>
    <w:rsid w:val="00782503"/>
    <w:rsid w:val="00783143"/>
    <w:rsid w:val="007842E5"/>
    <w:rsid w:val="00784851"/>
    <w:rsid w:val="00784D6D"/>
    <w:rsid w:val="00785279"/>
    <w:rsid w:val="00786EE5"/>
    <w:rsid w:val="0078735E"/>
    <w:rsid w:val="00787953"/>
    <w:rsid w:val="00790764"/>
    <w:rsid w:val="007907F6"/>
    <w:rsid w:val="00790BAF"/>
    <w:rsid w:val="00790DD7"/>
    <w:rsid w:val="00791477"/>
    <w:rsid w:val="007914EE"/>
    <w:rsid w:val="00791E95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5566"/>
    <w:rsid w:val="007A665F"/>
    <w:rsid w:val="007A6873"/>
    <w:rsid w:val="007A6E2E"/>
    <w:rsid w:val="007A7BA6"/>
    <w:rsid w:val="007B0A18"/>
    <w:rsid w:val="007B0BD9"/>
    <w:rsid w:val="007B245D"/>
    <w:rsid w:val="007B2B58"/>
    <w:rsid w:val="007B3244"/>
    <w:rsid w:val="007B33DC"/>
    <w:rsid w:val="007B5AE2"/>
    <w:rsid w:val="007B5B77"/>
    <w:rsid w:val="007B6312"/>
    <w:rsid w:val="007B6D9B"/>
    <w:rsid w:val="007B6FFF"/>
    <w:rsid w:val="007C0119"/>
    <w:rsid w:val="007C013F"/>
    <w:rsid w:val="007C165E"/>
    <w:rsid w:val="007C2836"/>
    <w:rsid w:val="007C298D"/>
    <w:rsid w:val="007C528C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5D87"/>
    <w:rsid w:val="007D6F7F"/>
    <w:rsid w:val="007E01A9"/>
    <w:rsid w:val="007E037A"/>
    <w:rsid w:val="007E0B12"/>
    <w:rsid w:val="007E2C44"/>
    <w:rsid w:val="007E2FB1"/>
    <w:rsid w:val="007E4484"/>
    <w:rsid w:val="007E4670"/>
    <w:rsid w:val="007E4FF0"/>
    <w:rsid w:val="007E5208"/>
    <w:rsid w:val="007E524C"/>
    <w:rsid w:val="007E55D2"/>
    <w:rsid w:val="007E68A2"/>
    <w:rsid w:val="007E69A6"/>
    <w:rsid w:val="007E729A"/>
    <w:rsid w:val="007E7EAC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2B2E"/>
    <w:rsid w:val="0080375F"/>
    <w:rsid w:val="00803C7F"/>
    <w:rsid w:val="00805548"/>
    <w:rsid w:val="00805C58"/>
    <w:rsid w:val="00806F86"/>
    <w:rsid w:val="00807727"/>
    <w:rsid w:val="00810B1B"/>
    <w:rsid w:val="00811309"/>
    <w:rsid w:val="0081177D"/>
    <w:rsid w:val="0081317C"/>
    <w:rsid w:val="00813F4C"/>
    <w:rsid w:val="00815BC6"/>
    <w:rsid w:val="00816128"/>
    <w:rsid w:val="00817421"/>
    <w:rsid w:val="00817AFF"/>
    <w:rsid w:val="008200AB"/>
    <w:rsid w:val="0082031F"/>
    <w:rsid w:val="008204A6"/>
    <w:rsid w:val="0082099E"/>
    <w:rsid w:val="00821605"/>
    <w:rsid w:val="00821CB6"/>
    <w:rsid w:val="00824B4F"/>
    <w:rsid w:val="00824D7C"/>
    <w:rsid w:val="00827A26"/>
    <w:rsid w:val="008304F5"/>
    <w:rsid w:val="008312D8"/>
    <w:rsid w:val="00831414"/>
    <w:rsid w:val="008318FF"/>
    <w:rsid w:val="0083341D"/>
    <w:rsid w:val="00833B49"/>
    <w:rsid w:val="00834F12"/>
    <w:rsid w:val="00836A75"/>
    <w:rsid w:val="00836DD7"/>
    <w:rsid w:val="008370DD"/>
    <w:rsid w:val="008404DD"/>
    <w:rsid w:val="00841544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420E"/>
    <w:rsid w:val="00855AD6"/>
    <w:rsid w:val="00855C28"/>
    <w:rsid w:val="00855CFA"/>
    <w:rsid w:val="008562AC"/>
    <w:rsid w:val="00856C23"/>
    <w:rsid w:val="00856D2B"/>
    <w:rsid w:val="008570D4"/>
    <w:rsid w:val="008631C2"/>
    <w:rsid w:val="008640AC"/>
    <w:rsid w:val="0086500C"/>
    <w:rsid w:val="00866592"/>
    <w:rsid w:val="00866770"/>
    <w:rsid w:val="00867334"/>
    <w:rsid w:val="008674F1"/>
    <w:rsid w:val="00867788"/>
    <w:rsid w:val="0087129F"/>
    <w:rsid w:val="00871934"/>
    <w:rsid w:val="00871E71"/>
    <w:rsid w:val="00872D27"/>
    <w:rsid w:val="008733FF"/>
    <w:rsid w:val="008739E4"/>
    <w:rsid w:val="00873BDF"/>
    <w:rsid w:val="00875482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06"/>
    <w:rsid w:val="00884A8C"/>
    <w:rsid w:val="008868EB"/>
    <w:rsid w:val="00886F48"/>
    <w:rsid w:val="00887271"/>
    <w:rsid w:val="00887C5B"/>
    <w:rsid w:val="008903C7"/>
    <w:rsid w:val="00891123"/>
    <w:rsid w:val="00891A23"/>
    <w:rsid w:val="008934D7"/>
    <w:rsid w:val="0089395A"/>
    <w:rsid w:val="00893E7C"/>
    <w:rsid w:val="008949A0"/>
    <w:rsid w:val="008953E9"/>
    <w:rsid w:val="0089610E"/>
    <w:rsid w:val="00897644"/>
    <w:rsid w:val="008A0D0F"/>
    <w:rsid w:val="008A1B4F"/>
    <w:rsid w:val="008A1E11"/>
    <w:rsid w:val="008A25BE"/>
    <w:rsid w:val="008A378C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04A3"/>
    <w:rsid w:val="008C2D49"/>
    <w:rsid w:val="008C2DDE"/>
    <w:rsid w:val="008C3184"/>
    <w:rsid w:val="008C40D6"/>
    <w:rsid w:val="008C4AA6"/>
    <w:rsid w:val="008C5A2E"/>
    <w:rsid w:val="008C607B"/>
    <w:rsid w:val="008C63E2"/>
    <w:rsid w:val="008C6840"/>
    <w:rsid w:val="008C75E9"/>
    <w:rsid w:val="008D05E0"/>
    <w:rsid w:val="008D1666"/>
    <w:rsid w:val="008D1BFF"/>
    <w:rsid w:val="008D222F"/>
    <w:rsid w:val="008D6B9E"/>
    <w:rsid w:val="008E024B"/>
    <w:rsid w:val="008E04A8"/>
    <w:rsid w:val="008E108A"/>
    <w:rsid w:val="008E135C"/>
    <w:rsid w:val="008E1A9A"/>
    <w:rsid w:val="008E1CEB"/>
    <w:rsid w:val="008E2030"/>
    <w:rsid w:val="008E253F"/>
    <w:rsid w:val="008E2C06"/>
    <w:rsid w:val="008E3822"/>
    <w:rsid w:val="008E420A"/>
    <w:rsid w:val="008E58A5"/>
    <w:rsid w:val="008E62F1"/>
    <w:rsid w:val="008E75FF"/>
    <w:rsid w:val="008E7876"/>
    <w:rsid w:val="008F0104"/>
    <w:rsid w:val="008F1925"/>
    <w:rsid w:val="008F19F3"/>
    <w:rsid w:val="008F2C46"/>
    <w:rsid w:val="008F3E4F"/>
    <w:rsid w:val="008F51A9"/>
    <w:rsid w:val="008F56DD"/>
    <w:rsid w:val="009011E8"/>
    <w:rsid w:val="009013B7"/>
    <w:rsid w:val="0090197B"/>
    <w:rsid w:val="00901BDE"/>
    <w:rsid w:val="009020C7"/>
    <w:rsid w:val="00902B2B"/>
    <w:rsid w:val="009032BA"/>
    <w:rsid w:val="009038D4"/>
    <w:rsid w:val="00904551"/>
    <w:rsid w:val="00905978"/>
    <w:rsid w:val="00905B7E"/>
    <w:rsid w:val="00906BDC"/>
    <w:rsid w:val="00906CAB"/>
    <w:rsid w:val="0091003C"/>
    <w:rsid w:val="009106A2"/>
    <w:rsid w:val="009126E1"/>
    <w:rsid w:val="009137E1"/>
    <w:rsid w:val="00913992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6C2"/>
    <w:rsid w:val="0092698D"/>
    <w:rsid w:val="00926F29"/>
    <w:rsid w:val="009275F5"/>
    <w:rsid w:val="009310E6"/>
    <w:rsid w:val="009311FA"/>
    <w:rsid w:val="009312A9"/>
    <w:rsid w:val="00932B8F"/>
    <w:rsid w:val="009330DD"/>
    <w:rsid w:val="00933AF9"/>
    <w:rsid w:val="0093517E"/>
    <w:rsid w:val="00937AD4"/>
    <w:rsid w:val="00937CA7"/>
    <w:rsid w:val="00940CFF"/>
    <w:rsid w:val="00940EFE"/>
    <w:rsid w:val="00941552"/>
    <w:rsid w:val="009428B1"/>
    <w:rsid w:val="00942BBC"/>
    <w:rsid w:val="00943393"/>
    <w:rsid w:val="009434FB"/>
    <w:rsid w:val="00943FB9"/>
    <w:rsid w:val="009446BD"/>
    <w:rsid w:val="00944E39"/>
    <w:rsid w:val="00945016"/>
    <w:rsid w:val="00945D37"/>
    <w:rsid w:val="009476A2"/>
    <w:rsid w:val="009504EB"/>
    <w:rsid w:val="0095252C"/>
    <w:rsid w:val="0095254B"/>
    <w:rsid w:val="009531EC"/>
    <w:rsid w:val="0095425E"/>
    <w:rsid w:val="00957071"/>
    <w:rsid w:val="009573DF"/>
    <w:rsid w:val="009575AA"/>
    <w:rsid w:val="00957609"/>
    <w:rsid w:val="009615D9"/>
    <w:rsid w:val="00962A74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2C3D"/>
    <w:rsid w:val="009754C2"/>
    <w:rsid w:val="009766C4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48F4"/>
    <w:rsid w:val="009855D5"/>
    <w:rsid w:val="00985904"/>
    <w:rsid w:val="00985CFE"/>
    <w:rsid w:val="00986327"/>
    <w:rsid w:val="009901D5"/>
    <w:rsid w:val="00994C6E"/>
    <w:rsid w:val="00994E88"/>
    <w:rsid w:val="0099513E"/>
    <w:rsid w:val="009954E3"/>
    <w:rsid w:val="00997021"/>
    <w:rsid w:val="00997D28"/>
    <w:rsid w:val="009A0DF3"/>
    <w:rsid w:val="009A156A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15C"/>
    <w:rsid w:val="009A5A70"/>
    <w:rsid w:val="009A5EB3"/>
    <w:rsid w:val="009A6078"/>
    <w:rsid w:val="009A6170"/>
    <w:rsid w:val="009A686B"/>
    <w:rsid w:val="009B0304"/>
    <w:rsid w:val="009B0611"/>
    <w:rsid w:val="009B104B"/>
    <w:rsid w:val="009B120F"/>
    <w:rsid w:val="009B32D2"/>
    <w:rsid w:val="009B3307"/>
    <w:rsid w:val="009B44F9"/>
    <w:rsid w:val="009B4C5E"/>
    <w:rsid w:val="009B5075"/>
    <w:rsid w:val="009B55BD"/>
    <w:rsid w:val="009B590A"/>
    <w:rsid w:val="009B59BA"/>
    <w:rsid w:val="009B615A"/>
    <w:rsid w:val="009B64A7"/>
    <w:rsid w:val="009B6A4D"/>
    <w:rsid w:val="009B765A"/>
    <w:rsid w:val="009B789F"/>
    <w:rsid w:val="009B7C13"/>
    <w:rsid w:val="009C08FE"/>
    <w:rsid w:val="009C3113"/>
    <w:rsid w:val="009C419C"/>
    <w:rsid w:val="009C6682"/>
    <w:rsid w:val="009C7E4D"/>
    <w:rsid w:val="009D051D"/>
    <w:rsid w:val="009D1D42"/>
    <w:rsid w:val="009D2509"/>
    <w:rsid w:val="009D2C6A"/>
    <w:rsid w:val="009D4396"/>
    <w:rsid w:val="009D45C4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3262"/>
    <w:rsid w:val="009F408A"/>
    <w:rsid w:val="009F41CD"/>
    <w:rsid w:val="009F4289"/>
    <w:rsid w:val="009F42DA"/>
    <w:rsid w:val="009F42DE"/>
    <w:rsid w:val="009F46D4"/>
    <w:rsid w:val="009F4DE3"/>
    <w:rsid w:val="009F53EF"/>
    <w:rsid w:val="009F5591"/>
    <w:rsid w:val="009F5FAD"/>
    <w:rsid w:val="009F6840"/>
    <w:rsid w:val="009F6ED6"/>
    <w:rsid w:val="009F745F"/>
    <w:rsid w:val="009F770A"/>
    <w:rsid w:val="009F7DF1"/>
    <w:rsid w:val="00A01140"/>
    <w:rsid w:val="00A0164D"/>
    <w:rsid w:val="00A01F00"/>
    <w:rsid w:val="00A03904"/>
    <w:rsid w:val="00A03AE0"/>
    <w:rsid w:val="00A05199"/>
    <w:rsid w:val="00A05ADE"/>
    <w:rsid w:val="00A05B07"/>
    <w:rsid w:val="00A06393"/>
    <w:rsid w:val="00A10A6C"/>
    <w:rsid w:val="00A12400"/>
    <w:rsid w:val="00A12B50"/>
    <w:rsid w:val="00A13127"/>
    <w:rsid w:val="00A13CC4"/>
    <w:rsid w:val="00A24AD1"/>
    <w:rsid w:val="00A24ED2"/>
    <w:rsid w:val="00A25590"/>
    <w:rsid w:val="00A257A3"/>
    <w:rsid w:val="00A25C00"/>
    <w:rsid w:val="00A267DA"/>
    <w:rsid w:val="00A26D59"/>
    <w:rsid w:val="00A2734D"/>
    <w:rsid w:val="00A27D98"/>
    <w:rsid w:val="00A307A1"/>
    <w:rsid w:val="00A3097C"/>
    <w:rsid w:val="00A31A9C"/>
    <w:rsid w:val="00A322A3"/>
    <w:rsid w:val="00A323F6"/>
    <w:rsid w:val="00A32D22"/>
    <w:rsid w:val="00A37D8E"/>
    <w:rsid w:val="00A37E9D"/>
    <w:rsid w:val="00A401B7"/>
    <w:rsid w:val="00A40509"/>
    <w:rsid w:val="00A419BF"/>
    <w:rsid w:val="00A41E9B"/>
    <w:rsid w:val="00A42B57"/>
    <w:rsid w:val="00A4392E"/>
    <w:rsid w:val="00A43FA2"/>
    <w:rsid w:val="00A448E5"/>
    <w:rsid w:val="00A457C4"/>
    <w:rsid w:val="00A458FD"/>
    <w:rsid w:val="00A45A2F"/>
    <w:rsid w:val="00A4652E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09B1"/>
    <w:rsid w:val="00A71A1A"/>
    <w:rsid w:val="00A726DF"/>
    <w:rsid w:val="00A73228"/>
    <w:rsid w:val="00A74A10"/>
    <w:rsid w:val="00A75545"/>
    <w:rsid w:val="00A75F6F"/>
    <w:rsid w:val="00A7666B"/>
    <w:rsid w:val="00A77312"/>
    <w:rsid w:val="00A77ADE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ACC"/>
    <w:rsid w:val="00A92FDA"/>
    <w:rsid w:val="00A93E56"/>
    <w:rsid w:val="00A94E0E"/>
    <w:rsid w:val="00A95BC5"/>
    <w:rsid w:val="00A976E5"/>
    <w:rsid w:val="00A979AA"/>
    <w:rsid w:val="00A97BA5"/>
    <w:rsid w:val="00AA079B"/>
    <w:rsid w:val="00AA2E2E"/>
    <w:rsid w:val="00AA3B05"/>
    <w:rsid w:val="00AA3D73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32E7"/>
    <w:rsid w:val="00AB4D2B"/>
    <w:rsid w:val="00AB50F5"/>
    <w:rsid w:val="00AB6F0D"/>
    <w:rsid w:val="00AB7F40"/>
    <w:rsid w:val="00AC05DE"/>
    <w:rsid w:val="00AC0EDA"/>
    <w:rsid w:val="00AC121C"/>
    <w:rsid w:val="00AC219F"/>
    <w:rsid w:val="00AC2A19"/>
    <w:rsid w:val="00AC394A"/>
    <w:rsid w:val="00AC46FA"/>
    <w:rsid w:val="00AC4C1E"/>
    <w:rsid w:val="00AC5058"/>
    <w:rsid w:val="00AC5B52"/>
    <w:rsid w:val="00AC67D1"/>
    <w:rsid w:val="00AC7214"/>
    <w:rsid w:val="00AD0F50"/>
    <w:rsid w:val="00AD1644"/>
    <w:rsid w:val="00AD1EB2"/>
    <w:rsid w:val="00AD3678"/>
    <w:rsid w:val="00AD3A58"/>
    <w:rsid w:val="00AD40AC"/>
    <w:rsid w:val="00AD4CED"/>
    <w:rsid w:val="00AD69D0"/>
    <w:rsid w:val="00AD7628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002C"/>
    <w:rsid w:val="00AF1026"/>
    <w:rsid w:val="00AF1565"/>
    <w:rsid w:val="00AF173B"/>
    <w:rsid w:val="00AF1770"/>
    <w:rsid w:val="00AF17F2"/>
    <w:rsid w:val="00AF1CDF"/>
    <w:rsid w:val="00AF2711"/>
    <w:rsid w:val="00AF37E2"/>
    <w:rsid w:val="00AF3C9D"/>
    <w:rsid w:val="00AF5E52"/>
    <w:rsid w:val="00AF6977"/>
    <w:rsid w:val="00AF720D"/>
    <w:rsid w:val="00AF7460"/>
    <w:rsid w:val="00B00788"/>
    <w:rsid w:val="00B029A7"/>
    <w:rsid w:val="00B02AAA"/>
    <w:rsid w:val="00B02E48"/>
    <w:rsid w:val="00B048A6"/>
    <w:rsid w:val="00B04B52"/>
    <w:rsid w:val="00B04EF6"/>
    <w:rsid w:val="00B05B5B"/>
    <w:rsid w:val="00B05B61"/>
    <w:rsid w:val="00B05FC9"/>
    <w:rsid w:val="00B06272"/>
    <w:rsid w:val="00B063A4"/>
    <w:rsid w:val="00B075FB"/>
    <w:rsid w:val="00B07C32"/>
    <w:rsid w:val="00B10933"/>
    <w:rsid w:val="00B10A9B"/>
    <w:rsid w:val="00B11F06"/>
    <w:rsid w:val="00B129AD"/>
    <w:rsid w:val="00B13C5A"/>
    <w:rsid w:val="00B13DB9"/>
    <w:rsid w:val="00B14AFD"/>
    <w:rsid w:val="00B15751"/>
    <w:rsid w:val="00B15E1F"/>
    <w:rsid w:val="00B16CFB"/>
    <w:rsid w:val="00B16DD8"/>
    <w:rsid w:val="00B22441"/>
    <w:rsid w:val="00B238BB"/>
    <w:rsid w:val="00B24636"/>
    <w:rsid w:val="00B250FA"/>
    <w:rsid w:val="00B25A15"/>
    <w:rsid w:val="00B2684A"/>
    <w:rsid w:val="00B27111"/>
    <w:rsid w:val="00B2761E"/>
    <w:rsid w:val="00B30904"/>
    <w:rsid w:val="00B30BD7"/>
    <w:rsid w:val="00B3234F"/>
    <w:rsid w:val="00B327CA"/>
    <w:rsid w:val="00B33CAB"/>
    <w:rsid w:val="00B34FA6"/>
    <w:rsid w:val="00B35634"/>
    <w:rsid w:val="00B362D9"/>
    <w:rsid w:val="00B36DC5"/>
    <w:rsid w:val="00B37A47"/>
    <w:rsid w:val="00B401E4"/>
    <w:rsid w:val="00B40847"/>
    <w:rsid w:val="00B40C3F"/>
    <w:rsid w:val="00B40E4C"/>
    <w:rsid w:val="00B4113E"/>
    <w:rsid w:val="00B41688"/>
    <w:rsid w:val="00B416FF"/>
    <w:rsid w:val="00B423BC"/>
    <w:rsid w:val="00B42561"/>
    <w:rsid w:val="00B426C2"/>
    <w:rsid w:val="00B42879"/>
    <w:rsid w:val="00B4296E"/>
    <w:rsid w:val="00B449CA"/>
    <w:rsid w:val="00B458B7"/>
    <w:rsid w:val="00B45F2A"/>
    <w:rsid w:val="00B46B50"/>
    <w:rsid w:val="00B46C31"/>
    <w:rsid w:val="00B500FE"/>
    <w:rsid w:val="00B5046C"/>
    <w:rsid w:val="00B504F8"/>
    <w:rsid w:val="00B50D24"/>
    <w:rsid w:val="00B50D75"/>
    <w:rsid w:val="00B51284"/>
    <w:rsid w:val="00B5269E"/>
    <w:rsid w:val="00B53201"/>
    <w:rsid w:val="00B5363C"/>
    <w:rsid w:val="00B53A20"/>
    <w:rsid w:val="00B567D8"/>
    <w:rsid w:val="00B56A4A"/>
    <w:rsid w:val="00B56C4C"/>
    <w:rsid w:val="00B57064"/>
    <w:rsid w:val="00B57762"/>
    <w:rsid w:val="00B57D3F"/>
    <w:rsid w:val="00B6018C"/>
    <w:rsid w:val="00B60DA0"/>
    <w:rsid w:val="00B63F00"/>
    <w:rsid w:val="00B643D4"/>
    <w:rsid w:val="00B64CC2"/>
    <w:rsid w:val="00B65AA4"/>
    <w:rsid w:val="00B65DFE"/>
    <w:rsid w:val="00B66255"/>
    <w:rsid w:val="00B700D8"/>
    <w:rsid w:val="00B721AE"/>
    <w:rsid w:val="00B72230"/>
    <w:rsid w:val="00B764C9"/>
    <w:rsid w:val="00B76F83"/>
    <w:rsid w:val="00B77A79"/>
    <w:rsid w:val="00B77BB3"/>
    <w:rsid w:val="00B77D0A"/>
    <w:rsid w:val="00B8016D"/>
    <w:rsid w:val="00B80B7C"/>
    <w:rsid w:val="00B81235"/>
    <w:rsid w:val="00B8167F"/>
    <w:rsid w:val="00B81726"/>
    <w:rsid w:val="00B8267A"/>
    <w:rsid w:val="00B82FF4"/>
    <w:rsid w:val="00B82FFB"/>
    <w:rsid w:val="00B83141"/>
    <w:rsid w:val="00B83DBA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6E34"/>
    <w:rsid w:val="00B97702"/>
    <w:rsid w:val="00B97742"/>
    <w:rsid w:val="00B97F7D"/>
    <w:rsid w:val="00BA089F"/>
    <w:rsid w:val="00BA1352"/>
    <w:rsid w:val="00BA142F"/>
    <w:rsid w:val="00BA1A4F"/>
    <w:rsid w:val="00BA356E"/>
    <w:rsid w:val="00BA3B09"/>
    <w:rsid w:val="00BA3E4D"/>
    <w:rsid w:val="00BA507B"/>
    <w:rsid w:val="00BA6C93"/>
    <w:rsid w:val="00BA6D66"/>
    <w:rsid w:val="00BB23C5"/>
    <w:rsid w:val="00BB2C6B"/>
    <w:rsid w:val="00BB39FD"/>
    <w:rsid w:val="00BB41F7"/>
    <w:rsid w:val="00BB45FC"/>
    <w:rsid w:val="00BB4643"/>
    <w:rsid w:val="00BB4C4D"/>
    <w:rsid w:val="00BB5716"/>
    <w:rsid w:val="00BB5B12"/>
    <w:rsid w:val="00BB5E4C"/>
    <w:rsid w:val="00BB6B75"/>
    <w:rsid w:val="00BB7AA3"/>
    <w:rsid w:val="00BC08A2"/>
    <w:rsid w:val="00BC2149"/>
    <w:rsid w:val="00BC2A00"/>
    <w:rsid w:val="00BC35F6"/>
    <w:rsid w:val="00BC4552"/>
    <w:rsid w:val="00BC4AC8"/>
    <w:rsid w:val="00BD0265"/>
    <w:rsid w:val="00BD0562"/>
    <w:rsid w:val="00BD2B11"/>
    <w:rsid w:val="00BD3E86"/>
    <w:rsid w:val="00BD4532"/>
    <w:rsid w:val="00BD6934"/>
    <w:rsid w:val="00BD717F"/>
    <w:rsid w:val="00BD72C4"/>
    <w:rsid w:val="00BE1A4C"/>
    <w:rsid w:val="00BE2F69"/>
    <w:rsid w:val="00BE39B7"/>
    <w:rsid w:val="00BE3AD6"/>
    <w:rsid w:val="00BE3C2E"/>
    <w:rsid w:val="00BE3FAE"/>
    <w:rsid w:val="00BE4819"/>
    <w:rsid w:val="00BE63DC"/>
    <w:rsid w:val="00BE669F"/>
    <w:rsid w:val="00BE6CCD"/>
    <w:rsid w:val="00BF01CF"/>
    <w:rsid w:val="00BF07FC"/>
    <w:rsid w:val="00BF15AB"/>
    <w:rsid w:val="00BF1724"/>
    <w:rsid w:val="00BF1937"/>
    <w:rsid w:val="00BF1B3D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14A8"/>
    <w:rsid w:val="00C02709"/>
    <w:rsid w:val="00C02B99"/>
    <w:rsid w:val="00C030AB"/>
    <w:rsid w:val="00C04A18"/>
    <w:rsid w:val="00C0682F"/>
    <w:rsid w:val="00C0689B"/>
    <w:rsid w:val="00C06DE1"/>
    <w:rsid w:val="00C078A7"/>
    <w:rsid w:val="00C07BCD"/>
    <w:rsid w:val="00C07D38"/>
    <w:rsid w:val="00C10136"/>
    <w:rsid w:val="00C10871"/>
    <w:rsid w:val="00C11DD1"/>
    <w:rsid w:val="00C146C9"/>
    <w:rsid w:val="00C1471A"/>
    <w:rsid w:val="00C1569C"/>
    <w:rsid w:val="00C20775"/>
    <w:rsid w:val="00C215D4"/>
    <w:rsid w:val="00C21BED"/>
    <w:rsid w:val="00C273E1"/>
    <w:rsid w:val="00C27B10"/>
    <w:rsid w:val="00C27E6C"/>
    <w:rsid w:val="00C27ED2"/>
    <w:rsid w:val="00C27FF3"/>
    <w:rsid w:val="00C313B8"/>
    <w:rsid w:val="00C31679"/>
    <w:rsid w:val="00C3171D"/>
    <w:rsid w:val="00C3177B"/>
    <w:rsid w:val="00C3190F"/>
    <w:rsid w:val="00C32AE8"/>
    <w:rsid w:val="00C34B22"/>
    <w:rsid w:val="00C351D8"/>
    <w:rsid w:val="00C35AD0"/>
    <w:rsid w:val="00C36042"/>
    <w:rsid w:val="00C416A6"/>
    <w:rsid w:val="00C41B13"/>
    <w:rsid w:val="00C41D51"/>
    <w:rsid w:val="00C427DB"/>
    <w:rsid w:val="00C42D4C"/>
    <w:rsid w:val="00C42E07"/>
    <w:rsid w:val="00C43119"/>
    <w:rsid w:val="00C433EF"/>
    <w:rsid w:val="00C44850"/>
    <w:rsid w:val="00C45FB8"/>
    <w:rsid w:val="00C46679"/>
    <w:rsid w:val="00C4775D"/>
    <w:rsid w:val="00C47969"/>
    <w:rsid w:val="00C50224"/>
    <w:rsid w:val="00C51EE0"/>
    <w:rsid w:val="00C52573"/>
    <w:rsid w:val="00C533CE"/>
    <w:rsid w:val="00C536BF"/>
    <w:rsid w:val="00C54604"/>
    <w:rsid w:val="00C54FDC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0A3"/>
    <w:rsid w:val="00C667F6"/>
    <w:rsid w:val="00C66891"/>
    <w:rsid w:val="00C66E27"/>
    <w:rsid w:val="00C67396"/>
    <w:rsid w:val="00C67523"/>
    <w:rsid w:val="00C67980"/>
    <w:rsid w:val="00C70218"/>
    <w:rsid w:val="00C705B8"/>
    <w:rsid w:val="00C70B9C"/>
    <w:rsid w:val="00C71564"/>
    <w:rsid w:val="00C729D8"/>
    <w:rsid w:val="00C731B0"/>
    <w:rsid w:val="00C736D9"/>
    <w:rsid w:val="00C74D8A"/>
    <w:rsid w:val="00C75196"/>
    <w:rsid w:val="00C7651A"/>
    <w:rsid w:val="00C77166"/>
    <w:rsid w:val="00C801C4"/>
    <w:rsid w:val="00C80960"/>
    <w:rsid w:val="00C81445"/>
    <w:rsid w:val="00C81A2D"/>
    <w:rsid w:val="00C81FCA"/>
    <w:rsid w:val="00C82AA0"/>
    <w:rsid w:val="00C82AF1"/>
    <w:rsid w:val="00C82DE2"/>
    <w:rsid w:val="00C8345D"/>
    <w:rsid w:val="00C836BC"/>
    <w:rsid w:val="00C83BEE"/>
    <w:rsid w:val="00C84939"/>
    <w:rsid w:val="00C85020"/>
    <w:rsid w:val="00C855B6"/>
    <w:rsid w:val="00C8590C"/>
    <w:rsid w:val="00C861DF"/>
    <w:rsid w:val="00C870B7"/>
    <w:rsid w:val="00C878E4"/>
    <w:rsid w:val="00C87FA9"/>
    <w:rsid w:val="00C91F55"/>
    <w:rsid w:val="00C91F7A"/>
    <w:rsid w:val="00C92083"/>
    <w:rsid w:val="00C920D9"/>
    <w:rsid w:val="00C95E9B"/>
    <w:rsid w:val="00C96F12"/>
    <w:rsid w:val="00C97417"/>
    <w:rsid w:val="00C9786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A6819"/>
    <w:rsid w:val="00CA6BC7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980"/>
    <w:rsid w:val="00CC059D"/>
    <w:rsid w:val="00CC0656"/>
    <w:rsid w:val="00CC1173"/>
    <w:rsid w:val="00CC1560"/>
    <w:rsid w:val="00CC1F5D"/>
    <w:rsid w:val="00CC385D"/>
    <w:rsid w:val="00CC3ADC"/>
    <w:rsid w:val="00CC3B19"/>
    <w:rsid w:val="00CC6D5C"/>
    <w:rsid w:val="00CC6EFB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E28"/>
    <w:rsid w:val="00CD5C9E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4B2F"/>
    <w:rsid w:val="00CE5066"/>
    <w:rsid w:val="00CE588E"/>
    <w:rsid w:val="00CE6203"/>
    <w:rsid w:val="00CE79DB"/>
    <w:rsid w:val="00CF393F"/>
    <w:rsid w:val="00CF4286"/>
    <w:rsid w:val="00CF45E6"/>
    <w:rsid w:val="00CF58B0"/>
    <w:rsid w:val="00CF5A73"/>
    <w:rsid w:val="00CF667C"/>
    <w:rsid w:val="00D00475"/>
    <w:rsid w:val="00D014FD"/>
    <w:rsid w:val="00D01CDD"/>
    <w:rsid w:val="00D03637"/>
    <w:rsid w:val="00D03795"/>
    <w:rsid w:val="00D03FCE"/>
    <w:rsid w:val="00D040FE"/>
    <w:rsid w:val="00D04844"/>
    <w:rsid w:val="00D04F4D"/>
    <w:rsid w:val="00D0680B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104C"/>
    <w:rsid w:val="00D21F31"/>
    <w:rsid w:val="00D2383A"/>
    <w:rsid w:val="00D25E83"/>
    <w:rsid w:val="00D26515"/>
    <w:rsid w:val="00D269AA"/>
    <w:rsid w:val="00D2723B"/>
    <w:rsid w:val="00D27CCA"/>
    <w:rsid w:val="00D30356"/>
    <w:rsid w:val="00D3088B"/>
    <w:rsid w:val="00D3126F"/>
    <w:rsid w:val="00D31A2E"/>
    <w:rsid w:val="00D31FF0"/>
    <w:rsid w:val="00D325BB"/>
    <w:rsid w:val="00D32614"/>
    <w:rsid w:val="00D35208"/>
    <w:rsid w:val="00D35E81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797"/>
    <w:rsid w:val="00D66C65"/>
    <w:rsid w:val="00D67031"/>
    <w:rsid w:val="00D6756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611"/>
    <w:rsid w:val="00D92B44"/>
    <w:rsid w:val="00D94D53"/>
    <w:rsid w:val="00D94FF0"/>
    <w:rsid w:val="00D959B0"/>
    <w:rsid w:val="00D96C75"/>
    <w:rsid w:val="00D97C7F"/>
    <w:rsid w:val="00DA0E44"/>
    <w:rsid w:val="00DA132E"/>
    <w:rsid w:val="00DA22B8"/>
    <w:rsid w:val="00DA2367"/>
    <w:rsid w:val="00DA2EAD"/>
    <w:rsid w:val="00DA338A"/>
    <w:rsid w:val="00DA3B0F"/>
    <w:rsid w:val="00DA3DFB"/>
    <w:rsid w:val="00DA62FB"/>
    <w:rsid w:val="00DA63AF"/>
    <w:rsid w:val="00DA7455"/>
    <w:rsid w:val="00DA7FC0"/>
    <w:rsid w:val="00DB074F"/>
    <w:rsid w:val="00DB09F0"/>
    <w:rsid w:val="00DB0AA2"/>
    <w:rsid w:val="00DB122D"/>
    <w:rsid w:val="00DB15D5"/>
    <w:rsid w:val="00DB1823"/>
    <w:rsid w:val="00DB2CF4"/>
    <w:rsid w:val="00DB35EF"/>
    <w:rsid w:val="00DB3617"/>
    <w:rsid w:val="00DB572E"/>
    <w:rsid w:val="00DB6054"/>
    <w:rsid w:val="00DB61AF"/>
    <w:rsid w:val="00DB6DF8"/>
    <w:rsid w:val="00DB73D9"/>
    <w:rsid w:val="00DB75D7"/>
    <w:rsid w:val="00DB76C8"/>
    <w:rsid w:val="00DB77CB"/>
    <w:rsid w:val="00DB7F53"/>
    <w:rsid w:val="00DC04E9"/>
    <w:rsid w:val="00DC0B77"/>
    <w:rsid w:val="00DC15DB"/>
    <w:rsid w:val="00DC17C4"/>
    <w:rsid w:val="00DC3267"/>
    <w:rsid w:val="00DC40DB"/>
    <w:rsid w:val="00DC441F"/>
    <w:rsid w:val="00DC4A1F"/>
    <w:rsid w:val="00DC4DC9"/>
    <w:rsid w:val="00DC5302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3C89"/>
    <w:rsid w:val="00DD422C"/>
    <w:rsid w:val="00DD42C8"/>
    <w:rsid w:val="00DD5E7B"/>
    <w:rsid w:val="00DD7D72"/>
    <w:rsid w:val="00DD7E89"/>
    <w:rsid w:val="00DE09EC"/>
    <w:rsid w:val="00DE54A8"/>
    <w:rsid w:val="00DE578C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DF7654"/>
    <w:rsid w:val="00E002A0"/>
    <w:rsid w:val="00E01470"/>
    <w:rsid w:val="00E02249"/>
    <w:rsid w:val="00E03887"/>
    <w:rsid w:val="00E03E72"/>
    <w:rsid w:val="00E0428C"/>
    <w:rsid w:val="00E04DB3"/>
    <w:rsid w:val="00E04EAF"/>
    <w:rsid w:val="00E07154"/>
    <w:rsid w:val="00E07AFC"/>
    <w:rsid w:val="00E07C37"/>
    <w:rsid w:val="00E07D3B"/>
    <w:rsid w:val="00E10AB3"/>
    <w:rsid w:val="00E10F73"/>
    <w:rsid w:val="00E110DE"/>
    <w:rsid w:val="00E11EB5"/>
    <w:rsid w:val="00E11FDC"/>
    <w:rsid w:val="00E132C5"/>
    <w:rsid w:val="00E1352C"/>
    <w:rsid w:val="00E1362D"/>
    <w:rsid w:val="00E13D62"/>
    <w:rsid w:val="00E1482E"/>
    <w:rsid w:val="00E155AD"/>
    <w:rsid w:val="00E17136"/>
    <w:rsid w:val="00E21FE5"/>
    <w:rsid w:val="00E22F10"/>
    <w:rsid w:val="00E22F9B"/>
    <w:rsid w:val="00E23199"/>
    <w:rsid w:val="00E2387A"/>
    <w:rsid w:val="00E25FF0"/>
    <w:rsid w:val="00E303CA"/>
    <w:rsid w:val="00E30F5C"/>
    <w:rsid w:val="00E329C6"/>
    <w:rsid w:val="00E32D4C"/>
    <w:rsid w:val="00E334B2"/>
    <w:rsid w:val="00E35B8F"/>
    <w:rsid w:val="00E377F4"/>
    <w:rsid w:val="00E37EED"/>
    <w:rsid w:val="00E37FCB"/>
    <w:rsid w:val="00E41761"/>
    <w:rsid w:val="00E435B7"/>
    <w:rsid w:val="00E44FB9"/>
    <w:rsid w:val="00E45232"/>
    <w:rsid w:val="00E455DB"/>
    <w:rsid w:val="00E47073"/>
    <w:rsid w:val="00E52C7C"/>
    <w:rsid w:val="00E533BD"/>
    <w:rsid w:val="00E53D18"/>
    <w:rsid w:val="00E5581E"/>
    <w:rsid w:val="00E56F7E"/>
    <w:rsid w:val="00E57A5E"/>
    <w:rsid w:val="00E60C0B"/>
    <w:rsid w:val="00E60FC4"/>
    <w:rsid w:val="00E628C4"/>
    <w:rsid w:val="00E62B35"/>
    <w:rsid w:val="00E62FEB"/>
    <w:rsid w:val="00E634A8"/>
    <w:rsid w:val="00E648B9"/>
    <w:rsid w:val="00E649EA"/>
    <w:rsid w:val="00E65154"/>
    <w:rsid w:val="00E659A0"/>
    <w:rsid w:val="00E66430"/>
    <w:rsid w:val="00E70C37"/>
    <w:rsid w:val="00E713AA"/>
    <w:rsid w:val="00E71580"/>
    <w:rsid w:val="00E7365E"/>
    <w:rsid w:val="00E7388F"/>
    <w:rsid w:val="00E73E30"/>
    <w:rsid w:val="00E73E84"/>
    <w:rsid w:val="00E75933"/>
    <w:rsid w:val="00E75D34"/>
    <w:rsid w:val="00E760E8"/>
    <w:rsid w:val="00E76925"/>
    <w:rsid w:val="00E80A73"/>
    <w:rsid w:val="00E80D3C"/>
    <w:rsid w:val="00E8182E"/>
    <w:rsid w:val="00E81F86"/>
    <w:rsid w:val="00E83598"/>
    <w:rsid w:val="00E83FB7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04C3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034"/>
    <w:rsid w:val="00EA14A6"/>
    <w:rsid w:val="00EA16AA"/>
    <w:rsid w:val="00EA186A"/>
    <w:rsid w:val="00EA26CE"/>
    <w:rsid w:val="00EA28B3"/>
    <w:rsid w:val="00EA2985"/>
    <w:rsid w:val="00EA34F9"/>
    <w:rsid w:val="00EA4156"/>
    <w:rsid w:val="00EA4EBA"/>
    <w:rsid w:val="00EA5496"/>
    <w:rsid w:val="00EA5A4F"/>
    <w:rsid w:val="00EA5AAB"/>
    <w:rsid w:val="00EA7EB4"/>
    <w:rsid w:val="00EB0CAE"/>
    <w:rsid w:val="00EB136E"/>
    <w:rsid w:val="00EB1A4C"/>
    <w:rsid w:val="00EB2579"/>
    <w:rsid w:val="00EB2F19"/>
    <w:rsid w:val="00EB303C"/>
    <w:rsid w:val="00EB30F2"/>
    <w:rsid w:val="00EB4881"/>
    <w:rsid w:val="00EB4A09"/>
    <w:rsid w:val="00EB502C"/>
    <w:rsid w:val="00EB511A"/>
    <w:rsid w:val="00EB5121"/>
    <w:rsid w:val="00EB5563"/>
    <w:rsid w:val="00EB7194"/>
    <w:rsid w:val="00EB73C6"/>
    <w:rsid w:val="00EB76AF"/>
    <w:rsid w:val="00EB7DEA"/>
    <w:rsid w:val="00EC014A"/>
    <w:rsid w:val="00EC07EA"/>
    <w:rsid w:val="00EC2933"/>
    <w:rsid w:val="00EC3DF0"/>
    <w:rsid w:val="00EC3E8C"/>
    <w:rsid w:val="00EC4284"/>
    <w:rsid w:val="00EC43AB"/>
    <w:rsid w:val="00EC527A"/>
    <w:rsid w:val="00EC58F0"/>
    <w:rsid w:val="00EC5DF9"/>
    <w:rsid w:val="00EC6E45"/>
    <w:rsid w:val="00EC71A6"/>
    <w:rsid w:val="00EC7BD0"/>
    <w:rsid w:val="00ED0A30"/>
    <w:rsid w:val="00ED0D54"/>
    <w:rsid w:val="00ED0E82"/>
    <w:rsid w:val="00ED0F65"/>
    <w:rsid w:val="00ED12A6"/>
    <w:rsid w:val="00ED13F5"/>
    <w:rsid w:val="00ED18E6"/>
    <w:rsid w:val="00ED2043"/>
    <w:rsid w:val="00ED382B"/>
    <w:rsid w:val="00ED4121"/>
    <w:rsid w:val="00ED4144"/>
    <w:rsid w:val="00ED4DBE"/>
    <w:rsid w:val="00ED6918"/>
    <w:rsid w:val="00ED6B3D"/>
    <w:rsid w:val="00ED700E"/>
    <w:rsid w:val="00ED7B63"/>
    <w:rsid w:val="00EE0BEF"/>
    <w:rsid w:val="00EE0FE9"/>
    <w:rsid w:val="00EE12AC"/>
    <w:rsid w:val="00EE1315"/>
    <w:rsid w:val="00EE361D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187"/>
    <w:rsid w:val="00EF463A"/>
    <w:rsid w:val="00EF4652"/>
    <w:rsid w:val="00EF47A3"/>
    <w:rsid w:val="00EF4A80"/>
    <w:rsid w:val="00EF51E6"/>
    <w:rsid w:val="00EF53FB"/>
    <w:rsid w:val="00EF607B"/>
    <w:rsid w:val="00EF6156"/>
    <w:rsid w:val="00EF6640"/>
    <w:rsid w:val="00F001E3"/>
    <w:rsid w:val="00F00896"/>
    <w:rsid w:val="00F012B6"/>
    <w:rsid w:val="00F0152C"/>
    <w:rsid w:val="00F01619"/>
    <w:rsid w:val="00F01E0E"/>
    <w:rsid w:val="00F0217A"/>
    <w:rsid w:val="00F02ED4"/>
    <w:rsid w:val="00F03115"/>
    <w:rsid w:val="00F0499F"/>
    <w:rsid w:val="00F04F64"/>
    <w:rsid w:val="00F05835"/>
    <w:rsid w:val="00F05978"/>
    <w:rsid w:val="00F07270"/>
    <w:rsid w:val="00F07BBC"/>
    <w:rsid w:val="00F1016F"/>
    <w:rsid w:val="00F12884"/>
    <w:rsid w:val="00F13F4F"/>
    <w:rsid w:val="00F147A6"/>
    <w:rsid w:val="00F14BFA"/>
    <w:rsid w:val="00F14E60"/>
    <w:rsid w:val="00F15402"/>
    <w:rsid w:val="00F154E0"/>
    <w:rsid w:val="00F15671"/>
    <w:rsid w:val="00F16068"/>
    <w:rsid w:val="00F166A3"/>
    <w:rsid w:val="00F16FE8"/>
    <w:rsid w:val="00F20393"/>
    <w:rsid w:val="00F21E8A"/>
    <w:rsid w:val="00F224C3"/>
    <w:rsid w:val="00F243DB"/>
    <w:rsid w:val="00F252D2"/>
    <w:rsid w:val="00F25C13"/>
    <w:rsid w:val="00F30972"/>
    <w:rsid w:val="00F30F33"/>
    <w:rsid w:val="00F30F5A"/>
    <w:rsid w:val="00F31084"/>
    <w:rsid w:val="00F31535"/>
    <w:rsid w:val="00F32B5B"/>
    <w:rsid w:val="00F331BD"/>
    <w:rsid w:val="00F34632"/>
    <w:rsid w:val="00F3717C"/>
    <w:rsid w:val="00F37D78"/>
    <w:rsid w:val="00F37DFB"/>
    <w:rsid w:val="00F40BB4"/>
    <w:rsid w:val="00F421AD"/>
    <w:rsid w:val="00F42289"/>
    <w:rsid w:val="00F42951"/>
    <w:rsid w:val="00F42B15"/>
    <w:rsid w:val="00F43200"/>
    <w:rsid w:val="00F43AE4"/>
    <w:rsid w:val="00F44929"/>
    <w:rsid w:val="00F44B6C"/>
    <w:rsid w:val="00F46DAA"/>
    <w:rsid w:val="00F50EA6"/>
    <w:rsid w:val="00F5116D"/>
    <w:rsid w:val="00F5243A"/>
    <w:rsid w:val="00F52C48"/>
    <w:rsid w:val="00F539BF"/>
    <w:rsid w:val="00F54900"/>
    <w:rsid w:val="00F54D30"/>
    <w:rsid w:val="00F54D53"/>
    <w:rsid w:val="00F5634C"/>
    <w:rsid w:val="00F56C9A"/>
    <w:rsid w:val="00F57052"/>
    <w:rsid w:val="00F5709B"/>
    <w:rsid w:val="00F57B87"/>
    <w:rsid w:val="00F615EB"/>
    <w:rsid w:val="00F62A8B"/>
    <w:rsid w:val="00F62E56"/>
    <w:rsid w:val="00F62F3D"/>
    <w:rsid w:val="00F6340E"/>
    <w:rsid w:val="00F64436"/>
    <w:rsid w:val="00F65A05"/>
    <w:rsid w:val="00F676F0"/>
    <w:rsid w:val="00F7163C"/>
    <w:rsid w:val="00F717EC"/>
    <w:rsid w:val="00F7305A"/>
    <w:rsid w:val="00F7464A"/>
    <w:rsid w:val="00F74B71"/>
    <w:rsid w:val="00F75B34"/>
    <w:rsid w:val="00F76C1B"/>
    <w:rsid w:val="00F774B1"/>
    <w:rsid w:val="00F80722"/>
    <w:rsid w:val="00F812A4"/>
    <w:rsid w:val="00F817B9"/>
    <w:rsid w:val="00F821D8"/>
    <w:rsid w:val="00F82B95"/>
    <w:rsid w:val="00F8334C"/>
    <w:rsid w:val="00F86121"/>
    <w:rsid w:val="00F87090"/>
    <w:rsid w:val="00F87E0D"/>
    <w:rsid w:val="00F9057D"/>
    <w:rsid w:val="00F911C2"/>
    <w:rsid w:val="00F920FE"/>
    <w:rsid w:val="00F92269"/>
    <w:rsid w:val="00F925FE"/>
    <w:rsid w:val="00F926C8"/>
    <w:rsid w:val="00F9272D"/>
    <w:rsid w:val="00F92874"/>
    <w:rsid w:val="00F92971"/>
    <w:rsid w:val="00F92AB0"/>
    <w:rsid w:val="00F92D44"/>
    <w:rsid w:val="00F9315F"/>
    <w:rsid w:val="00F93786"/>
    <w:rsid w:val="00F9660A"/>
    <w:rsid w:val="00FA0217"/>
    <w:rsid w:val="00FA126C"/>
    <w:rsid w:val="00FA137C"/>
    <w:rsid w:val="00FA28B6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5022"/>
    <w:rsid w:val="00FB6581"/>
    <w:rsid w:val="00FB6CD0"/>
    <w:rsid w:val="00FB7289"/>
    <w:rsid w:val="00FB7755"/>
    <w:rsid w:val="00FB7B39"/>
    <w:rsid w:val="00FC0549"/>
    <w:rsid w:val="00FC2DB4"/>
    <w:rsid w:val="00FC2EAE"/>
    <w:rsid w:val="00FC3083"/>
    <w:rsid w:val="00FC30C0"/>
    <w:rsid w:val="00FC30C4"/>
    <w:rsid w:val="00FC3331"/>
    <w:rsid w:val="00FC3455"/>
    <w:rsid w:val="00FC3E7B"/>
    <w:rsid w:val="00FC4DC3"/>
    <w:rsid w:val="00FC5C6B"/>
    <w:rsid w:val="00FC7B44"/>
    <w:rsid w:val="00FD0B25"/>
    <w:rsid w:val="00FD0CF6"/>
    <w:rsid w:val="00FD13B1"/>
    <w:rsid w:val="00FD26F2"/>
    <w:rsid w:val="00FD2B27"/>
    <w:rsid w:val="00FD2E5B"/>
    <w:rsid w:val="00FD3E4C"/>
    <w:rsid w:val="00FD5462"/>
    <w:rsid w:val="00FD5E64"/>
    <w:rsid w:val="00FD62F6"/>
    <w:rsid w:val="00FD6E34"/>
    <w:rsid w:val="00FD6F42"/>
    <w:rsid w:val="00FD6FDC"/>
    <w:rsid w:val="00FD7CF2"/>
    <w:rsid w:val="00FE290C"/>
    <w:rsid w:val="00FE45D0"/>
    <w:rsid w:val="00FE4D2F"/>
    <w:rsid w:val="00FE56D8"/>
    <w:rsid w:val="00FE69BA"/>
    <w:rsid w:val="00FF0023"/>
    <w:rsid w:val="00FF029F"/>
    <w:rsid w:val="00FF0570"/>
    <w:rsid w:val="00FF097E"/>
    <w:rsid w:val="00FF09AC"/>
    <w:rsid w:val="00FF3BD2"/>
    <w:rsid w:val="00FF41D0"/>
    <w:rsid w:val="00FF4424"/>
    <w:rsid w:val="00FF4957"/>
    <w:rsid w:val="00FF4DDE"/>
    <w:rsid w:val="00FF65A6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5DB5AB97"/>
  <w15:chartTrackingRefBased/>
  <w15:docId w15:val="{E9F7D819-EF39-4116-BC5C-DAA72066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9F5FAD"/>
    <w:pPr>
      <w:keepNext/>
      <w:pageBreakBefore/>
      <w:numPr>
        <w:numId w:val="30"/>
      </w:numPr>
      <w:spacing w:before="240" w:after="60"/>
      <w:contextualSpacing/>
      <w:jc w:val="both"/>
      <w:outlineLvl w:val="0"/>
    </w:pPr>
    <w:rPr>
      <w:rFonts w:ascii="Lato" w:hAnsi="Lato"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42609A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Lato" w:hAnsi="Lato"/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qFormat/>
    <w:rsid w:val="0044439F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/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F5FAD"/>
    <w:rPr>
      <w:rFonts w:ascii="Lato" w:hAnsi="Lato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42609A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44439F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4443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42609A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6519BE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0143F8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6D3E5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6D3E5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6D3E5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2D5F5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2D5F51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44439F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clo.pl/ZEFIR2/eZefir2/xsd/v4_0/Types.xs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4A380-4295-413B-89EF-22224649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46</TotalTime>
  <Pages>15</Pages>
  <Words>2333</Words>
  <Characters>19709</Characters>
  <Application>Microsoft Office Word</Application>
  <DocSecurity>0</DocSecurity>
  <Lines>164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uproszczonej dla podatku akcyzowego od nabycia wewnątrzwspólnotowego samochodów osobowych AKC-U/S</vt:lpstr>
    </vt:vector>
  </TitlesOfParts>
  <Company>Asseco Poland SA.</Company>
  <LinksUpToDate>false</LinksUpToDate>
  <CharactersWithSpaces>21999</CharactersWithSpaces>
  <SharedDoc>false</SharedDoc>
  <HLinks>
    <vt:vector size="150" baseType="variant">
      <vt:variant>
        <vt:i4>2293764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http://www.e-clo.pl/ZEFIR2/eZefir2/xsd/v4_0/Types.xsd</vt:lpwstr>
      </vt:variant>
      <vt:variant>
        <vt:lpwstr/>
      </vt:variant>
      <vt:variant>
        <vt:i4>1114164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_Toc492976507</vt:lpwstr>
      </vt:variant>
      <vt:variant>
        <vt:i4>1114164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_Toc492976506</vt:lpwstr>
      </vt:variant>
      <vt:variant>
        <vt:i4>1114164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_Toc492976505</vt:lpwstr>
      </vt:variant>
      <vt:variant>
        <vt:i4>1114164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_Toc492976504</vt:lpwstr>
      </vt:variant>
      <vt:variant>
        <vt:i4>1114164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_Toc492976503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_Toc529435265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_Toc529435264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_Toc529435263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_Toc529435262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_Toc529435256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_Toc529435255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_Toc529435254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_Toc529435253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_Toc529435252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_Toc529435251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_Toc529435250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_Toc529435249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_Toc529435248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_Toc529435247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_Toc529435246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_Toc529435245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_Toc529435244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_Toc529435243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_Toc529435242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uproszczonej dla podatku akcyzowego od nabycia wewnątrzwspólnotowego samochodów osobowych AKC-U/S</dc:title>
  <dc:subject/>
  <dc:creator/>
  <cp:keywords>ZEFIR2, PUESC</cp:keywords>
  <dc:description/>
  <cp:lastModifiedBy>Kolano Piotr</cp:lastModifiedBy>
  <cp:revision>8</cp:revision>
  <cp:lastPrinted>2013-01-03T11:52:00Z</cp:lastPrinted>
  <dcterms:created xsi:type="dcterms:W3CDTF">2024-09-23T07:32:00Z</dcterms:created>
  <dcterms:modified xsi:type="dcterms:W3CDTF">2024-11-21T07:52:00Z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ZF2-PWT-KXML-AKCUS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UxC4dwLulzfINJ8nQH+xvX5LNGipWa4BRSZhPgxsCvne4E4WuXqqP53j7669xWF7P+O91piTiF7uu21oy/vTxw==</vt:lpwstr>
  </property>
  <property fmtid="{D5CDD505-2E9C-101B-9397-08002B2CF9AE}" pid="7" name="MFClassificationDate">
    <vt:lpwstr>2024-09-23T09:31:58.8595080+02:00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GRN-7176fb13-ddda-44e7-ad42-2bb89bcf137e</vt:lpwstr>
  </property>
  <property fmtid="{D5CDD505-2E9C-101B-9397-08002B2CF9AE}" pid="10" name="MFHash">
    <vt:lpwstr>I5HjOTTMYRdYYMZGPHub7xyzXP6jm/WTT8iW/HnUqc0=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